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64969A" w14:textId="424B4377" w:rsidR="007F43BD" w:rsidRDefault="00335125">
      <w:r>
        <w:rPr>
          <w:noProof/>
        </w:rPr>
        <mc:AlternateContent>
          <mc:Choice Requires="wps">
            <w:drawing>
              <wp:anchor distT="0" distB="0" distL="114300" distR="114300" simplePos="0" relativeHeight="251658381" behindDoc="0" locked="0" layoutInCell="1" allowOverlap="1" wp14:anchorId="21DF564B" wp14:editId="378A7932">
                <wp:simplePos x="0" y="0"/>
                <wp:positionH relativeFrom="page">
                  <wp:posOffset>1059180</wp:posOffset>
                </wp:positionH>
                <wp:positionV relativeFrom="page">
                  <wp:posOffset>228600</wp:posOffset>
                </wp:positionV>
                <wp:extent cx="5109845" cy="386080"/>
                <wp:effectExtent l="0" t="0" r="0" b="20320"/>
                <wp:wrapTight wrapText="bothSides">
                  <wp:wrapPolygon edited="0">
                    <wp:start x="0" y="0"/>
                    <wp:lineTo x="0" y="21316"/>
                    <wp:lineTo x="21474" y="21316"/>
                    <wp:lineTo x="21474" y="0"/>
                    <wp:lineTo x="0" y="0"/>
                  </wp:wrapPolygon>
                </wp:wrapTight>
                <wp:docPr id="230"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845" cy="386080"/>
                        </a:xfrm>
                        <a:prstGeom prst="rect">
                          <a:avLst/>
                        </a:prstGeom>
                        <a:noFill/>
                        <a:ln>
                          <a:noFill/>
                        </a:ln>
                        <a:extLst>
                          <a:ext uri="{FAA26D3D-D897-4be2-8F04-BA451C77F1D7}">
                            <ma14:placeholderFlag xmlns:ma14="http://schemas.microsoft.com/office/mac/drawingml/2011/main"/>
                          </a:ex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0CEDE058" w14:textId="3EC9F04A" w:rsidR="00B51C1D" w:rsidRPr="00B65697" w:rsidRDefault="00413751" w:rsidP="007F43BD">
                            <w:pPr>
                              <w:pStyle w:val="Heading2"/>
                            </w:pPr>
                            <w:r>
                              <w:t xml:space="preserve">           WFLTA </w:t>
                            </w:r>
                            <w:r w:rsidR="0048031D">
                              <w:t xml:space="preserve"> 2012</w:t>
                            </w:r>
                            <w:r>
                              <w:t xml:space="preserve"> Fall Conference </w:t>
                            </w:r>
                          </w:p>
                        </w:txbxContent>
                      </wps:txbx>
                      <wps:bodyPr rot="0" vert="horz"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21" o:spid="_x0000_s1026" type="#_x0000_t202" style="position:absolute;margin-left:83.4pt;margin-top:18pt;width:402.35pt;height:30.4pt;z-index:25165838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" filled="f" stroked="f">
                <v:textbox inset="3.6pt,0,3.6pt,0">
                  <w:txbxContent>
                    <w:p w14:paraId="0CEDE058" w14:textId="3EC9F04A" w:rsidR="00B51C1D" w:rsidRPr="00B65697" w:rsidRDefault="00413751" w:rsidP="007F43BD">
                      <w:pPr>
                        <w:pStyle w:val="Heading2"/>
                      </w:pPr>
                      <w:r>
                        <w:t xml:space="preserve">           </w:t>
                      </w:r>
                      <w:proofErr w:type="gramStart"/>
                      <w:r>
                        <w:t xml:space="preserve">WFLTA </w:t>
                      </w:r>
                      <w:r w:rsidR="0048031D">
                        <w:t xml:space="preserve"> 2012</w:t>
                      </w:r>
                      <w:proofErr w:type="gramEnd"/>
                      <w:r>
                        <w:t xml:space="preserve"> Fall Conference </w:t>
                      </w:r>
                    </w:p>
                  </w:txbxContent>
                </v:textbox>
                <w10:wrap type="tight" anchorx="page" anchory="page"/>
              </v:shape>
            </w:pict>
          </mc:Fallback>
        </mc:AlternateContent>
      </w:r>
      <w:r w:rsidR="00DF22C2">
        <w:rPr>
          <w:noProof/>
        </w:rPr>
        <mc:AlternateContent>
          <mc:Choice Requires="wps">
            <w:drawing>
              <wp:anchor distT="0" distB="0" distL="114300" distR="114300" simplePos="0" relativeHeight="251660528" behindDoc="0" locked="0" layoutInCell="1" allowOverlap="1" wp14:anchorId="509909DB" wp14:editId="79DACCF6">
                <wp:simplePos x="0" y="0"/>
                <wp:positionH relativeFrom="page">
                  <wp:posOffset>421005</wp:posOffset>
                </wp:positionH>
                <wp:positionV relativeFrom="page">
                  <wp:posOffset>1257300</wp:posOffset>
                </wp:positionV>
                <wp:extent cx="6985635" cy="457200"/>
                <wp:effectExtent l="0" t="0" r="0" b="0"/>
                <wp:wrapTight wrapText="bothSides">
                  <wp:wrapPolygon edited="0">
                    <wp:start x="0" y="0"/>
                    <wp:lineTo x="0" y="20400"/>
                    <wp:lineTo x="21519" y="20400"/>
                    <wp:lineTo x="21519" y="0"/>
                    <wp:lineTo x="0" y="0"/>
                  </wp:wrapPolygon>
                </wp:wrapTight>
                <wp:docPr id="276"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635" cy="457200"/>
                        </a:xfrm>
                        <a:prstGeom prst="rect">
                          <a:avLst/>
                        </a:prstGeom>
                        <a:noFill/>
                        <a:ln>
                          <a:noFill/>
                        </a:ln>
                        <a:extLst>
                          <a:ext uri="{FAA26D3D-D897-4be2-8F04-BA451C77F1D7}">
                            <ma14:placeholderFlag xmlns:ma14="http://schemas.microsoft.com/office/mac/drawingml/2011/main"/>
                          </a:ex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1753C28A" w14:textId="19AAC19A" w:rsidR="00B51C1D" w:rsidRPr="007F43BD" w:rsidRDefault="00B51C1D" w:rsidP="007F43BD">
                            <w:pPr>
                              <w:pStyle w:val="Heading2"/>
                              <w:rPr>
                                <w:sz w:val="44"/>
                                <w:szCs w:val="44"/>
                              </w:rPr>
                            </w:pPr>
                            <w:r>
                              <w:rPr>
                                <w:rFonts w:ascii="Helvetica" w:hAnsi="Helvetica" w:cs="Helvetica"/>
                                <w:sz w:val="44"/>
                                <w:szCs w:val="44"/>
                              </w:rPr>
                              <w:t>20</w:t>
                            </w:r>
                            <w:r w:rsidRPr="007F43BD">
                              <w:rPr>
                                <w:rFonts w:ascii="Helvetica" w:hAnsi="Helvetica" w:cs="Helvetica"/>
                                <w:sz w:val="44"/>
                                <w:szCs w:val="44"/>
                              </w:rPr>
                              <w:t>+ Practical Strategies You Can Use From Day One!</w:t>
                            </w:r>
                          </w:p>
                        </w:txbxContent>
                      </wps:txbx>
                      <wps:bodyPr rot="0" vert="horz"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33.15pt;margin-top:99pt;width:550.05pt;height:36pt;z-index:25166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" filled="f" stroked="f">
                <v:textbox inset="3.6pt,0,3.6pt,0">
                  <w:txbxContent>
                    <w:p w14:paraId="1753C28A" w14:textId="19AAC19A" w:rsidR="00B51C1D" w:rsidRPr="007F43BD" w:rsidRDefault="00B51C1D" w:rsidP="007F43BD">
                      <w:pPr>
                        <w:pStyle w:val="Heading2"/>
                        <w:rPr>
                          <w:sz w:val="44"/>
                          <w:szCs w:val="44"/>
                        </w:rPr>
                      </w:pPr>
                      <w:r>
                        <w:rPr>
                          <w:rFonts w:ascii="Helvetica" w:hAnsi="Helvetica" w:cs="Helvetica"/>
                          <w:sz w:val="44"/>
                          <w:szCs w:val="44"/>
                        </w:rPr>
                        <w:t>20</w:t>
                      </w:r>
                      <w:r w:rsidRPr="007F43BD">
                        <w:rPr>
                          <w:rFonts w:ascii="Helvetica" w:hAnsi="Helvetica" w:cs="Helvetica"/>
                          <w:sz w:val="44"/>
                          <w:szCs w:val="44"/>
                        </w:rPr>
                        <w:t>+ Practical Strategies You Can Use From Day One!</w:t>
                      </w:r>
                    </w:p>
                  </w:txbxContent>
                </v:textbox>
                <w10:wrap type="tight" anchorx="page" anchory="page"/>
              </v:shape>
            </w:pict>
          </mc:Fallback>
        </mc:AlternateContent>
      </w:r>
      <w:r w:rsidR="00DF22C2">
        <w:rPr>
          <w:noProof/>
        </w:rPr>
        <mc:AlternateContent>
          <mc:Choice Requires="wps">
            <w:drawing>
              <wp:anchor distT="0" distB="0" distL="114300" distR="114300" simplePos="0" relativeHeight="251658380" behindDoc="0" locked="0" layoutInCell="1" allowOverlap="1" wp14:anchorId="3C7ACF62" wp14:editId="1C5812ED">
                <wp:simplePos x="0" y="0"/>
                <wp:positionH relativeFrom="page">
                  <wp:posOffset>365760</wp:posOffset>
                </wp:positionH>
                <wp:positionV relativeFrom="page">
                  <wp:posOffset>685800</wp:posOffset>
                </wp:positionV>
                <wp:extent cx="7040880" cy="571500"/>
                <wp:effectExtent l="0" t="0" r="0" b="12700"/>
                <wp:wrapTight wrapText="bothSides">
                  <wp:wrapPolygon edited="0">
                    <wp:start x="0" y="0"/>
                    <wp:lineTo x="0" y="21120"/>
                    <wp:lineTo x="21506" y="21120"/>
                    <wp:lineTo x="21506" y="0"/>
                    <wp:lineTo x="0" y="0"/>
                  </wp:wrapPolygon>
                </wp:wrapTight>
                <wp:docPr id="229"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0880" cy="571500"/>
                        </a:xfrm>
                        <a:prstGeom prst="rect">
                          <a:avLst/>
                        </a:prstGeom>
                        <a:noFill/>
                        <a:ln>
                          <a:noFill/>
                        </a:ln>
                        <a:extLst>
                          <a:ext uri="{FAA26D3D-D897-4be2-8F04-BA451C77F1D7}">
                            <ma14:placeholderFlag xmlns:ma14="http://schemas.microsoft.com/office/mac/drawingml/2011/main"/>
                          </a:ex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2F8787A8" w14:textId="77777777" w:rsidR="00B51C1D" w:rsidRDefault="00B51C1D" w:rsidP="007F43BD">
                            <w:pPr>
                              <w:pStyle w:val="Heading1"/>
                            </w:pPr>
                            <w:r>
                              <w:rPr>
                                <w:rFonts w:ascii="Helvetica" w:hAnsi="Helvetica" w:cs="Helvetica"/>
                              </w:rPr>
                              <w:t>Leave No Learner Behind: Practical Strategies You Can Use From Day One!</w:t>
                            </w:r>
                          </w:p>
                        </w:txbxContent>
                      </wps:txbx>
                      <wps:bodyPr rot="0" vert="horz"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0" o:spid="_x0000_s1028" type="#_x0000_t202" style="position:absolute;margin-left:28.8pt;margin-top:54pt;width:554.4pt;height:45pt;z-index:2516583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" filled="f" stroked="f">
                <v:textbox inset="3.6pt,0,3.6pt,0">
                  <w:txbxContent>
                    <w:p w14:paraId="2F8787A8" w14:textId="77777777" w:rsidR="00B51C1D" w:rsidRDefault="00B51C1D" w:rsidP="007F43BD">
                      <w:pPr>
                        <w:pStyle w:val="Heading1"/>
                      </w:pPr>
                      <w:r>
                        <w:rPr>
                          <w:rFonts w:ascii="Helvetica" w:hAnsi="Helvetica" w:cs="Helvetica"/>
                        </w:rPr>
                        <w:t>Leave No Learner Behind: Practical Strategies You Can Use From Day One!</w:t>
                      </w:r>
                    </w:p>
                  </w:txbxContent>
                </v:textbox>
                <w10:wrap type="tight" anchorx="page" anchory="page"/>
              </v:shape>
            </w:pict>
          </mc:Fallback>
        </mc:AlternateContent>
      </w:r>
      <w:r w:rsidR="00A06D5A">
        <w:rPr>
          <w:noProof/>
        </w:rPr>
        <mc:AlternateContent>
          <mc:Choice Requires="wps">
            <w:drawing>
              <wp:anchor distT="0" distB="0" distL="114300" distR="114300" simplePos="0" relativeHeight="251658379" behindDoc="0" locked="0" layoutInCell="1" allowOverlap="1" wp14:anchorId="5C47E8CB" wp14:editId="420E64B3">
                <wp:simplePos x="0" y="0"/>
                <wp:positionH relativeFrom="page">
                  <wp:posOffset>588010</wp:posOffset>
                </wp:positionH>
                <wp:positionV relativeFrom="page">
                  <wp:posOffset>7023100</wp:posOffset>
                </wp:positionV>
                <wp:extent cx="3486150" cy="2120900"/>
                <wp:effectExtent l="0" t="0" r="0" b="12700"/>
                <wp:wrapNone/>
                <wp:docPr id="234" name="Rectangl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0" cy="2120900"/>
                        </a:xfrm>
                        <a:prstGeom prst="rect">
                          <a:avLst/>
                        </a:prstGeom>
                        <a:solidFill>
                          <a:schemeClr val="accent3">
                            <a:lumMod val="100000"/>
                            <a:lumOff val="0"/>
                          </a:schemeClr>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19050">
                              <a:solidFill>
                                <a:schemeClr val="accent3">
                                  <a:lumMod val="100000"/>
                                  <a:lumOff val="0"/>
                                </a:schemeClr>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a:effectLst>
                                <a:outerShdw blurRad="38100" dist="25400" dir="5400000" algn="ctr" rotWithShape="0">
                                  <a:srgbClr val="000000">
                                    <a:alpha val="35001"/>
                                  </a:srgbClr>
                                </a:outerShdw>
                              </a:effectLst>
                            </a14:hiddenEffects>
                          </a:ext>
                        </a:extLst>
                      </wps:spPr>
                      <wps:txbx>
                        <w:txbxContent>
                          <w:p w14:paraId="759F63F6" w14:textId="77777777" w:rsidR="00B51C1D" w:rsidRDefault="00B51C1D" w:rsidP="00BA693C">
                            <w:pPr>
                              <w:spacing w:after="0"/>
                            </w:pPr>
                          </w:p>
                          <w:p w14:paraId="7ECAC8A7" w14:textId="77777777" w:rsidR="00B51C1D" w:rsidRPr="00BA693C" w:rsidRDefault="00B51C1D" w:rsidP="00BA693C">
                            <w:pPr>
                              <w:spacing w:after="0"/>
                              <w:rPr>
                                <w:b/>
                                <w:color w:val="FFFFFF" w:themeColor="background1"/>
                                <w:sz w:val="26"/>
                                <w:szCs w:val="26"/>
                              </w:rPr>
                            </w:pPr>
                            <w:r w:rsidRPr="00BA693C">
                              <w:rPr>
                                <w:b/>
                                <w:color w:val="FFFFFF" w:themeColor="background1"/>
                                <w:sz w:val="26"/>
                                <w:szCs w:val="26"/>
                              </w:rPr>
                              <w:t xml:space="preserve">#5   </w:t>
                            </w:r>
                            <w:r w:rsidRPr="00BA693C">
                              <w:rPr>
                                <w:b/>
                                <w:color w:val="FFFFFF" w:themeColor="background1"/>
                                <w:sz w:val="26"/>
                                <w:szCs w:val="26"/>
                              </w:rPr>
                              <w:tab/>
                              <w:t>TPT Hold-ups</w:t>
                            </w:r>
                          </w:p>
                          <w:p w14:paraId="4480AB46" w14:textId="77777777" w:rsidR="00B51C1D" w:rsidRPr="00BA693C" w:rsidRDefault="00B51C1D" w:rsidP="00BA693C">
                            <w:pPr>
                              <w:spacing w:after="0"/>
                              <w:rPr>
                                <w:color w:val="FFFFFF" w:themeColor="background1"/>
                              </w:rPr>
                            </w:pPr>
                          </w:p>
                          <w:p w14:paraId="173778F8" w14:textId="77777777" w:rsidR="00B51C1D" w:rsidRPr="00BA693C" w:rsidRDefault="00B51C1D" w:rsidP="00BA693C">
                            <w:pPr>
                              <w:pStyle w:val="ListParagraph"/>
                              <w:numPr>
                                <w:ilvl w:val="0"/>
                                <w:numId w:val="3"/>
                              </w:numPr>
                              <w:rPr>
                                <w:color w:val="FFFFFF" w:themeColor="background1"/>
                              </w:rPr>
                            </w:pPr>
                            <w:r w:rsidRPr="00BA693C">
                              <w:rPr>
                                <w:color w:val="FFFFFF" w:themeColor="background1"/>
                              </w:rPr>
                              <w:t>Selected-response Hold-ups</w:t>
                            </w:r>
                          </w:p>
                          <w:p w14:paraId="46288215" w14:textId="77777777" w:rsidR="00B51C1D" w:rsidRPr="00BA693C" w:rsidRDefault="00B51C1D" w:rsidP="00BA693C">
                            <w:pPr>
                              <w:pStyle w:val="ListParagraph"/>
                              <w:numPr>
                                <w:ilvl w:val="0"/>
                                <w:numId w:val="3"/>
                              </w:numPr>
                              <w:rPr>
                                <w:color w:val="FFFFFF" w:themeColor="background1"/>
                              </w:rPr>
                            </w:pPr>
                            <w:r w:rsidRPr="00BA693C">
                              <w:rPr>
                                <w:color w:val="FFFFFF" w:themeColor="background1"/>
                              </w:rPr>
                              <w:t>Number Card Hold-Ups</w:t>
                            </w:r>
                          </w:p>
                          <w:p w14:paraId="1B133E1E" w14:textId="77777777" w:rsidR="00B51C1D" w:rsidRPr="00BA693C" w:rsidRDefault="00B51C1D" w:rsidP="00BA693C">
                            <w:pPr>
                              <w:pStyle w:val="ListParagraph"/>
                              <w:numPr>
                                <w:ilvl w:val="0"/>
                                <w:numId w:val="3"/>
                              </w:numPr>
                              <w:rPr>
                                <w:color w:val="FFFFFF" w:themeColor="background1"/>
                              </w:rPr>
                            </w:pPr>
                            <w:r w:rsidRPr="00BA693C">
                              <w:rPr>
                                <w:color w:val="FFFFFF" w:themeColor="background1"/>
                              </w:rPr>
                              <w:t>True/Not True Hold-Ups</w:t>
                            </w:r>
                          </w:p>
                          <w:p w14:paraId="4C42BA3F" w14:textId="77777777" w:rsidR="00B51C1D" w:rsidRPr="00BA693C" w:rsidRDefault="00B51C1D" w:rsidP="00BA693C">
                            <w:pPr>
                              <w:pStyle w:val="ListParagraph"/>
                              <w:numPr>
                                <w:ilvl w:val="0"/>
                                <w:numId w:val="3"/>
                              </w:numPr>
                              <w:rPr>
                                <w:color w:val="FFFFFF" w:themeColor="background1"/>
                              </w:rPr>
                            </w:pPr>
                            <w:r w:rsidRPr="00BA693C">
                              <w:rPr>
                                <w:color w:val="FFFFFF" w:themeColor="background1"/>
                              </w:rPr>
                              <w:t>Multiple-Choice Hold-ups</w:t>
                            </w:r>
                          </w:p>
                          <w:p w14:paraId="36EFE951" w14:textId="77777777" w:rsidR="00B51C1D" w:rsidRPr="00BA693C" w:rsidRDefault="00B51C1D" w:rsidP="00BA693C">
                            <w:pPr>
                              <w:pStyle w:val="ListParagraph"/>
                              <w:numPr>
                                <w:ilvl w:val="0"/>
                                <w:numId w:val="3"/>
                              </w:numPr>
                              <w:rPr>
                                <w:color w:val="FFFFFF" w:themeColor="background1"/>
                              </w:rPr>
                            </w:pPr>
                            <w:r w:rsidRPr="00BA693C">
                              <w:rPr>
                                <w:color w:val="FFFFFF" w:themeColor="background1"/>
                              </w:rPr>
                              <w:t>Whiteboard Hold-ups</w:t>
                            </w:r>
                          </w:p>
                          <w:p w14:paraId="2CD68784" w14:textId="77777777" w:rsidR="00B51C1D" w:rsidRDefault="00B51C1D" w:rsidP="00BA693C">
                            <w:pPr>
                              <w:jc w:val="cente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9" o:spid="_x0000_s1029" style="position:absolute;margin-left:46.3pt;margin-top:553pt;width:274.5pt;height:167pt;z-index:25165837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" fillcolor="#669 [3206]" stroked="f" strokecolor="#669 [3206]" strokeweight="1.5pt">
                <v:shadow opacity="22938f" mv:blur="38100f" offset="0,2pt"/>
                <v:textbox inset=",7.2pt,,7.2pt">
                  <w:txbxContent>
                    <w:p w14:paraId="759F63F6" w14:textId="77777777" w:rsidR="00B51C1D" w:rsidRDefault="00B51C1D" w:rsidP="00BA693C">
                      <w:pPr>
                        <w:spacing w:after="0"/>
                      </w:pPr>
                    </w:p>
                    <w:p w14:paraId="7ECAC8A7" w14:textId="77777777" w:rsidR="00B51C1D" w:rsidRPr="00BA693C" w:rsidRDefault="00B51C1D" w:rsidP="00BA693C">
                      <w:pPr>
                        <w:spacing w:after="0"/>
                        <w:rPr>
                          <w:b/>
                          <w:color w:val="FFFFFF" w:themeColor="background1"/>
                          <w:sz w:val="26"/>
                          <w:szCs w:val="26"/>
                        </w:rPr>
                      </w:pPr>
                      <w:r w:rsidRPr="00BA693C">
                        <w:rPr>
                          <w:b/>
                          <w:color w:val="FFFFFF" w:themeColor="background1"/>
                          <w:sz w:val="26"/>
                          <w:szCs w:val="26"/>
                        </w:rPr>
                        <w:t xml:space="preserve">#5   </w:t>
                      </w:r>
                      <w:r w:rsidRPr="00BA693C">
                        <w:rPr>
                          <w:b/>
                          <w:color w:val="FFFFFF" w:themeColor="background1"/>
                          <w:sz w:val="26"/>
                          <w:szCs w:val="26"/>
                        </w:rPr>
                        <w:tab/>
                        <w:t>TPT Hold-ups</w:t>
                      </w:r>
                    </w:p>
                    <w:p w14:paraId="4480AB46" w14:textId="77777777" w:rsidR="00B51C1D" w:rsidRPr="00BA693C" w:rsidRDefault="00B51C1D" w:rsidP="00BA693C">
                      <w:pPr>
                        <w:spacing w:after="0"/>
                        <w:rPr>
                          <w:color w:val="FFFFFF" w:themeColor="background1"/>
                        </w:rPr>
                      </w:pPr>
                    </w:p>
                    <w:p w14:paraId="173778F8" w14:textId="77777777" w:rsidR="00B51C1D" w:rsidRPr="00BA693C" w:rsidRDefault="00B51C1D" w:rsidP="00BA693C">
                      <w:pPr>
                        <w:pStyle w:val="ListParagraph"/>
                        <w:numPr>
                          <w:ilvl w:val="0"/>
                          <w:numId w:val="3"/>
                        </w:numPr>
                        <w:rPr>
                          <w:color w:val="FFFFFF" w:themeColor="background1"/>
                        </w:rPr>
                      </w:pPr>
                      <w:r w:rsidRPr="00BA693C">
                        <w:rPr>
                          <w:color w:val="FFFFFF" w:themeColor="background1"/>
                        </w:rPr>
                        <w:t>Selected-response Hold-ups</w:t>
                      </w:r>
                    </w:p>
                    <w:p w14:paraId="46288215" w14:textId="77777777" w:rsidR="00B51C1D" w:rsidRPr="00BA693C" w:rsidRDefault="00B51C1D" w:rsidP="00BA693C">
                      <w:pPr>
                        <w:pStyle w:val="ListParagraph"/>
                        <w:numPr>
                          <w:ilvl w:val="0"/>
                          <w:numId w:val="3"/>
                        </w:numPr>
                        <w:rPr>
                          <w:color w:val="FFFFFF" w:themeColor="background1"/>
                        </w:rPr>
                      </w:pPr>
                      <w:r w:rsidRPr="00BA693C">
                        <w:rPr>
                          <w:color w:val="FFFFFF" w:themeColor="background1"/>
                        </w:rPr>
                        <w:t>Number Card Hold-Ups</w:t>
                      </w:r>
                    </w:p>
                    <w:p w14:paraId="1B133E1E" w14:textId="77777777" w:rsidR="00B51C1D" w:rsidRPr="00BA693C" w:rsidRDefault="00B51C1D" w:rsidP="00BA693C">
                      <w:pPr>
                        <w:pStyle w:val="ListParagraph"/>
                        <w:numPr>
                          <w:ilvl w:val="0"/>
                          <w:numId w:val="3"/>
                        </w:numPr>
                        <w:rPr>
                          <w:color w:val="FFFFFF" w:themeColor="background1"/>
                        </w:rPr>
                      </w:pPr>
                      <w:r w:rsidRPr="00BA693C">
                        <w:rPr>
                          <w:color w:val="FFFFFF" w:themeColor="background1"/>
                        </w:rPr>
                        <w:t>True/Not True Hold-Ups</w:t>
                      </w:r>
                    </w:p>
                    <w:p w14:paraId="4C42BA3F" w14:textId="77777777" w:rsidR="00B51C1D" w:rsidRPr="00BA693C" w:rsidRDefault="00B51C1D" w:rsidP="00BA693C">
                      <w:pPr>
                        <w:pStyle w:val="ListParagraph"/>
                        <w:numPr>
                          <w:ilvl w:val="0"/>
                          <w:numId w:val="3"/>
                        </w:numPr>
                        <w:rPr>
                          <w:color w:val="FFFFFF" w:themeColor="background1"/>
                        </w:rPr>
                      </w:pPr>
                      <w:r w:rsidRPr="00BA693C">
                        <w:rPr>
                          <w:color w:val="FFFFFF" w:themeColor="background1"/>
                        </w:rPr>
                        <w:t>Multiple-Choice Hold-ups</w:t>
                      </w:r>
                    </w:p>
                    <w:p w14:paraId="36EFE951" w14:textId="77777777" w:rsidR="00B51C1D" w:rsidRPr="00BA693C" w:rsidRDefault="00B51C1D" w:rsidP="00BA693C">
                      <w:pPr>
                        <w:pStyle w:val="ListParagraph"/>
                        <w:numPr>
                          <w:ilvl w:val="0"/>
                          <w:numId w:val="3"/>
                        </w:numPr>
                        <w:rPr>
                          <w:color w:val="FFFFFF" w:themeColor="background1"/>
                        </w:rPr>
                      </w:pPr>
                      <w:r w:rsidRPr="00BA693C">
                        <w:rPr>
                          <w:color w:val="FFFFFF" w:themeColor="background1"/>
                        </w:rPr>
                        <w:t>Whiteboard Hold-ups</w:t>
                      </w:r>
                    </w:p>
                    <w:p w14:paraId="2CD68784" w14:textId="77777777" w:rsidR="00B51C1D" w:rsidRDefault="00B51C1D" w:rsidP="00BA693C">
                      <w:pPr>
                        <w:jc w:val="center"/>
                      </w:pPr>
                    </w:p>
                  </w:txbxContent>
                </v:textbox>
                <w10:wrap anchorx="page" anchory="page"/>
              </v:rect>
            </w:pict>
          </mc:Fallback>
        </mc:AlternateContent>
      </w:r>
      <w:r w:rsidR="00EF2192">
        <w:rPr>
          <w:noProof/>
        </w:rPr>
        <mc:AlternateContent>
          <mc:Choice Requires="wps">
            <w:drawing>
              <wp:anchor distT="0" distB="0" distL="114300" distR="114300" simplePos="0" relativeHeight="251658439" behindDoc="0" locked="0" layoutInCell="1" allowOverlap="1" wp14:anchorId="72788E09" wp14:editId="4A9AE0B9">
                <wp:simplePos x="0" y="0"/>
                <wp:positionH relativeFrom="page">
                  <wp:posOffset>588010</wp:posOffset>
                </wp:positionH>
                <wp:positionV relativeFrom="page">
                  <wp:posOffset>1849755</wp:posOffset>
                </wp:positionV>
                <wp:extent cx="3486150" cy="1905635"/>
                <wp:effectExtent l="0" t="0" r="19050" b="24765"/>
                <wp:wrapTight wrapText="bothSides">
                  <wp:wrapPolygon edited="0">
                    <wp:start x="0" y="0"/>
                    <wp:lineTo x="0" y="21593"/>
                    <wp:lineTo x="21561" y="21593"/>
                    <wp:lineTo x="21561" y="0"/>
                    <wp:lineTo x="0" y="0"/>
                  </wp:wrapPolygon>
                </wp:wrapTight>
                <wp:docPr id="231"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6150" cy="1905635"/>
                        </a:xfrm>
                        <a:prstGeom prst="rect">
                          <a:avLst/>
                        </a:prstGeom>
                        <a:noFill/>
                        <a:ln>
                          <a:noFill/>
                        </a:ln>
                        <a:extLst>
                          <a:ext uri="{FAA26D3D-D897-4be2-8F04-BA451C77F1D7}">
                            <ma14:placeholderFlag xmlns:ma14="http://schemas.microsoft.com/office/mac/drawingml/2011/main"/>
                          </a:ext>
                          <a:ext uri="{C572A759-6A51-4108-AA02-DFA0A04FC94B}">
                            <ma14:wrappingTextBoxFlag xmlns:ma14="http://schemas.microsoft.com/office/mac/drawingml/2011/main" val="1"/>
                          </a:ex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451DFC7E" w14:textId="77777777" w:rsidR="00B51C1D" w:rsidRDefault="00B51C1D" w:rsidP="007F43BD">
                            <w:pPr>
                              <w:pStyle w:val="BodyText"/>
                            </w:pPr>
                            <w:r>
                              <w:t xml:space="preserve">The authors of </w:t>
                            </w:r>
                            <w:r>
                              <w:rPr>
                                <w:u w:val="single"/>
                              </w:rPr>
                              <w:t>Total Participation Techniques:</w:t>
                            </w:r>
                            <w:r w:rsidRPr="00577C69">
                              <w:t xml:space="preserve"> Making every student</w:t>
                            </w:r>
                            <w:r>
                              <w:t xml:space="preserve"> an active learner, provide 37 + strategies designed to engage all learners from day one. This presentation will examine four categories and will provide basic information that you can take back to your STARTALK classrooms and use from day one!  We hope you will investigate this resource further as it is full of helpful strategies!</w:t>
                            </w:r>
                          </w:p>
                          <w:p w14:paraId="2A6C442B" w14:textId="77777777" w:rsidR="00B51C1D" w:rsidRDefault="00B51C1D" w:rsidP="007F43BD">
                            <w:pPr>
                              <w:pStyle w:val="BodyText"/>
                            </w:pPr>
                          </w:p>
                          <w:p w14:paraId="167FE9A9" w14:textId="77777777" w:rsidR="00B51C1D" w:rsidRPr="00577C69" w:rsidRDefault="00B51C1D" w:rsidP="007F43BD">
                            <w:pPr>
                              <w:pStyle w:val="BodyTex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00" o:spid="_x0000_s1030" type="#_x0000_t202" style="position:absolute;margin-left:46.3pt;margin-top:145.65pt;width:274.5pt;height:150.05pt;z-index:2516584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" mv:complextextbox="1" filled="f" stroked="f">
                <v:textbox inset="0,0,0,0">
                  <w:txbxContent>
                    <w:p w14:paraId="451DFC7E" w14:textId="77777777" w:rsidR="00B51C1D" w:rsidRDefault="00B51C1D" w:rsidP="007F43BD">
                      <w:pPr>
                        <w:pStyle w:val="BodyText"/>
                      </w:pPr>
                      <w:r>
                        <w:t xml:space="preserve">The authors of </w:t>
                      </w:r>
                      <w:r>
                        <w:rPr>
                          <w:u w:val="single"/>
                        </w:rPr>
                        <w:t>Total Participation Techniques:</w:t>
                      </w:r>
                      <w:r w:rsidRPr="00577C69">
                        <w:t xml:space="preserve"> Making every student</w:t>
                      </w:r>
                      <w:r>
                        <w:t xml:space="preserve"> an active learner, provide 37 + strategies designed to engage all learners from day one. This presentation will examine four categories and will provide basic information that you can take back to your STARTALK classrooms and use from day one!  We hope you will investigate this resource further as it is full of helpful strategies!</w:t>
                      </w:r>
                    </w:p>
                    <w:p w14:paraId="2A6C442B" w14:textId="77777777" w:rsidR="00B51C1D" w:rsidRDefault="00B51C1D" w:rsidP="007F43BD">
                      <w:pPr>
                        <w:pStyle w:val="BodyText"/>
                      </w:pPr>
                    </w:p>
                    <w:p w14:paraId="167FE9A9" w14:textId="77777777" w:rsidR="00B51C1D" w:rsidRPr="00577C69" w:rsidRDefault="00B51C1D" w:rsidP="007F43BD">
                      <w:pPr>
                        <w:pStyle w:val="BodyText"/>
                      </w:pPr>
                    </w:p>
                  </w:txbxContent>
                </v:textbox>
                <w10:wrap type="tight" anchorx="page" anchory="page"/>
              </v:shape>
            </w:pict>
          </mc:Fallback>
        </mc:AlternateContent>
      </w:r>
      <w:r w:rsidR="00BA693C">
        <w:rPr>
          <w:noProof/>
        </w:rPr>
        <mc:AlternateContent>
          <mc:Choice Requires="wps">
            <w:drawing>
              <wp:anchor distT="0" distB="0" distL="114300" distR="114300" simplePos="0" relativeHeight="251658378" behindDoc="0" locked="0" layoutInCell="1" allowOverlap="1" wp14:anchorId="0AF243A0" wp14:editId="2B405D56">
                <wp:simplePos x="0" y="0"/>
                <wp:positionH relativeFrom="page">
                  <wp:posOffset>588010</wp:posOffset>
                </wp:positionH>
                <wp:positionV relativeFrom="page">
                  <wp:posOffset>3755390</wp:posOffset>
                </wp:positionV>
                <wp:extent cx="3486150" cy="3034877"/>
                <wp:effectExtent l="0" t="0" r="0" b="0"/>
                <wp:wrapNone/>
                <wp:docPr id="226"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0" cy="3034877"/>
                        </a:xfrm>
                        <a:prstGeom prst="rect">
                          <a:avLst/>
                        </a:prstGeom>
                        <a:solidFill>
                          <a:schemeClr val="accent4">
                            <a:lumMod val="100000"/>
                            <a:lumOff val="0"/>
                          </a:schemeClr>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1905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a:effectLst>
                                <a:outerShdw blurRad="38100" dist="25400" dir="5400000" algn="ctr" rotWithShape="0">
                                  <a:srgbClr val="000000">
                                    <a:alpha val="35001"/>
                                  </a:srgbClr>
                                </a:outerShdw>
                              </a:effectLst>
                            </a14:hiddenEffects>
                          </a:ext>
                        </a:extLst>
                      </wps:spPr>
                      <wps:txbx>
                        <w:txbxContent>
                          <w:p w14:paraId="13CADFDD" w14:textId="77777777" w:rsidR="00B51C1D" w:rsidRPr="00BA693C" w:rsidRDefault="00B51C1D" w:rsidP="00496F1C">
                            <w:pPr>
                              <w:spacing w:after="0"/>
                              <w:rPr>
                                <w:b/>
                                <w:color w:val="FFFFFF" w:themeColor="background1"/>
                                <w:sz w:val="26"/>
                                <w:szCs w:val="26"/>
                              </w:rPr>
                            </w:pPr>
                            <w:r w:rsidRPr="00BA693C">
                              <w:rPr>
                                <w:b/>
                                <w:color w:val="FFFFFF" w:themeColor="background1"/>
                                <w:sz w:val="26"/>
                                <w:szCs w:val="26"/>
                              </w:rPr>
                              <w:t xml:space="preserve">#4   </w:t>
                            </w:r>
                            <w:r w:rsidRPr="00BA693C">
                              <w:rPr>
                                <w:b/>
                                <w:color w:val="FFFFFF" w:themeColor="background1"/>
                                <w:sz w:val="26"/>
                                <w:szCs w:val="26"/>
                              </w:rPr>
                              <w:tab/>
                              <w:t>On-the-spot TPTs</w:t>
                            </w:r>
                          </w:p>
                          <w:p w14:paraId="68FACC98" w14:textId="77777777" w:rsidR="00B51C1D" w:rsidRPr="00BA693C" w:rsidRDefault="00B51C1D" w:rsidP="00496F1C">
                            <w:pPr>
                              <w:spacing w:after="0"/>
                              <w:rPr>
                                <w:color w:val="FFFFFF" w:themeColor="background1"/>
                                <w:sz w:val="26"/>
                                <w:szCs w:val="26"/>
                              </w:rPr>
                            </w:pPr>
                          </w:p>
                          <w:p w14:paraId="7887D39C"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Think-Pair-share</w:t>
                            </w:r>
                          </w:p>
                          <w:p w14:paraId="0DCDF333"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Quick-Writes</w:t>
                            </w:r>
                          </w:p>
                          <w:p w14:paraId="30F791D1"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Quick-draws</w:t>
                            </w:r>
                          </w:p>
                          <w:p w14:paraId="24A1D1CC"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Chalkboard splash</w:t>
                            </w:r>
                          </w:p>
                          <w:p w14:paraId="6EFA54E6"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Thumbs-up when ready</w:t>
                            </w:r>
                          </w:p>
                          <w:p w14:paraId="1497FAF0"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Processing cards</w:t>
                            </w:r>
                          </w:p>
                          <w:p w14:paraId="25827493"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Similes</w:t>
                            </w:r>
                          </w:p>
                          <w:p w14:paraId="18BEE566"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Ranking</w:t>
                            </w:r>
                          </w:p>
                          <w:p w14:paraId="6E734428"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Numbered heads together</w:t>
                            </w:r>
                          </w:p>
                          <w:p w14:paraId="570AA505"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Thumbs Up/Down vote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8" o:spid="_x0000_s1031" style="position:absolute;margin-left:46.3pt;margin-top:295.7pt;width:274.5pt;height:238.95pt;z-index:25165837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" fillcolor="#996 [3207]" stroked="f" strokecolor="#4a7ebb" strokeweight="1.5pt">
                <v:shadow opacity="22938f" mv:blur="38100f" offset="0,2pt"/>
                <v:textbox inset=",7.2pt,,7.2pt">
                  <w:txbxContent>
                    <w:p w14:paraId="13CADFDD" w14:textId="77777777" w:rsidR="00B51C1D" w:rsidRPr="00BA693C" w:rsidRDefault="00B51C1D" w:rsidP="00496F1C">
                      <w:pPr>
                        <w:spacing w:after="0"/>
                        <w:rPr>
                          <w:b/>
                          <w:color w:val="FFFFFF" w:themeColor="background1"/>
                          <w:sz w:val="26"/>
                          <w:szCs w:val="26"/>
                        </w:rPr>
                      </w:pPr>
                      <w:r w:rsidRPr="00BA693C">
                        <w:rPr>
                          <w:b/>
                          <w:color w:val="FFFFFF" w:themeColor="background1"/>
                          <w:sz w:val="26"/>
                          <w:szCs w:val="26"/>
                        </w:rPr>
                        <w:t xml:space="preserve">#4   </w:t>
                      </w:r>
                      <w:r w:rsidRPr="00BA693C">
                        <w:rPr>
                          <w:b/>
                          <w:color w:val="FFFFFF" w:themeColor="background1"/>
                          <w:sz w:val="26"/>
                          <w:szCs w:val="26"/>
                        </w:rPr>
                        <w:tab/>
                        <w:t>On-the-spot TPTs</w:t>
                      </w:r>
                    </w:p>
                    <w:p w14:paraId="68FACC98" w14:textId="77777777" w:rsidR="00B51C1D" w:rsidRPr="00BA693C" w:rsidRDefault="00B51C1D" w:rsidP="00496F1C">
                      <w:pPr>
                        <w:spacing w:after="0"/>
                        <w:rPr>
                          <w:color w:val="FFFFFF" w:themeColor="background1"/>
                          <w:sz w:val="26"/>
                          <w:szCs w:val="26"/>
                        </w:rPr>
                      </w:pPr>
                    </w:p>
                    <w:p w14:paraId="7887D39C"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Think-Pair-share</w:t>
                      </w:r>
                    </w:p>
                    <w:p w14:paraId="0DCDF333"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Quick-Writes</w:t>
                      </w:r>
                    </w:p>
                    <w:p w14:paraId="30F791D1"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Quick-draws</w:t>
                      </w:r>
                    </w:p>
                    <w:p w14:paraId="24A1D1CC"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Chalkboard splash</w:t>
                      </w:r>
                    </w:p>
                    <w:p w14:paraId="6EFA54E6"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Thumbs-up when ready</w:t>
                      </w:r>
                    </w:p>
                    <w:p w14:paraId="1497FAF0"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Processing cards</w:t>
                      </w:r>
                    </w:p>
                    <w:p w14:paraId="25827493"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Similes</w:t>
                      </w:r>
                    </w:p>
                    <w:p w14:paraId="18BEE566"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Ranking</w:t>
                      </w:r>
                    </w:p>
                    <w:p w14:paraId="6E734428"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Numbered heads together</w:t>
                      </w:r>
                    </w:p>
                    <w:p w14:paraId="570AA505"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Thumbs Up/Down vote</w:t>
                      </w:r>
                    </w:p>
                  </w:txbxContent>
                </v:textbox>
                <w10:wrap anchorx="page" anchory="page"/>
              </v:rect>
            </w:pict>
          </mc:Fallback>
        </mc:AlternateContent>
      </w:r>
      <w:r w:rsidR="00BA693C">
        <w:rPr>
          <w:noProof/>
        </w:rPr>
        <mc:AlternateContent>
          <mc:Choice Requires="wps">
            <w:drawing>
              <wp:anchor distT="0" distB="0" distL="114300" distR="114300" simplePos="0" relativeHeight="251658377" behindDoc="0" locked="0" layoutInCell="1" allowOverlap="1" wp14:anchorId="0DB1BD32" wp14:editId="76B3EB6C">
                <wp:simplePos x="0" y="0"/>
                <wp:positionH relativeFrom="page">
                  <wp:posOffset>4229100</wp:posOffset>
                </wp:positionH>
                <wp:positionV relativeFrom="page">
                  <wp:posOffset>5727700</wp:posOffset>
                </wp:positionV>
                <wp:extent cx="3177540" cy="3416300"/>
                <wp:effectExtent l="0" t="0" r="0" b="12700"/>
                <wp:wrapNone/>
                <wp:docPr id="227"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7540" cy="3416300"/>
                        </a:xfrm>
                        <a:prstGeom prst="rect">
                          <a:avLst/>
                        </a:prstGeom>
                        <a:solidFill>
                          <a:schemeClr val="accent1">
                            <a:lumMod val="100000"/>
                            <a:lumOff val="0"/>
                          </a:schemeClr>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1905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a:effectLst>
                                <a:outerShdw blurRad="38100" dist="25400" dir="5400000" algn="ctr" rotWithShape="0">
                                  <a:srgbClr val="000000">
                                    <a:alpha val="35001"/>
                                  </a:srgbClr>
                                </a:outerShdw>
                              </a:effectLst>
                            </a14:hiddenEffects>
                          </a:ext>
                        </a:extLst>
                      </wps:spPr>
                      <wps:txbx>
                        <w:txbxContent>
                          <w:p w14:paraId="1CB07D4D" w14:textId="673C86D9" w:rsidR="00B51C1D" w:rsidRPr="00BA693C" w:rsidRDefault="00B51C1D" w:rsidP="00BA693C">
                            <w:pPr>
                              <w:spacing w:after="0"/>
                              <w:rPr>
                                <w:b/>
                                <w:color w:val="FFFFFF" w:themeColor="background1"/>
                                <w:sz w:val="26"/>
                                <w:szCs w:val="26"/>
                              </w:rPr>
                            </w:pPr>
                            <w:r w:rsidRPr="00BA693C">
                              <w:rPr>
                                <w:b/>
                                <w:color w:val="FFFFFF" w:themeColor="background1"/>
                                <w:sz w:val="26"/>
                                <w:szCs w:val="26"/>
                              </w:rPr>
                              <w:t>#6</w:t>
                            </w:r>
                            <w:r w:rsidRPr="00BA693C">
                              <w:rPr>
                                <w:b/>
                                <w:color w:val="FFFFFF" w:themeColor="background1"/>
                                <w:sz w:val="26"/>
                                <w:szCs w:val="26"/>
                              </w:rPr>
                              <w:tab/>
                              <w:t>TPT</w:t>
                            </w:r>
                            <w:r w:rsidR="0048031D">
                              <w:rPr>
                                <w:b/>
                                <w:color w:val="FFFFFF" w:themeColor="background1"/>
                                <w:sz w:val="26"/>
                                <w:szCs w:val="26"/>
                              </w:rPr>
                              <w:t>s</w:t>
                            </w:r>
                            <w:r w:rsidRPr="00BA693C">
                              <w:rPr>
                                <w:b/>
                                <w:color w:val="FFFFFF" w:themeColor="background1"/>
                                <w:sz w:val="26"/>
                                <w:szCs w:val="26"/>
                              </w:rPr>
                              <w:t xml:space="preserve"> Involving Movement</w:t>
                            </w:r>
                          </w:p>
                          <w:p w14:paraId="39C3AE8B" w14:textId="77777777" w:rsidR="00B51C1D" w:rsidRPr="00BA693C" w:rsidRDefault="00B51C1D" w:rsidP="00BA693C">
                            <w:pPr>
                              <w:spacing w:after="0"/>
                              <w:rPr>
                                <w:color w:val="FFFFFF" w:themeColor="background1"/>
                              </w:rPr>
                            </w:pPr>
                          </w:p>
                          <w:p w14:paraId="230BCD7C"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Line-Ups and Inside-Outside Circles</w:t>
                            </w:r>
                          </w:p>
                          <w:p w14:paraId="16D6D05C"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Three 3’s in a Row</w:t>
                            </w:r>
                          </w:p>
                          <w:p w14:paraId="4A0429BF"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Networking Sessions</w:t>
                            </w:r>
                          </w:p>
                          <w:p w14:paraId="1CC25370"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Categorizing and Sorting</w:t>
                            </w:r>
                          </w:p>
                          <w:p w14:paraId="6607BB5D"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Appointment Agendas</w:t>
                            </w:r>
                          </w:p>
                          <w:p w14:paraId="51ABCA28"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Bounce Cards</w:t>
                            </w:r>
                          </w:p>
                          <w:p w14:paraId="46774589"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Mouth It, Air Write it, or Show Me Using Your Fingers</w:t>
                            </w:r>
                          </w:p>
                          <w:p w14:paraId="68B36CE9"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Acting It Out, Role-Plays, and Concept Charades</w:t>
                            </w:r>
                          </w:p>
                          <w:p w14:paraId="4666262C"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Simulations</w:t>
                            </w:r>
                          </w:p>
                          <w:p w14:paraId="57D345AB"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Cut-and-Pastes</w:t>
                            </w:r>
                          </w:p>
                          <w:p w14:paraId="5F24893C"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TPTs During the Read- Aloud</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7" o:spid="_x0000_s1032" style="position:absolute;margin-left:333pt;margin-top:451pt;width:250.2pt;height:269pt;z-index:25165837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" fillcolor="#636 [3204]" stroked="f" strokecolor="#4a7ebb" strokeweight="1.5pt">
                <v:shadow opacity="22938f" mv:blur="38100f" offset="0,2pt"/>
                <v:textbox inset=",7.2pt,,7.2pt">
                  <w:txbxContent>
                    <w:p w14:paraId="1CB07D4D" w14:textId="673C86D9" w:rsidR="00B51C1D" w:rsidRPr="00BA693C" w:rsidRDefault="00B51C1D" w:rsidP="00BA693C">
                      <w:pPr>
                        <w:spacing w:after="0"/>
                        <w:rPr>
                          <w:b/>
                          <w:color w:val="FFFFFF" w:themeColor="background1"/>
                          <w:sz w:val="26"/>
                          <w:szCs w:val="26"/>
                        </w:rPr>
                      </w:pPr>
                      <w:r w:rsidRPr="00BA693C">
                        <w:rPr>
                          <w:b/>
                          <w:color w:val="FFFFFF" w:themeColor="background1"/>
                          <w:sz w:val="26"/>
                          <w:szCs w:val="26"/>
                        </w:rPr>
                        <w:t>#6</w:t>
                      </w:r>
                      <w:r w:rsidRPr="00BA693C">
                        <w:rPr>
                          <w:b/>
                          <w:color w:val="FFFFFF" w:themeColor="background1"/>
                          <w:sz w:val="26"/>
                          <w:szCs w:val="26"/>
                        </w:rPr>
                        <w:tab/>
                        <w:t>TPT</w:t>
                      </w:r>
                      <w:r w:rsidR="0048031D">
                        <w:rPr>
                          <w:b/>
                          <w:color w:val="FFFFFF" w:themeColor="background1"/>
                          <w:sz w:val="26"/>
                          <w:szCs w:val="26"/>
                        </w:rPr>
                        <w:t>s</w:t>
                      </w:r>
                      <w:r w:rsidRPr="00BA693C">
                        <w:rPr>
                          <w:b/>
                          <w:color w:val="FFFFFF" w:themeColor="background1"/>
                          <w:sz w:val="26"/>
                          <w:szCs w:val="26"/>
                        </w:rPr>
                        <w:t xml:space="preserve"> Involving Movement</w:t>
                      </w:r>
                    </w:p>
                    <w:p w14:paraId="39C3AE8B" w14:textId="77777777" w:rsidR="00B51C1D" w:rsidRPr="00BA693C" w:rsidRDefault="00B51C1D" w:rsidP="00BA693C">
                      <w:pPr>
                        <w:spacing w:after="0"/>
                        <w:rPr>
                          <w:color w:val="FFFFFF" w:themeColor="background1"/>
                        </w:rPr>
                      </w:pPr>
                    </w:p>
                    <w:p w14:paraId="230BCD7C"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Line-Ups and Inside-Outside Circles</w:t>
                      </w:r>
                    </w:p>
                    <w:p w14:paraId="16D6D05C"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Three 3’s in a Row</w:t>
                      </w:r>
                    </w:p>
                    <w:p w14:paraId="4A0429BF"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Networking Sessions</w:t>
                      </w:r>
                    </w:p>
                    <w:p w14:paraId="1CC25370"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Categorizing and Sorting</w:t>
                      </w:r>
                    </w:p>
                    <w:p w14:paraId="6607BB5D"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Appointment Agendas</w:t>
                      </w:r>
                    </w:p>
                    <w:p w14:paraId="51ABCA28"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Bounce Cards</w:t>
                      </w:r>
                    </w:p>
                    <w:p w14:paraId="46774589"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Mouth It, Air Write it, or Show Me Using Your Fingers</w:t>
                      </w:r>
                    </w:p>
                    <w:p w14:paraId="68B36CE9"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Acting It Out, Role-Plays, and Concept Charades</w:t>
                      </w:r>
                    </w:p>
                    <w:p w14:paraId="4666262C"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Simulations</w:t>
                      </w:r>
                    </w:p>
                    <w:p w14:paraId="57D345AB"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Cut-and-Pastes</w:t>
                      </w:r>
                    </w:p>
                    <w:p w14:paraId="5F24893C"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TPTs During the Read- Aloud</w:t>
                      </w:r>
                    </w:p>
                  </w:txbxContent>
                </v:textbox>
                <w10:wrap anchorx="page" anchory="page"/>
              </v:rect>
            </w:pict>
          </mc:Fallback>
        </mc:AlternateContent>
      </w:r>
      <w:r w:rsidR="00577C69">
        <w:rPr>
          <w:noProof/>
        </w:rPr>
        <mc:AlternateContent>
          <mc:Choice Requires="wps">
            <w:drawing>
              <wp:anchor distT="0" distB="0" distL="114300" distR="114300" simplePos="0" relativeHeight="251658384" behindDoc="0" locked="0" layoutInCell="1" allowOverlap="1" wp14:anchorId="643F6452" wp14:editId="6B13875A">
                <wp:simplePos x="0" y="0"/>
                <wp:positionH relativeFrom="page">
                  <wp:posOffset>4471670</wp:posOffset>
                </wp:positionH>
                <wp:positionV relativeFrom="page">
                  <wp:posOffset>5156200</wp:posOffset>
                </wp:positionV>
                <wp:extent cx="2744470" cy="457200"/>
                <wp:effectExtent l="0" t="0" r="24130" b="0"/>
                <wp:wrapNone/>
                <wp:docPr id="228" name="Text Box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457200"/>
                        </a:xfrm>
                        <a:prstGeom prst="rect">
                          <a:avLst/>
                        </a:prstGeom>
                        <a:noFill/>
                        <a:ln>
                          <a:noFill/>
                        </a:ln>
                        <a:extLst>
                          <a:ext uri="{FAA26D3D-D897-4be2-8F04-BA451C77F1D7}">
                            <ma14:placeholderFlag xmlns:ma14="http://schemas.microsoft.com/office/mac/drawingml/2011/main"/>
                          </a:ex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359A6DD3" w14:textId="33C36C03" w:rsidR="00B51C1D" w:rsidRPr="007F43BD" w:rsidRDefault="00B51C1D" w:rsidP="007F43BD">
                            <w:pPr>
                              <w:pStyle w:val="Symbol"/>
                              <w:rPr>
                                <w:color w:val="CF9FCF" w:themeColor="accent1" w:themeTint="66"/>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4" o:spid="_x0000_s1033" type="#_x0000_t202" style="position:absolute;margin-left:352.1pt;margin-top:406pt;width:216.1pt;height:36pt;z-index:251658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" filled="f" stroked="f">
                <v:textbox inset="0,0,0,0">
                  <w:txbxContent>
                    <w:p w14:paraId="359A6DD3" w14:textId="33C36C03" w:rsidR="00B51C1D" w:rsidRPr="007F43BD" w:rsidRDefault="00B51C1D" w:rsidP="007F43BD">
                      <w:pPr>
                        <w:pStyle w:val="Symbol"/>
                        <w:rPr>
                          <w:color w:val="CF9FCF" w:themeColor="accent1" w:themeTint="66"/>
                          <w:sz w:val="24"/>
                        </w:rPr>
                      </w:pPr>
                    </w:p>
                  </w:txbxContent>
                </v:textbox>
                <w10:wrap anchorx="page" anchory="page"/>
              </v:shape>
            </w:pict>
          </mc:Fallback>
        </mc:AlternateContent>
      </w:r>
      <w:r w:rsidR="00577C69">
        <w:rPr>
          <w:noProof/>
        </w:rPr>
        <w:drawing>
          <wp:anchor distT="0" distB="0" distL="118745" distR="118745" simplePos="0" relativeHeight="251658480" behindDoc="0" locked="0" layoutInCell="1" allowOverlap="1" wp14:anchorId="4EDB3899" wp14:editId="1885C1FC">
            <wp:simplePos x="0" y="0"/>
            <wp:positionH relativeFrom="page">
              <wp:posOffset>4471670</wp:posOffset>
            </wp:positionH>
            <wp:positionV relativeFrom="page">
              <wp:posOffset>1714500</wp:posOffset>
            </wp:positionV>
            <wp:extent cx="2744470" cy="3441700"/>
            <wp:effectExtent l="0" t="0" r="0" b="12700"/>
            <wp:wrapTight wrapText="bothSides">
              <wp:wrapPolygon edited="0">
                <wp:start x="0" y="0"/>
                <wp:lineTo x="0" y="21520"/>
                <wp:lineTo x="21390" y="21520"/>
                <wp:lineTo x="21390" y="0"/>
                <wp:lineTo x="0" y="0"/>
              </wp:wrapPolygon>
            </wp:wrapTight>
            <wp:docPr id="403"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 descr=":advantage brochure images:42-16044085.jp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744470" cy="3441700"/>
                    </a:xfrm>
                    <a:prstGeom prst="rect">
                      <a:avLst/>
                    </a:prstGeom>
                    <a:noFill/>
                    <a:ln w="9525">
                      <a:noFill/>
                      <a:miter lim="800000"/>
                      <a:headEnd/>
                      <a:tailEnd/>
                    </a:ln>
                  </pic:spPr>
                </pic:pic>
              </a:graphicData>
            </a:graphic>
            <wp14:sizeRelH relativeFrom="margin">
              <wp14:pctWidth>0</wp14:pctWidth>
            </wp14:sizeRelH>
          </wp:anchor>
        </w:drawing>
      </w:r>
      <w:r w:rsidR="00FC4F19">
        <w:br w:type="page"/>
      </w:r>
      <w:r w:rsidR="00D246F5">
        <w:rPr>
          <w:noProof/>
        </w:rPr>
        <w:lastRenderedPageBreak/>
        <mc:AlternateContent>
          <mc:Choice Requires="wps">
            <w:drawing>
              <wp:anchor distT="0" distB="0" distL="114300" distR="114300" simplePos="0" relativeHeight="251674864" behindDoc="0" locked="0" layoutInCell="1" allowOverlap="1" wp14:anchorId="08BE5054" wp14:editId="29254242">
                <wp:simplePos x="0" y="0"/>
                <wp:positionH relativeFrom="page">
                  <wp:posOffset>4535805</wp:posOffset>
                </wp:positionH>
                <wp:positionV relativeFrom="page">
                  <wp:posOffset>8575040</wp:posOffset>
                </wp:positionV>
                <wp:extent cx="2593975" cy="877570"/>
                <wp:effectExtent l="0" t="0" r="0" b="11430"/>
                <wp:wrapThrough wrapText="bothSides">
                  <wp:wrapPolygon edited="0">
                    <wp:start x="212" y="0"/>
                    <wp:lineTo x="212" y="21256"/>
                    <wp:lineTo x="21151" y="21256"/>
                    <wp:lineTo x="21151" y="0"/>
                    <wp:lineTo x="212" y="0"/>
                  </wp:wrapPolygon>
                </wp:wrapThrough>
                <wp:docPr id="12" name="Text Box 12"/>
                <wp:cNvGraphicFramePr/>
                <a:graphic xmlns:a="http://schemas.openxmlformats.org/drawingml/2006/main">
                  <a:graphicData uri="http://schemas.microsoft.com/office/word/2010/wordprocessingShape">
                    <wps:wsp>
                      <wps:cNvSpPr txBox="1"/>
                      <wps:spPr>
                        <a:xfrm>
                          <a:off x="0" y="0"/>
                          <a:ext cx="2593975" cy="87757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3DBA5E2A" w14:textId="2B26B684" w:rsidR="00B51C1D" w:rsidRPr="005E4BD0" w:rsidRDefault="00B51C1D" w:rsidP="005E4BD0">
                            <w:pPr>
                              <w:spacing w:after="0"/>
                              <w:jc w:val="center"/>
                              <w:rPr>
                                <w:i/>
                                <w:sz w:val="18"/>
                                <w:szCs w:val="18"/>
                              </w:rPr>
                            </w:pPr>
                            <w:r w:rsidRPr="005E4BD0">
                              <w:rPr>
                                <w:i/>
                                <w:sz w:val="18"/>
                                <w:szCs w:val="18"/>
                              </w:rPr>
                              <w:t>Excerpts from Chapter 4</w:t>
                            </w:r>
                          </w:p>
                          <w:p w14:paraId="39E7F6A0" w14:textId="77777777" w:rsidR="00B51C1D" w:rsidRDefault="00B51C1D" w:rsidP="005E4BD0">
                            <w:pPr>
                              <w:spacing w:after="0"/>
                              <w:jc w:val="center"/>
                              <w:rPr>
                                <w:i/>
                                <w:sz w:val="18"/>
                                <w:szCs w:val="18"/>
                                <w:u w:val="single"/>
                              </w:rPr>
                            </w:pPr>
                            <w:r w:rsidRPr="005E4BD0">
                              <w:rPr>
                                <w:i/>
                                <w:sz w:val="18"/>
                                <w:szCs w:val="18"/>
                                <w:u w:val="single"/>
                              </w:rPr>
                              <w:t>Total Participation Techniques,</w:t>
                            </w:r>
                          </w:p>
                          <w:p w14:paraId="48C50CF0" w14:textId="77777777" w:rsidR="00B51C1D" w:rsidRDefault="00B51C1D" w:rsidP="005E4BD0">
                            <w:pPr>
                              <w:spacing w:after="0"/>
                              <w:jc w:val="center"/>
                              <w:rPr>
                                <w:i/>
                                <w:sz w:val="18"/>
                                <w:szCs w:val="18"/>
                              </w:rPr>
                            </w:pPr>
                            <w:r w:rsidRPr="005E4BD0">
                              <w:rPr>
                                <w:i/>
                                <w:sz w:val="18"/>
                                <w:szCs w:val="18"/>
                              </w:rPr>
                              <w:t xml:space="preserve"> Himmele &amp; Himmele</w:t>
                            </w:r>
                          </w:p>
                          <w:p w14:paraId="5EB52090" w14:textId="4A8E1DAA" w:rsidR="00B51C1D" w:rsidRPr="005E4BD0" w:rsidRDefault="00B51C1D" w:rsidP="005E4BD0">
                            <w:pPr>
                              <w:spacing w:after="0"/>
                              <w:jc w:val="center"/>
                              <w:rPr>
                                <w:i/>
                                <w:sz w:val="18"/>
                                <w:szCs w:val="18"/>
                              </w:rPr>
                            </w:pPr>
                            <w:r w:rsidRPr="005E4BD0">
                              <w:rPr>
                                <w:i/>
                                <w:sz w:val="18"/>
                                <w:szCs w:val="18"/>
                              </w:rPr>
                              <w:t xml:space="preserve"> pgs.31-48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2" o:spid="_x0000_s1034" type="#_x0000_t202" style="position:absolute;margin-left:357.15pt;margin-top:675.2pt;width:204.25pt;height:69.1pt;z-index:2516748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" mv:complextextbox="1" filled="f" stroked="f">
                <v:textbox>
                  <w:txbxContent>
                    <w:p w14:paraId="3DBA5E2A" w14:textId="2B26B684" w:rsidR="00B51C1D" w:rsidRPr="005E4BD0" w:rsidRDefault="00B51C1D" w:rsidP="005E4BD0">
                      <w:pPr>
                        <w:spacing w:after="0"/>
                        <w:jc w:val="center"/>
                        <w:rPr>
                          <w:i/>
                          <w:sz w:val="18"/>
                          <w:szCs w:val="18"/>
                        </w:rPr>
                      </w:pPr>
                      <w:r w:rsidRPr="005E4BD0">
                        <w:rPr>
                          <w:i/>
                          <w:sz w:val="18"/>
                          <w:szCs w:val="18"/>
                        </w:rPr>
                        <w:t>Excerpts from Chapter 4</w:t>
                      </w:r>
                    </w:p>
                    <w:p w14:paraId="39E7F6A0" w14:textId="77777777" w:rsidR="00B51C1D" w:rsidRDefault="00B51C1D" w:rsidP="005E4BD0">
                      <w:pPr>
                        <w:spacing w:after="0"/>
                        <w:jc w:val="center"/>
                        <w:rPr>
                          <w:i/>
                          <w:sz w:val="18"/>
                          <w:szCs w:val="18"/>
                          <w:u w:val="single"/>
                        </w:rPr>
                      </w:pPr>
                      <w:r w:rsidRPr="005E4BD0">
                        <w:rPr>
                          <w:i/>
                          <w:sz w:val="18"/>
                          <w:szCs w:val="18"/>
                          <w:u w:val="single"/>
                        </w:rPr>
                        <w:t>Total Participation Techniques,</w:t>
                      </w:r>
                    </w:p>
                    <w:p w14:paraId="48C50CF0" w14:textId="77777777" w:rsidR="00B51C1D" w:rsidRDefault="00B51C1D" w:rsidP="005E4BD0">
                      <w:pPr>
                        <w:spacing w:after="0"/>
                        <w:jc w:val="center"/>
                        <w:rPr>
                          <w:i/>
                          <w:sz w:val="18"/>
                          <w:szCs w:val="18"/>
                        </w:rPr>
                      </w:pPr>
                      <w:r w:rsidRPr="005E4BD0">
                        <w:rPr>
                          <w:i/>
                          <w:sz w:val="18"/>
                          <w:szCs w:val="18"/>
                        </w:rPr>
                        <w:t xml:space="preserve"> </w:t>
                      </w:r>
                      <w:proofErr w:type="spellStart"/>
                      <w:r w:rsidRPr="005E4BD0">
                        <w:rPr>
                          <w:i/>
                          <w:sz w:val="18"/>
                          <w:szCs w:val="18"/>
                        </w:rPr>
                        <w:t>Himmele</w:t>
                      </w:r>
                      <w:proofErr w:type="spellEnd"/>
                      <w:r w:rsidRPr="005E4BD0">
                        <w:rPr>
                          <w:i/>
                          <w:sz w:val="18"/>
                          <w:szCs w:val="18"/>
                        </w:rPr>
                        <w:t xml:space="preserve"> &amp; </w:t>
                      </w:r>
                      <w:proofErr w:type="spellStart"/>
                      <w:r w:rsidRPr="005E4BD0">
                        <w:rPr>
                          <w:i/>
                          <w:sz w:val="18"/>
                          <w:szCs w:val="18"/>
                        </w:rPr>
                        <w:t>Himmele</w:t>
                      </w:r>
                      <w:proofErr w:type="spellEnd"/>
                    </w:p>
                    <w:p w14:paraId="5EB52090" w14:textId="4A8E1DAA" w:rsidR="00B51C1D" w:rsidRPr="005E4BD0" w:rsidRDefault="00B51C1D" w:rsidP="005E4BD0">
                      <w:pPr>
                        <w:spacing w:after="0"/>
                        <w:jc w:val="center"/>
                        <w:rPr>
                          <w:i/>
                          <w:sz w:val="18"/>
                          <w:szCs w:val="18"/>
                        </w:rPr>
                      </w:pPr>
                      <w:r w:rsidRPr="005E4BD0">
                        <w:rPr>
                          <w:i/>
                          <w:sz w:val="18"/>
                          <w:szCs w:val="18"/>
                        </w:rPr>
                        <w:t xml:space="preserve"> </w:t>
                      </w:r>
                      <w:proofErr w:type="gramStart"/>
                      <w:r w:rsidRPr="005E4BD0">
                        <w:rPr>
                          <w:i/>
                          <w:sz w:val="18"/>
                          <w:szCs w:val="18"/>
                        </w:rPr>
                        <w:t>pgs.31</w:t>
                      </w:r>
                      <w:proofErr w:type="gramEnd"/>
                      <w:r w:rsidRPr="005E4BD0">
                        <w:rPr>
                          <w:i/>
                          <w:sz w:val="18"/>
                          <w:szCs w:val="18"/>
                        </w:rPr>
                        <w:t>-48</w:t>
                      </w:r>
                    </w:p>
                  </w:txbxContent>
                </v:textbox>
                <w10:wrap type="through" anchorx="page" anchory="page"/>
              </v:shape>
            </w:pict>
          </mc:Fallback>
        </mc:AlternateContent>
      </w:r>
      <w:r w:rsidR="00D246F5">
        <w:rPr>
          <w:noProof/>
        </w:rPr>
        <mc:AlternateContent>
          <mc:Choice Requires="wps">
            <w:drawing>
              <wp:anchor distT="0" distB="0" distL="114300" distR="114300" simplePos="0" relativeHeight="251669744" behindDoc="0" locked="0" layoutInCell="1" allowOverlap="1" wp14:anchorId="54BEFEB7" wp14:editId="0CD0BBA3">
                <wp:simplePos x="0" y="0"/>
                <wp:positionH relativeFrom="page">
                  <wp:posOffset>365760</wp:posOffset>
                </wp:positionH>
                <wp:positionV relativeFrom="page">
                  <wp:posOffset>1253490</wp:posOffset>
                </wp:positionV>
                <wp:extent cx="3400425" cy="8121650"/>
                <wp:effectExtent l="0" t="0" r="0" b="6350"/>
                <wp:wrapThrough wrapText="bothSides">
                  <wp:wrapPolygon edited="0">
                    <wp:start x="161" y="0"/>
                    <wp:lineTo x="161" y="21549"/>
                    <wp:lineTo x="21297" y="21549"/>
                    <wp:lineTo x="21297" y="0"/>
                    <wp:lineTo x="161" y="0"/>
                  </wp:wrapPolygon>
                </wp:wrapThrough>
                <wp:docPr id="2" name="Text Box 2"/>
                <wp:cNvGraphicFramePr/>
                <a:graphic xmlns:a="http://schemas.openxmlformats.org/drawingml/2006/main">
                  <a:graphicData uri="http://schemas.microsoft.com/office/word/2010/wordprocessingShape">
                    <wps:wsp>
                      <wps:cNvSpPr txBox="1"/>
                      <wps:spPr>
                        <a:xfrm>
                          <a:off x="0" y="0"/>
                          <a:ext cx="3400425" cy="812165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6E2E40DC" w14:textId="0EF1799A" w:rsidR="00B51C1D" w:rsidRPr="00FB0BAE" w:rsidRDefault="00B51C1D" w:rsidP="00FB0BAE">
                            <w:pPr>
                              <w:spacing w:after="0"/>
                              <w:rPr>
                                <w:b/>
                              </w:rPr>
                            </w:pPr>
                            <w:r w:rsidRPr="00FB0BAE">
                              <w:rPr>
                                <w:b/>
                              </w:rPr>
                              <w:t>Think- Pair – Share</w:t>
                            </w:r>
                          </w:p>
                          <w:p w14:paraId="2E13B879" w14:textId="03E015FA" w:rsidR="00B51C1D" w:rsidRPr="00890ECB" w:rsidRDefault="00B51C1D" w:rsidP="00FB0BAE">
                            <w:pPr>
                              <w:pStyle w:val="ListParagraph"/>
                              <w:numPr>
                                <w:ilvl w:val="0"/>
                                <w:numId w:val="6"/>
                              </w:numPr>
                              <w:rPr>
                                <w:sz w:val="20"/>
                                <w:szCs w:val="20"/>
                              </w:rPr>
                            </w:pPr>
                            <w:r w:rsidRPr="00890ECB">
                              <w:rPr>
                                <w:sz w:val="20"/>
                                <w:szCs w:val="20"/>
                              </w:rPr>
                              <w:t xml:space="preserve">Ask students to reflect on a question or prompt, Give them a BRIEF amount of time to form a response. </w:t>
                            </w:r>
                          </w:p>
                          <w:p w14:paraId="24C6DA0E" w14:textId="7ABCC2B5" w:rsidR="00B51C1D" w:rsidRPr="00890ECB" w:rsidRDefault="00B51C1D" w:rsidP="00FB0BAE">
                            <w:pPr>
                              <w:pStyle w:val="ListParagraph"/>
                              <w:numPr>
                                <w:ilvl w:val="0"/>
                                <w:numId w:val="6"/>
                              </w:numPr>
                              <w:rPr>
                                <w:sz w:val="20"/>
                                <w:szCs w:val="20"/>
                              </w:rPr>
                            </w:pPr>
                            <w:r w:rsidRPr="00890ECB">
                              <w:rPr>
                                <w:sz w:val="20"/>
                                <w:szCs w:val="20"/>
                              </w:rPr>
                              <w:t>Have students turn to a partner</w:t>
                            </w:r>
                          </w:p>
                          <w:p w14:paraId="2ECC9D56" w14:textId="121780B8" w:rsidR="00B51C1D" w:rsidRPr="00890ECB" w:rsidRDefault="00B51C1D" w:rsidP="00FB0BAE">
                            <w:pPr>
                              <w:pStyle w:val="ListParagraph"/>
                              <w:numPr>
                                <w:ilvl w:val="0"/>
                                <w:numId w:val="6"/>
                              </w:numPr>
                              <w:rPr>
                                <w:sz w:val="20"/>
                                <w:szCs w:val="20"/>
                              </w:rPr>
                            </w:pPr>
                            <w:r w:rsidRPr="00890ECB">
                              <w:rPr>
                                <w:sz w:val="20"/>
                                <w:szCs w:val="20"/>
                              </w:rPr>
                              <w:t xml:space="preserve">Have partners share their responses </w:t>
                            </w:r>
                          </w:p>
                          <w:p w14:paraId="602F4FDB" w14:textId="23A9E19C" w:rsidR="00B51C1D" w:rsidRDefault="00B51C1D" w:rsidP="00D246F5">
                            <w:pPr>
                              <w:spacing w:after="0"/>
                              <w:rPr>
                                <w:b/>
                              </w:rPr>
                            </w:pPr>
                            <w:r>
                              <w:rPr>
                                <w:b/>
                              </w:rPr>
                              <w:t>Quick Writes</w:t>
                            </w:r>
                          </w:p>
                          <w:p w14:paraId="01FF7C26" w14:textId="3A771A87" w:rsidR="00B51C1D" w:rsidRPr="00D246F5" w:rsidRDefault="00B51C1D" w:rsidP="00FB0BAE">
                            <w:pPr>
                              <w:pStyle w:val="ListParagraph"/>
                              <w:numPr>
                                <w:ilvl w:val="0"/>
                                <w:numId w:val="7"/>
                              </w:numPr>
                              <w:spacing w:after="0"/>
                              <w:rPr>
                                <w:sz w:val="22"/>
                                <w:szCs w:val="22"/>
                              </w:rPr>
                            </w:pPr>
                            <w:r w:rsidRPr="00D246F5">
                              <w:rPr>
                                <w:sz w:val="22"/>
                                <w:szCs w:val="22"/>
                              </w:rPr>
                              <w:t>Select a prompt that you would like students to address</w:t>
                            </w:r>
                          </w:p>
                          <w:p w14:paraId="06418769" w14:textId="0ECC2C67" w:rsidR="00B51C1D" w:rsidRPr="00D246F5" w:rsidRDefault="00B51C1D" w:rsidP="00FB0BAE">
                            <w:pPr>
                              <w:pStyle w:val="ListParagraph"/>
                              <w:numPr>
                                <w:ilvl w:val="0"/>
                                <w:numId w:val="7"/>
                              </w:numPr>
                              <w:spacing w:after="0"/>
                              <w:rPr>
                                <w:sz w:val="22"/>
                                <w:szCs w:val="22"/>
                              </w:rPr>
                            </w:pPr>
                            <w:r w:rsidRPr="00D246F5">
                              <w:rPr>
                                <w:sz w:val="22"/>
                                <w:szCs w:val="22"/>
                              </w:rPr>
                              <w:t>Give students time to collect their thoughts and jot down a response</w:t>
                            </w:r>
                          </w:p>
                          <w:p w14:paraId="4A05D8DB" w14:textId="7C63FEF7" w:rsidR="00B51C1D" w:rsidRDefault="00B51C1D" w:rsidP="00FB0BAE">
                            <w:pPr>
                              <w:pStyle w:val="ListParagraph"/>
                              <w:numPr>
                                <w:ilvl w:val="0"/>
                                <w:numId w:val="7"/>
                              </w:numPr>
                              <w:spacing w:after="0"/>
                              <w:rPr>
                                <w:sz w:val="22"/>
                                <w:szCs w:val="22"/>
                              </w:rPr>
                            </w:pPr>
                            <w:r w:rsidRPr="00D246F5">
                              <w:rPr>
                                <w:sz w:val="22"/>
                                <w:szCs w:val="22"/>
                              </w:rPr>
                              <w:t>Follow up with a pair-share</w:t>
                            </w:r>
                          </w:p>
                          <w:p w14:paraId="2339345B" w14:textId="77777777" w:rsidR="00B51C1D" w:rsidRPr="00D246F5" w:rsidRDefault="00B51C1D" w:rsidP="00D246F5">
                            <w:pPr>
                              <w:spacing w:after="0"/>
                              <w:ind w:left="360"/>
                              <w:rPr>
                                <w:sz w:val="16"/>
                                <w:szCs w:val="16"/>
                              </w:rPr>
                            </w:pPr>
                          </w:p>
                          <w:p w14:paraId="78E41BF2" w14:textId="62111B0F" w:rsidR="00B51C1D" w:rsidRDefault="00B51C1D" w:rsidP="00FB0BAE">
                            <w:pPr>
                              <w:spacing w:after="0"/>
                            </w:pPr>
                            <w:r>
                              <w:rPr>
                                <w:b/>
                              </w:rPr>
                              <w:t>Quick Draws</w:t>
                            </w:r>
                          </w:p>
                          <w:p w14:paraId="4547E9F0" w14:textId="2BCD48A7" w:rsidR="00B51C1D" w:rsidRPr="00D246F5" w:rsidRDefault="00B51C1D" w:rsidP="00FB0BAE">
                            <w:pPr>
                              <w:pStyle w:val="ListParagraph"/>
                              <w:numPr>
                                <w:ilvl w:val="0"/>
                                <w:numId w:val="8"/>
                              </w:numPr>
                              <w:spacing w:after="0"/>
                              <w:rPr>
                                <w:sz w:val="22"/>
                                <w:szCs w:val="22"/>
                              </w:rPr>
                            </w:pPr>
                            <w:r w:rsidRPr="00D246F5">
                              <w:rPr>
                                <w:sz w:val="22"/>
                                <w:szCs w:val="22"/>
                              </w:rPr>
                              <w:t>Select a big idea or major concept in your lesson</w:t>
                            </w:r>
                          </w:p>
                          <w:p w14:paraId="3EB7CA00" w14:textId="2FADB7F6" w:rsidR="00B51C1D" w:rsidRPr="00D246F5" w:rsidRDefault="00B51C1D" w:rsidP="00FB0BAE">
                            <w:pPr>
                              <w:pStyle w:val="ListParagraph"/>
                              <w:numPr>
                                <w:ilvl w:val="0"/>
                                <w:numId w:val="8"/>
                              </w:numPr>
                              <w:spacing w:after="0"/>
                              <w:rPr>
                                <w:sz w:val="22"/>
                                <w:szCs w:val="22"/>
                              </w:rPr>
                            </w:pPr>
                            <w:r w:rsidRPr="00D246F5">
                              <w:rPr>
                                <w:sz w:val="22"/>
                                <w:szCs w:val="22"/>
                              </w:rPr>
                              <w:t xml:space="preserve">Ask students to reflect on the meaning o the concept and create a visual image that represents that concept </w:t>
                            </w:r>
                          </w:p>
                          <w:p w14:paraId="0A4E349F" w14:textId="7FFF9A00" w:rsidR="00B51C1D" w:rsidRPr="00D246F5" w:rsidRDefault="00B51C1D" w:rsidP="00D246F5">
                            <w:pPr>
                              <w:pStyle w:val="ListParagraph"/>
                              <w:numPr>
                                <w:ilvl w:val="0"/>
                                <w:numId w:val="8"/>
                              </w:numPr>
                              <w:spacing w:after="0"/>
                              <w:rPr>
                                <w:sz w:val="22"/>
                                <w:szCs w:val="22"/>
                              </w:rPr>
                            </w:pPr>
                            <w:r w:rsidRPr="00D246F5">
                              <w:rPr>
                                <w:sz w:val="22"/>
                                <w:szCs w:val="22"/>
                              </w:rPr>
                              <w:t>Have students share and expl</w:t>
                            </w:r>
                            <w:r>
                              <w:rPr>
                                <w:sz w:val="22"/>
                                <w:szCs w:val="22"/>
                              </w:rPr>
                              <w:t>ain their image with a partner.</w:t>
                            </w:r>
                          </w:p>
                          <w:p w14:paraId="328CEBF3" w14:textId="77777777" w:rsidR="00B51C1D" w:rsidRPr="00D246F5" w:rsidRDefault="00B51C1D" w:rsidP="00FB0BAE">
                            <w:pPr>
                              <w:spacing w:after="0"/>
                              <w:rPr>
                                <w:sz w:val="16"/>
                                <w:szCs w:val="16"/>
                              </w:rPr>
                            </w:pPr>
                          </w:p>
                          <w:p w14:paraId="7E1BFC61" w14:textId="68CFA669" w:rsidR="00B51C1D" w:rsidRDefault="00B51C1D" w:rsidP="00FB0BAE">
                            <w:pPr>
                              <w:spacing w:after="0"/>
                            </w:pPr>
                            <w:r>
                              <w:rPr>
                                <w:b/>
                              </w:rPr>
                              <w:t xml:space="preserve">Chalkboard Splash </w:t>
                            </w:r>
                          </w:p>
                          <w:p w14:paraId="38B081DF" w14:textId="203E486A" w:rsidR="00B51C1D" w:rsidRPr="00D246F5" w:rsidRDefault="00B51C1D" w:rsidP="00FB0BAE">
                            <w:pPr>
                              <w:pStyle w:val="ListParagraph"/>
                              <w:numPr>
                                <w:ilvl w:val="0"/>
                                <w:numId w:val="9"/>
                              </w:numPr>
                              <w:spacing w:after="0"/>
                              <w:rPr>
                                <w:sz w:val="22"/>
                                <w:szCs w:val="22"/>
                              </w:rPr>
                            </w:pPr>
                            <w:r w:rsidRPr="00D246F5">
                              <w:rPr>
                                <w:sz w:val="22"/>
                                <w:szCs w:val="22"/>
                              </w:rPr>
                              <w:t>Create a sentence starter, pro</w:t>
                            </w:r>
                            <w:r w:rsidR="00EA175C">
                              <w:rPr>
                                <w:sz w:val="22"/>
                                <w:szCs w:val="22"/>
                              </w:rPr>
                              <w:t xml:space="preserve">mpt, or questions so that </w:t>
                            </w:r>
                            <w:r w:rsidRPr="00D246F5">
                              <w:rPr>
                                <w:sz w:val="22"/>
                                <w:szCs w:val="22"/>
                              </w:rPr>
                              <w:t xml:space="preserve">all students </w:t>
                            </w:r>
                            <w:r w:rsidR="00EA175C">
                              <w:rPr>
                                <w:sz w:val="22"/>
                                <w:szCs w:val="22"/>
                              </w:rPr>
                              <w:t>can</w:t>
                            </w:r>
                            <w:bookmarkStart w:id="0" w:name="_GoBack"/>
                            <w:bookmarkEnd w:id="0"/>
                            <w:r w:rsidRPr="00D246F5">
                              <w:rPr>
                                <w:sz w:val="22"/>
                                <w:szCs w:val="22"/>
                              </w:rPr>
                              <w:t xml:space="preserve"> see the class’ responses.</w:t>
                            </w:r>
                          </w:p>
                          <w:p w14:paraId="566C005F" w14:textId="3A4435CE" w:rsidR="00B51C1D" w:rsidRPr="00D246F5" w:rsidRDefault="00B51C1D" w:rsidP="00FB0BAE">
                            <w:pPr>
                              <w:pStyle w:val="ListParagraph"/>
                              <w:numPr>
                                <w:ilvl w:val="0"/>
                                <w:numId w:val="9"/>
                              </w:numPr>
                              <w:spacing w:after="0"/>
                              <w:rPr>
                                <w:sz w:val="22"/>
                                <w:szCs w:val="22"/>
                              </w:rPr>
                            </w:pPr>
                            <w:r w:rsidRPr="00D246F5">
                              <w:rPr>
                                <w:sz w:val="22"/>
                                <w:szCs w:val="22"/>
                              </w:rPr>
                              <w:t>As students provide answers, have them put their response in a specific place on the chalkboard or SmartBoard.</w:t>
                            </w:r>
                          </w:p>
                          <w:p w14:paraId="0093AC84" w14:textId="0AC2D425" w:rsidR="00B51C1D" w:rsidRPr="00D246F5" w:rsidRDefault="00B51C1D" w:rsidP="00FB0BAE">
                            <w:pPr>
                              <w:pStyle w:val="ListParagraph"/>
                              <w:numPr>
                                <w:ilvl w:val="0"/>
                                <w:numId w:val="9"/>
                              </w:numPr>
                              <w:spacing w:after="0"/>
                              <w:rPr>
                                <w:sz w:val="22"/>
                                <w:szCs w:val="22"/>
                              </w:rPr>
                            </w:pPr>
                            <w:r w:rsidRPr="00D246F5">
                              <w:rPr>
                                <w:sz w:val="22"/>
                                <w:szCs w:val="22"/>
                              </w:rPr>
                              <w:t xml:space="preserve">Debrief with the students reading the different answers and jotting down differences, similarities, and surprises. </w:t>
                            </w:r>
                          </w:p>
                          <w:p w14:paraId="6F5141A4" w14:textId="77777777" w:rsidR="00B51C1D" w:rsidRPr="00D246F5" w:rsidRDefault="00B51C1D" w:rsidP="00FB0BAE">
                            <w:pPr>
                              <w:pStyle w:val="ListParagraph"/>
                              <w:numPr>
                                <w:ilvl w:val="0"/>
                                <w:numId w:val="9"/>
                              </w:numPr>
                              <w:spacing w:after="0"/>
                              <w:rPr>
                                <w:sz w:val="22"/>
                                <w:szCs w:val="22"/>
                              </w:rPr>
                            </w:pPr>
                            <w:r w:rsidRPr="00D246F5">
                              <w:rPr>
                                <w:sz w:val="22"/>
                                <w:szCs w:val="22"/>
                              </w:rPr>
                              <w:t>Ask students to share in small groups.</w:t>
                            </w:r>
                          </w:p>
                          <w:p w14:paraId="626360F0" w14:textId="77777777" w:rsidR="00B51C1D" w:rsidRPr="00D246F5" w:rsidRDefault="00B51C1D" w:rsidP="001B6CB1">
                            <w:pPr>
                              <w:spacing w:after="0"/>
                              <w:rPr>
                                <w:sz w:val="16"/>
                                <w:szCs w:val="16"/>
                              </w:rPr>
                            </w:pPr>
                          </w:p>
                          <w:p w14:paraId="78882D48" w14:textId="77777777" w:rsidR="00B51C1D" w:rsidRDefault="00B51C1D" w:rsidP="001B6CB1">
                            <w:pPr>
                              <w:spacing w:after="0"/>
                            </w:pPr>
                            <w:r>
                              <w:rPr>
                                <w:b/>
                              </w:rPr>
                              <w:t>Thumbs-Up When Ready</w:t>
                            </w:r>
                          </w:p>
                          <w:p w14:paraId="7A989C96" w14:textId="66EE8DB4" w:rsidR="00B51C1D" w:rsidRPr="00D246F5" w:rsidRDefault="00B51C1D" w:rsidP="001B6CB1">
                            <w:pPr>
                              <w:pStyle w:val="ListParagraph"/>
                              <w:numPr>
                                <w:ilvl w:val="0"/>
                                <w:numId w:val="10"/>
                              </w:numPr>
                              <w:spacing w:after="0"/>
                              <w:rPr>
                                <w:sz w:val="22"/>
                                <w:szCs w:val="22"/>
                              </w:rPr>
                            </w:pPr>
                            <w:r w:rsidRPr="00D246F5">
                              <w:rPr>
                                <w:sz w:val="22"/>
                                <w:szCs w:val="22"/>
                              </w:rPr>
                              <w:t>Ask students to reflect on your prompt</w:t>
                            </w:r>
                          </w:p>
                          <w:p w14:paraId="253B1703" w14:textId="0194BB17" w:rsidR="00B51C1D" w:rsidRPr="00D246F5" w:rsidRDefault="00B51C1D" w:rsidP="001B6CB1">
                            <w:pPr>
                              <w:pStyle w:val="ListParagraph"/>
                              <w:numPr>
                                <w:ilvl w:val="0"/>
                                <w:numId w:val="10"/>
                              </w:numPr>
                              <w:spacing w:after="0"/>
                              <w:rPr>
                                <w:sz w:val="22"/>
                                <w:szCs w:val="22"/>
                              </w:rPr>
                            </w:pPr>
                            <w:r w:rsidRPr="00D246F5">
                              <w:rPr>
                                <w:sz w:val="22"/>
                                <w:szCs w:val="22"/>
                              </w:rPr>
                              <w:t>Explain when they are ready, they should put their thumb up</w:t>
                            </w:r>
                          </w:p>
                          <w:p w14:paraId="6395B6DA" w14:textId="474BE1B5" w:rsidR="00B51C1D" w:rsidRPr="00D246F5" w:rsidRDefault="00B51C1D" w:rsidP="001B6CB1">
                            <w:pPr>
                              <w:pStyle w:val="ListParagraph"/>
                              <w:numPr>
                                <w:ilvl w:val="0"/>
                                <w:numId w:val="10"/>
                              </w:numPr>
                              <w:spacing w:after="0"/>
                              <w:rPr>
                                <w:sz w:val="22"/>
                                <w:szCs w:val="22"/>
                              </w:rPr>
                            </w:pPr>
                            <w:r w:rsidRPr="00D246F5">
                              <w:rPr>
                                <w:sz w:val="22"/>
                                <w:szCs w:val="22"/>
                              </w:rPr>
                              <w:t xml:space="preserve">You can add a pair-share to allow demonstration of what they know. </w:t>
                            </w:r>
                          </w:p>
                          <w:p w14:paraId="5F0128DE" w14:textId="77777777" w:rsidR="00B51C1D" w:rsidRDefault="00B51C1D" w:rsidP="00D246F5">
                            <w:pPr>
                              <w:spacing w:after="0"/>
                              <w:rPr>
                                <w:sz w:val="16"/>
                                <w:szCs w:val="16"/>
                              </w:rPr>
                            </w:pPr>
                          </w:p>
                          <w:p w14:paraId="150FF460" w14:textId="77777777" w:rsidR="00B51C1D" w:rsidRPr="009032CF" w:rsidRDefault="00B51C1D" w:rsidP="00D246F5">
                            <w:pPr>
                              <w:spacing w:after="0"/>
                            </w:pPr>
                            <w:r>
                              <w:rPr>
                                <w:b/>
                              </w:rPr>
                              <w:t>Ranking</w:t>
                            </w:r>
                          </w:p>
                          <w:p w14:paraId="201EB7F5" w14:textId="77777777" w:rsidR="00B51C1D" w:rsidRPr="00755A3A" w:rsidRDefault="00B51C1D" w:rsidP="00D246F5">
                            <w:pPr>
                              <w:pStyle w:val="ListParagraph"/>
                              <w:numPr>
                                <w:ilvl w:val="0"/>
                                <w:numId w:val="14"/>
                              </w:numPr>
                              <w:rPr>
                                <w:sz w:val="22"/>
                                <w:szCs w:val="22"/>
                              </w:rPr>
                            </w:pPr>
                            <w:r w:rsidRPr="00755A3A">
                              <w:rPr>
                                <w:sz w:val="22"/>
                                <w:szCs w:val="22"/>
                              </w:rPr>
                              <w:t xml:space="preserve">Select items, concepts, steps, events, descriptions, etc. </w:t>
                            </w:r>
                          </w:p>
                          <w:p w14:paraId="5583E481" w14:textId="77777777" w:rsidR="00B51C1D" w:rsidRPr="00755A3A" w:rsidRDefault="00B51C1D" w:rsidP="00D246F5">
                            <w:pPr>
                              <w:pStyle w:val="ListParagraph"/>
                              <w:numPr>
                                <w:ilvl w:val="0"/>
                                <w:numId w:val="14"/>
                              </w:numPr>
                              <w:rPr>
                                <w:sz w:val="22"/>
                                <w:szCs w:val="22"/>
                              </w:rPr>
                            </w:pPr>
                            <w:r w:rsidRPr="00755A3A">
                              <w:rPr>
                                <w:sz w:val="22"/>
                                <w:szCs w:val="22"/>
                              </w:rPr>
                              <w:t xml:space="preserve">Ask students to rank them according to criteria you have provided. </w:t>
                            </w:r>
                          </w:p>
                          <w:p w14:paraId="3FE21309" w14:textId="77777777" w:rsidR="00B51C1D" w:rsidRPr="00755A3A" w:rsidRDefault="00B51C1D" w:rsidP="00D246F5">
                            <w:pPr>
                              <w:pStyle w:val="ListParagraph"/>
                              <w:numPr>
                                <w:ilvl w:val="0"/>
                                <w:numId w:val="14"/>
                              </w:numPr>
                              <w:rPr>
                                <w:sz w:val="22"/>
                                <w:szCs w:val="22"/>
                              </w:rPr>
                            </w:pPr>
                            <w:r w:rsidRPr="00755A3A">
                              <w:rPr>
                                <w:sz w:val="22"/>
                                <w:szCs w:val="22"/>
                              </w:rPr>
                              <w:t>Ask students to provide justification for the way they chose to rank the concepts</w:t>
                            </w:r>
                            <w:r>
                              <w:rPr>
                                <w:sz w:val="22"/>
                                <w:szCs w:val="22"/>
                              </w:rPr>
                              <w:t>.</w:t>
                            </w:r>
                          </w:p>
                          <w:p w14:paraId="70054409" w14:textId="77777777" w:rsidR="00B51C1D" w:rsidRPr="00D246F5" w:rsidRDefault="00B51C1D" w:rsidP="00FB0BAE">
                            <w:pPr>
                              <w:rPr>
                                <w:sz w:val="16"/>
                                <w:szCs w:val="16"/>
                              </w:rPr>
                            </w:pPr>
                          </w:p>
                          <w:p w14:paraId="169F99E8" w14:textId="77777777" w:rsidR="00B51C1D" w:rsidRDefault="00B51C1D" w:rsidP="00FB0B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BEFEB7" id="_x0000_t202" coordsize="21600,21600" o:spt="202" path="m0,0l0,21600,21600,21600,21600,0xe">
                <v:stroke joinstyle="miter"/>
                <v:path gradientshapeok="t" o:connecttype="rect"/>
              </v:shapetype>
              <v:shape id="Text_x0020_Box_x0020_2" o:spid="_x0000_s1035" type="#_x0000_t202" style="position:absolute;margin-left:28.8pt;margin-top:98.7pt;width:267.75pt;height:639.5pt;z-index:25166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" mv:complextextbox="1" filled="f" stroked="f">
                <v:textbox>
                  <w:txbxContent>
                    <w:p w14:paraId="6E2E40DC" w14:textId="0EF1799A" w:rsidR="00B51C1D" w:rsidRPr="00FB0BAE" w:rsidRDefault="00B51C1D" w:rsidP="00FB0BAE">
                      <w:pPr>
                        <w:spacing w:after="0"/>
                        <w:rPr>
                          <w:b/>
                        </w:rPr>
                      </w:pPr>
                      <w:r w:rsidRPr="00FB0BAE">
                        <w:rPr>
                          <w:b/>
                        </w:rPr>
                        <w:t>Think- Pair – Share</w:t>
                      </w:r>
                    </w:p>
                    <w:p w14:paraId="2E13B879" w14:textId="03E015FA" w:rsidR="00B51C1D" w:rsidRPr="00890ECB" w:rsidRDefault="00B51C1D" w:rsidP="00FB0BAE">
                      <w:pPr>
                        <w:pStyle w:val="ListParagraph"/>
                        <w:numPr>
                          <w:ilvl w:val="0"/>
                          <w:numId w:val="6"/>
                        </w:numPr>
                        <w:rPr>
                          <w:sz w:val="20"/>
                          <w:szCs w:val="20"/>
                        </w:rPr>
                      </w:pPr>
                      <w:r w:rsidRPr="00890ECB">
                        <w:rPr>
                          <w:sz w:val="20"/>
                          <w:szCs w:val="20"/>
                        </w:rPr>
                        <w:t xml:space="preserve">Ask students to reflect on a question or prompt, Give them a BRIEF amount of time to form a response. </w:t>
                      </w:r>
                    </w:p>
                    <w:p w14:paraId="24C6DA0E" w14:textId="7ABCC2B5" w:rsidR="00B51C1D" w:rsidRPr="00890ECB" w:rsidRDefault="00B51C1D" w:rsidP="00FB0BAE">
                      <w:pPr>
                        <w:pStyle w:val="ListParagraph"/>
                        <w:numPr>
                          <w:ilvl w:val="0"/>
                          <w:numId w:val="6"/>
                        </w:numPr>
                        <w:rPr>
                          <w:sz w:val="20"/>
                          <w:szCs w:val="20"/>
                        </w:rPr>
                      </w:pPr>
                      <w:r w:rsidRPr="00890ECB">
                        <w:rPr>
                          <w:sz w:val="20"/>
                          <w:szCs w:val="20"/>
                        </w:rPr>
                        <w:t>Have students turn to a partner</w:t>
                      </w:r>
                    </w:p>
                    <w:p w14:paraId="2ECC9D56" w14:textId="121780B8" w:rsidR="00B51C1D" w:rsidRPr="00890ECB" w:rsidRDefault="00B51C1D" w:rsidP="00FB0BAE">
                      <w:pPr>
                        <w:pStyle w:val="ListParagraph"/>
                        <w:numPr>
                          <w:ilvl w:val="0"/>
                          <w:numId w:val="6"/>
                        </w:numPr>
                        <w:rPr>
                          <w:sz w:val="20"/>
                          <w:szCs w:val="20"/>
                        </w:rPr>
                      </w:pPr>
                      <w:r w:rsidRPr="00890ECB">
                        <w:rPr>
                          <w:sz w:val="20"/>
                          <w:szCs w:val="20"/>
                        </w:rPr>
                        <w:t xml:space="preserve">Have partners share their responses </w:t>
                      </w:r>
                    </w:p>
                    <w:p w14:paraId="602F4FDB" w14:textId="23A9E19C" w:rsidR="00B51C1D" w:rsidRDefault="00B51C1D" w:rsidP="00D246F5">
                      <w:pPr>
                        <w:spacing w:after="0"/>
                        <w:rPr>
                          <w:b/>
                        </w:rPr>
                      </w:pPr>
                      <w:r>
                        <w:rPr>
                          <w:b/>
                        </w:rPr>
                        <w:t>Quick Writes</w:t>
                      </w:r>
                    </w:p>
                    <w:p w14:paraId="01FF7C26" w14:textId="3A771A87" w:rsidR="00B51C1D" w:rsidRPr="00D246F5" w:rsidRDefault="00B51C1D" w:rsidP="00FB0BAE">
                      <w:pPr>
                        <w:pStyle w:val="ListParagraph"/>
                        <w:numPr>
                          <w:ilvl w:val="0"/>
                          <w:numId w:val="7"/>
                        </w:numPr>
                        <w:spacing w:after="0"/>
                        <w:rPr>
                          <w:sz w:val="22"/>
                          <w:szCs w:val="22"/>
                        </w:rPr>
                      </w:pPr>
                      <w:r w:rsidRPr="00D246F5">
                        <w:rPr>
                          <w:sz w:val="22"/>
                          <w:szCs w:val="22"/>
                        </w:rPr>
                        <w:t>Select a prompt that you would like students to address</w:t>
                      </w:r>
                    </w:p>
                    <w:p w14:paraId="06418769" w14:textId="0ECC2C67" w:rsidR="00B51C1D" w:rsidRPr="00D246F5" w:rsidRDefault="00B51C1D" w:rsidP="00FB0BAE">
                      <w:pPr>
                        <w:pStyle w:val="ListParagraph"/>
                        <w:numPr>
                          <w:ilvl w:val="0"/>
                          <w:numId w:val="7"/>
                        </w:numPr>
                        <w:spacing w:after="0"/>
                        <w:rPr>
                          <w:sz w:val="22"/>
                          <w:szCs w:val="22"/>
                        </w:rPr>
                      </w:pPr>
                      <w:r w:rsidRPr="00D246F5">
                        <w:rPr>
                          <w:sz w:val="22"/>
                          <w:szCs w:val="22"/>
                        </w:rPr>
                        <w:t>Give students time to collect their thoughts and jot down a response</w:t>
                      </w:r>
                    </w:p>
                    <w:p w14:paraId="4A05D8DB" w14:textId="7C63FEF7" w:rsidR="00B51C1D" w:rsidRDefault="00B51C1D" w:rsidP="00FB0BAE">
                      <w:pPr>
                        <w:pStyle w:val="ListParagraph"/>
                        <w:numPr>
                          <w:ilvl w:val="0"/>
                          <w:numId w:val="7"/>
                        </w:numPr>
                        <w:spacing w:after="0"/>
                        <w:rPr>
                          <w:sz w:val="22"/>
                          <w:szCs w:val="22"/>
                        </w:rPr>
                      </w:pPr>
                      <w:r w:rsidRPr="00D246F5">
                        <w:rPr>
                          <w:sz w:val="22"/>
                          <w:szCs w:val="22"/>
                        </w:rPr>
                        <w:t>Follow up with a pair-share</w:t>
                      </w:r>
                    </w:p>
                    <w:p w14:paraId="2339345B" w14:textId="77777777" w:rsidR="00B51C1D" w:rsidRPr="00D246F5" w:rsidRDefault="00B51C1D" w:rsidP="00D246F5">
                      <w:pPr>
                        <w:spacing w:after="0"/>
                        <w:ind w:left="360"/>
                        <w:rPr>
                          <w:sz w:val="16"/>
                          <w:szCs w:val="16"/>
                        </w:rPr>
                      </w:pPr>
                    </w:p>
                    <w:p w14:paraId="78E41BF2" w14:textId="62111B0F" w:rsidR="00B51C1D" w:rsidRDefault="00B51C1D" w:rsidP="00FB0BAE">
                      <w:pPr>
                        <w:spacing w:after="0"/>
                      </w:pPr>
                      <w:r>
                        <w:rPr>
                          <w:b/>
                        </w:rPr>
                        <w:t>Quick Draws</w:t>
                      </w:r>
                    </w:p>
                    <w:p w14:paraId="4547E9F0" w14:textId="2BCD48A7" w:rsidR="00B51C1D" w:rsidRPr="00D246F5" w:rsidRDefault="00B51C1D" w:rsidP="00FB0BAE">
                      <w:pPr>
                        <w:pStyle w:val="ListParagraph"/>
                        <w:numPr>
                          <w:ilvl w:val="0"/>
                          <w:numId w:val="8"/>
                        </w:numPr>
                        <w:spacing w:after="0"/>
                        <w:rPr>
                          <w:sz w:val="22"/>
                          <w:szCs w:val="22"/>
                        </w:rPr>
                      </w:pPr>
                      <w:r w:rsidRPr="00D246F5">
                        <w:rPr>
                          <w:sz w:val="22"/>
                          <w:szCs w:val="22"/>
                        </w:rPr>
                        <w:t>Select a big idea or major concept in your lesson</w:t>
                      </w:r>
                    </w:p>
                    <w:p w14:paraId="3EB7CA00" w14:textId="2FADB7F6" w:rsidR="00B51C1D" w:rsidRPr="00D246F5" w:rsidRDefault="00B51C1D" w:rsidP="00FB0BAE">
                      <w:pPr>
                        <w:pStyle w:val="ListParagraph"/>
                        <w:numPr>
                          <w:ilvl w:val="0"/>
                          <w:numId w:val="8"/>
                        </w:numPr>
                        <w:spacing w:after="0"/>
                        <w:rPr>
                          <w:sz w:val="22"/>
                          <w:szCs w:val="22"/>
                        </w:rPr>
                      </w:pPr>
                      <w:r w:rsidRPr="00D246F5">
                        <w:rPr>
                          <w:sz w:val="22"/>
                          <w:szCs w:val="22"/>
                        </w:rPr>
                        <w:t xml:space="preserve">Ask students to reflect on the meaning o the concept and create a visual image that represents that concept </w:t>
                      </w:r>
                    </w:p>
                    <w:p w14:paraId="0A4E349F" w14:textId="7FFF9A00" w:rsidR="00B51C1D" w:rsidRPr="00D246F5" w:rsidRDefault="00B51C1D" w:rsidP="00D246F5">
                      <w:pPr>
                        <w:pStyle w:val="ListParagraph"/>
                        <w:numPr>
                          <w:ilvl w:val="0"/>
                          <w:numId w:val="8"/>
                        </w:numPr>
                        <w:spacing w:after="0"/>
                        <w:rPr>
                          <w:sz w:val="22"/>
                          <w:szCs w:val="22"/>
                        </w:rPr>
                      </w:pPr>
                      <w:r w:rsidRPr="00D246F5">
                        <w:rPr>
                          <w:sz w:val="22"/>
                          <w:szCs w:val="22"/>
                        </w:rPr>
                        <w:t>Have students share and expl</w:t>
                      </w:r>
                      <w:r>
                        <w:rPr>
                          <w:sz w:val="22"/>
                          <w:szCs w:val="22"/>
                        </w:rPr>
                        <w:t>ain their image with a partner.</w:t>
                      </w:r>
                    </w:p>
                    <w:p w14:paraId="328CEBF3" w14:textId="77777777" w:rsidR="00B51C1D" w:rsidRPr="00D246F5" w:rsidRDefault="00B51C1D" w:rsidP="00FB0BAE">
                      <w:pPr>
                        <w:spacing w:after="0"/>
                        <w:rPr>
                          <w:sz w:val="16"/>
                          <w:szCs w:val="16"/>
                        </w:rPr>
                      </w:pPr>
                    </w:p>
                    <w:p w14:paraId="7E1BFC61" w14:textId="68CFA669" w:rsidR="00B51C1D" w:rsidRDefault="00B51C1D" w:rsidP="00FB0BAE">
                      <w:pPr>
                        <w:spacing w:after="0"/>
                      </w:pPr>
                      <w:r>
                        <w:rPr>
                          <w:b/>
                        </w:rPr>
                        <w:t xml:space="preserve">Chalkboard Splash </w:t>
                      </w:r>
                    </w:p>
                    <w:p w14:paraId="38B081DF" w14:textId="203E486A" w:rsidR="00B51C1D" w:rsidRPr="00D246F5" w:rsidRDefault="00B51C1D" w:rsidP="00FB0BAE">
                      <w:pPr>
                        <w:pStyle w:val="ListParagraph"/>
                        <w:numPr>
                          <w:ilvl w:val="0"/>
                          <w:numId w:val="9"/>
                        </w:numPr>
                        <w:spacing w:after="0"/>
                        <w:rPr>
                          <w:sz w:val="22"/>
                          <w:szCs w:val="22"/>
                        </w:rPr>
                      </w:pPr>
                      <w:r w:rsidRPr="00D246F5">
                        <w:rPr>
                          <w:sz w:val="22"/>
                          <w:szCs w:val="22"/>
                        </w:rPr>
                        <w:t>Create a sentence starter, pro</w:t>
                      </w:r>
                      <w:r w:rsidR="00EA175C">
                        <w:rPr>
                          <w:sz w:val="22"/>
                          <w:szCs w:val="22"/>
                        </w:rPr>
                        <w:t xml:space="preserve">mpt, or questions so that </w:t>
                      </w:r>
                      <w:r w:rsidRPr="00D246F5">
                        <w:rPr>
                          <w:sz w:val="22"/>
                          <w:szCs w:val="22"/>
                        </w:rPr>
                        <w:t xml:space="preserve">all students </w:t>
                      </w:r>
                      <w:r w:rsidR="00EA175C">
                        <w:rPr>
                          <w:sz w:val="22"/>
                          <w:szCs w:val="22"/>
                        </w:rPr>
                        <w:t>can</w:t>
                      </w:r>
                      <w:bookmarkStart w:id="1" w:name="_GoBack"/>
                      <w:bookmarkEnd w:id="1"/>
                      <w:r w:rsidRPr="00D246F5">
                        <w:rPr>
                          <w:sz w:val="22"/>
                          <w:szCs w:val="22"/>
                        </w:rPr>
                        <w:t xml:space="preserve"> see the class’ responses.</w:t>
                      </w:r>
                    </w:p>
                    <w:p w14:paraId="566C005F" w14:textId="3A4435CE" w:rsidR="00B51C1D" w:rsidRPr="00D246F5" w:rsidRDefault="00B51C1D" w:rsidP="00FB0BAE">
                      <w:pPr>
                        <w:pStyle w:val="ListParagraph"/>
                        <w:numPr>
                          <w:ilvl w:val="0"/>
                          <w:numId w:val="9"/>
                        </w:numPr>
                        <w:spacing w:after="0"/>
                        <w:rPr>
                          <w:sz w:val="22"/>
                          <w:szCs w:val="22"/>
                        </w:rPr>
                      </w:pPr>
                      <w:r w:rsidRPr="00D246F5">
                        <w:rPr>
                          <w:sz w:val="22"/>
                          <w:szCs w:val="22"/>
                        </w:rPr>
                        <w:t>As students provide answers, have them put their response in a specific place on the chalkboard or SmartBoard.</w:t>
                      </w:r>
                    </w:p>
                    <w:p w14:paraId="0093AC84" w14:textId="0AC2D425" w:rsidR="00B51C1D" w:rsidRPr="00D246F5" w:rsidRDefault="00B51C1D" w:rsidP="00FB0BAE">
                      <w:pPr>
                        <w:pStyle w:val="ListParagraph"/>
                        <w:numPr>
                          <w:ilvl w:val="0"/>
                          <w:numId w:val="9"/>
                        </w:numPr>
                        <w:spacing w:after="0"/>
                        <w:rPr>
                          <w:sz w:val="22"/>
                          <w:szCs w:val="22"/>
                        </w:rPr>
                      </w:pPr>
                      <w:r w:rsidRPr="00D246F5">
                        <w:rPr>
                          <w:sz w:val="22"/>
                          <w:szCs w:val="22"/>
                        </w:rPr>
                        <w:t xml:space="preserve">Debrief with the students reading the different answers and jotting down differences, similarities, and surprises. </w:t>
                      </w:r>
                    </w:p>
                    <w:p w14:paraId="6F5141A4" w14:textId="77777777" w:rsidR="00B51C1D" w:rsidRPr="00D246F5" w:rsidRDefault="00B51C1D" w:rsidP="00FB0BAE">
                      <w:pPr>
                        <w:pStyle w:val="ListParagraph"/>
                        <w:numPr>
                          <w:ilvl w:val="0"/>
                          <w:numId w:val="9"/>
                        </w:numPr>
                        <w:spacing w:after="0"/>
                        <w:rPr>
                          <w:sz w:val="22"/>
                          <w:szCs w:val="22"/>
                        </w:rPr>
                      </w:pPr>
                      <w:r w:rsidRPr="00D246F5">
                        <w:rPr>
                          <w:sz w:val="22"/>
                          <w:szCs w:val="22"/>
                        </w:rPr>
                        <w:t>Ask students to share in small groups.</w:t>
                      </w:r>
                    </w:p>
                    <w:p w14:paraId="626360F0" w14:textId="77777777" w:rsidR="00B51C1D" w:rsidRPr="00D246F5" w:rsidRDefault="00B51C1D" w:rsidP="001B6CB1">
                      <w:pPr>
                        <w:spacing w:after="0"/>
                        <w:rPr>
                          <w:sz w:val="16"/>
                          <w:szCs w:val="16"/>
                        </w:rPr>
                      </w:pPr>
                    </w:p>
                    <w:p w14:paraId="78882D48" w14:textId="77777777" w:rsidR="00B51C1D" w:rsidRDefault="00B51C1D" w:rsidP="001B6CB1">
                      <w:pPr>
                        <w:spacing w:after="0"/>
                      </w:pPr>
                      <w:r>
                        <w:rPr>
                          <w:b/>
                        </w:rPr>
                        <w:t>Thumbs-Up When Ready</w:t>
                      </w:r>
                    </w:p>
                    <w:p w14:paraId="7A989C96" w14:textId="66EE8DB4" w:rsidR="00B51C1D" w:rsidRPr="00D246F5" w:rsidRDefault="00B51C1D" w:rsidP="001B6CB1">
                      <w:pPr>
                        <w:pStyle w:val="ListParagraph"/>
                        <w:numPr>
                          <w:ilvl w:val="0"/>
                          <w:numId w:val="10"/>
                        </w:numPr>
                        <w:spacing w:after="0"/>
                        <w:rPr>
                          <w:sz w:val="22"/>
                          <w:szCs w:val="22"/>
                        </w:rPr>
                      </w:pPr>
                      <w:r w:rsidRPr="00D246F5">
                        <w:rPr>
                          <w:sz w:val="22"/>
                          <w:szCs w:val="22"/>
                        </w:rPr>
                        <w:t>Ask students to reflect on your prompt</w:t>
                      </w:r>
                    </w:p>
                    <w:p w14:paraId="253B1703" w14:textId="0194BB17" w:rsidR="00B51C1D" w:rsidRPr="00D246F5" w:rsidRDefault="00B51C1D" w:rsidP="001B6CB1">
                      <w:pPr>
                        <w:pStyle w:val="ListParagraph"/>
                        <w:numPr>
                          <w:ilvl w:val="0"/>
                          <w:numId w:val="10"/>
                        </w:numPr>
                        <w:spacing w:after="0"/>
                        <w:rPr>
                          <w:sz w:val="22"/>
                          <w:szCs w:val="22"/>
                        </w:rPr>
                      </w:pPr>
                      <w:r w:rsidRPr="00D246F5">
                        <w:rPr>
                          <w:sz w:val="22"/>
                          <w:szCs w:val="22"/>
                        </w:rPr>
                        <w:t>Explain when they are ready, they should put their thumb up</w:t>
                      </w:r>
                    </w:p>
                    <w:p w14:paraId="6395B6DA" w14:textId="474BE1B5" w:rsidR="00B51C1D" w:rsidRPr="00D246F5" w:rsidRDefault="00B51C1D" w:rsidP="001B6CB1">
                      <w:pPr>
                        <w:pStyle w:val="ListParagraph"/>
                        <w:numPr>
                          <w:ilvl w:val="0"/>
                          <w:numId w:val="10"/>
                        </w:numPr>
                        <w:spacing w:after="0"/>
                        <w:rPr>
                          <w:sz w:val="22"/>
                          <w:szCs w:val="22"/>
                        </w:rPr>
                      </w:pPr>
                      <w:r w:rsidRPr="00D246F5">
                        <w:rPr>
                          <w:sz w:val="22"/>
                          <w:szCs w:val="22"/>
                        </w:rPr>
                        <w:t xml:space="preserve">You can add a pair-share to allow demonstration of what they know. </w:t>
                      </w:r>
                    </w:p>
                    <w:p w14:paraId="5F0128DE" w14:textId="77777777" w:rsidR="00B51C1D" w:rsidRDefault="00B51C1D" w:rsidP="00D246F5">
                      <w:pPr>
                        <w:spacing w:after="0"/>
                        <w:rPr>
                          <w:sz w:val="16"/>
                          <w:szCs w:val="16"/>
                        </w:rPr>
                      </w:pPr>
                    </w:p>
                    <w:p w14:paraId="150FF460" w14:textId="77777777" w:rsidR="00B51C1D" w:rsidRPr="009032CF" w:rsidRDefault="00B51C1D" w:rsidP="00D246F5">
                      <w:pPr>
                        <w:spacing w:after="0"/>
                      </w:pPr>
                      <w:r>
                        <w:rPr>
                          <w:b/>
                        </w:rPr>
                        <w:t>Ranking</w:t>
                      </w:r>
                    </w:p>
                    <w:p w14:paraId="201EB7F5" w14:textId="77777777" w:rsidR="00B51C1D" w:rsidRPr="00755A3A" w:rsidRDefault="00B51C1D" w:rsidP="00D246F5">
                      <w:pPr>
                        <w:pStyle w:val="ListParagraph"/>
                        <w:numPr>
                          <w:ilvl w:val="0"/>
                          <w:numId w:val="14"/>
                        </w:numPr>
                        <w:rPr>
                          <w:sz w:val="22"/>
                          <w:szCs w:val="22"/>
                        </w:rPr>
                      </w:pPr>
                      <w:r w:rsidRPr="00755A3A">
                        <w:rPr>
                          <w:sz w:val="22"/>
                          <w:szCs w:val="22"/>
                        </w:rPr>
                        <w:t xml:space="preserve">Select items, concepts, steps, events, descriptions, etc. </w:t>
                      </w:r>
                    </w:p>
                    <w:p w14:paraId="5583E481" w14:textId="77777777" w:rsidR="00B51C1D" w:rsidRPr="00755A3A" w:rsidRDefault="00B51C1D" w:rsidP="00D246F5">
                      <w:pPr>
                        <w:pStyle w:val="ListParagraph"/>
                        <w:numPr>
                          <w:ilvl w:val="0"/>
                          <w:numId w:val="14"/>
                        </w:numPr>
                        <w:rPr>
                          <w:sz w:val="22"/>
                          <w:szCs w:val="22"/>
                        </w:rPr>
                      </w:pPr>
                      <w:r w:rsidRPr="00755A3A">
                        <w:rPr>
                          <w:sz w:val="22"/>
                          <w:szCs w:val="22"/>
                        </w:rPr>
                        <w:t xml:space="preserve">Ask students to rank them according to criteria you have provided. </w:t>
                      </w:r>
                    </w:p>
                    <w:p w14:paraId="3FE21309" w14:textId="77777777" w:rsidR="00B51C1D" w:rsidRPr="00755A3A" w:rsidRDefault="00B51C1D" w:rsidP="00D246F5">
                      <w:pPr>
                        <w:pStyle w:val="ListParagraph"/>
                        <w:numPr>
                          <w:ilvl w:val="0"/>
                          <w:numId w:val="14"/>
                        </w:numPr>
                        <w:rPr>
                          <w:sz w:val="22"/>
                          <w:szCs w:val="22"/>
                        </w:rPr>
                      </w:pPr>
                      <w:r w:rsidRPr="00755A3A">
                        <w:rPr>
                          <w:sz w:val="22"/>
                          <w:szCs w:val="22"/>
                        </w:rPr>
                        <w:t>Ask students to provide justification for the way they chose to rank the concepts</w:t>
                      </w:r>
                      <w:r>
                        <w:rPr>
                          <w:sz w:val="22"/>
                          <w:szCs w:val="22"/>
                        </w:rPr>
                        <w:t>.</w:t>
                      </w:r>
                    </w:p>
                    <w:p w14:paraId="70054409" w14:textId="77777777" w:rsidR="00B51C1D" w:rsidRPr="00D246F5" w:rsidRDefault="00B51C1D" w:rsidP="00FB0BAE">
                      <w:pPr>
                        <w:rPr>
                          <w:sz w:val="16"/>
                          <w:szCs w:val="16"/>
                        </w:rPr>
                      </w:pPr>
                    </w:p>
                    <w:p w14:paraId="169F99E8" w14:textId="77777777" w:rsidR="00B51C1D" w:rsidRDefault="00B51C1D" w:rsidP="00FB0BAE"/>
                  </w:txbxContent>
                </v:textbox>
                <w10:wrap type="through" anchorx="page" anchory="page"/>
              </v:shape>
            </w:pict>
          </mc:Fallback>
        </mc:AlternateContent>
      </w:r>
      <w:r w:rsidR="00ED5C6F">
        <w:rPr>
          <w:noProof/>
        </w:rPr>
        <mc:AlternateContent>
          <mc:Choice Requires="wpg">
            <w:drawing>
              <wp:anchor distT="0" distB="0" distL="114300" distR="114300" simplePos="0" relativeHeight="251671792" behindDoc="0" locked="0" layoutInCell="1" allowOverlap="1" wp14:anchorId="7D20EF5A" wp14:editId="1C669770">
                <wp:simplePos x="0" y="0"/>
                <wp:positionH relativeFrom="page">
                  <wp:posOffset>3974465</wp:posOffset>
                </wp:positionH>
                <wp:positionV relativeFrom="page">
                  <wp:posOffset>1252855</wp:posOffset>
                </wp:positionV>
                <wp:extent cx="3406775" cy="8122285"/>
                <wp:effectExtent l="0" t="0" r="0" b="5715"/>
                <wp:wrapThrough wrapText="bothSides">
                  <wp:wrapPolygon edited="0">
                    <wp:start x="161" y="0"/>
                    <wp:lineTo x="161" y="21548"/>
                    <wp:lineTo x="21258" y="21548"/>
                    <wp:lineTo x="21258" y="0"/>
                    <wp:lineTo x="161" y="0"/>
                  </wp:wrapPolygon>
                </wp:wrapThrough>
                <wp:docPr id="233" name="Group 233"/>
                <wp:cNvGraphicFramePr/>
                <a:graphic xmlns:a="http://schemas.openxmlformats.org/drawingml/2006/main">
                  <a:graphicData uri="http://schemas.microsoft.com/office/word/2010/wordprocessingGroup">
                    <wpg:wgp>
                      <wpg:cNvGrpSpPr/>
                      <wpg:grpSpPr>
                        <a:xfrm>
                          <a:off x="0" y="0"/>
                          <a:ext cx="3406775" cy="8122285"/>
                          <a:chOff x="0" y="0"/>
                          <a:chExt cx="3406775" cy="8122285"/>
                        </a:xfrm>
                        <a:extLst>
                          <a:ext uri="{0CCBE362-F206-4b92-989A-16890622DB6E}">
                            <ma14:wrappingTextBoxFlag xmlns:ma14="http://schemas.microsoft.com/office/mac/drawingml/2011/main" val="1"/>
                          </a:ext>
                        </a:extLst>
                      </wpg:grpSpPr>
                      <wps:wsp>
                        <wps:cNvPr id="10" name="Text Box 10"/>
                        <wps:cNvSpPr txBox="1"/>
                        <wps:spPr>
                          <a:xfrm>
                            <a:off x="0" y="0"/>
                            <a:ext cx="3406775" cy="8122285"/>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 Box 5"/>
                        <wps:cNvSpPr txBox="1"/>
                        <wps:spPr>
                          <a:xfrm>
                            <a:off x="91440" y="45720"/>
                            <a:ext cx="3223895" cy="180340"/>
                          </a:xfrm>
                          <a:prstGeom prst="rect">
                            <a:avLst/>
                          </a:prstGeom>
                          <a:noFill/>
                          <a:ln>
                            <a:noFill/>
                          </a:ln>
                          <a:effectLst/>
                          <a:extLst>
                            <a:ext uri="{C572A759-6A51-4108-AA02-DFA0A04FC94B}">
                              <ma14:wrappingTextBoxFlag xmlns:ma14="http://schemas.microsoft.com/office/mac/drawingml/2011/main"/>
                            </a:ext>
                          </a:extLst>
                        </wps:spPr>
                        <wps:txbx id="11">
                          <w:txbxContent>
                            <w:p w14:paraId="73B12697" w14:textId="77777777" w:rsidR="00B51C1D" w:rsidRDefault="00B51C1D" w:rsidP="00D246F5">
                              <w:pPr>
                                <w:spacing w:after="0"/>
                              </w:pPr>
                              <w:r>
                                <w:rPr>
                                  <w:b/>
                                </w:rPr>
                                <w:t>Processing Cards</w:t>
                              </w:r>
                            </w:p>
                            <w:p w14:paraId="6E225308" w14:textId="77777777" w:rsidR="00B51C1D" w:rsidRPr="00D246F5" w:rsidRDefault="00B51C1D" w:rsidP="00D246F5">
                              <w:pPr>
                                <w:pStyle w:val="ListParagraph"/>
                                <w:numPr>
                                  <w:ilvl w:val="0"/>
                                  <w:numId w:val="11"/>
                                </w:numPr>
                                <w:rPr>
                                  <w:sz w:val="22"/>
                                  <w:szCs w:val="22"/>
                                </w:rPr>
                              </w:pPr>
                              <w:r w:rsidRPr="00D246F5">
                                <w:rPr>
                                  <w:sz w:val="22"/>
                                  <w:szCs w:val="22"/>
                                </w:rPr>
                                <w:t>Give students processing cards (one side says thinking the other says ready to share)</w:t>
                              </w:r>
                            </w:p>
                            <w:p w14:paraId="35D85491" w14:textId="77777777" w:rsidR="00B51C1D" w:rsidRPr="00D246F5" w:rsidRDefault="00B51C1D" w:rsidP="00D246F5">
                              <w:pPr>
                                <w:pStyle w:val="ListParagraph"/>
                                <w:numPr>
                                  <w:ilvl w:val="0"/>
                                  <w:numId w:val="11"/>
                                </w:numPr>
                                <w:rPr>
                                  <w:sz w:val="22"/>
                                  <w:szCs w:val="22"/>
                                </w:rPr>
                              </w:pPr>
                              <w:r w:rsidRPr="00D246F5">
                                <w:rPr>
                                  <w:sz w:val="22"/>
                                  <w:szCs w:val="22"/>
                                </w:rPr>
                                <w:t>Have students place the “still thinking” side up while they finish the task.</w:t>
                              </w:r>
                            </w:p>
                            <w:p w14:paraId="4730FF7D" w14:textId="77777777" w:rsidR="00B51C1D" w:rsidRPr="00D246F5" w:rsidRDefault="00B51C1D" w:rsidP="00D246F5">
                              <w:pPr>
                                <w:pStyle w:val="ListParagraph"/>
                                <w:numPr>
                                  <w:ilvl w:val="0"/>
                                  <w:numId w:val="11"/>
                                </w:numPr>
                                <w:rPr>
                                  <w:sz w:val="22"/>
                                  <w:szCs w:val="22"/>
                                </w:rPr>
                              </w:pPr>
                              <w:r w:rsidRPr="00D246F5">
                                <w:rPr>
                                  <w:sz w:val="22"/>
                                  <w:szCs w:val="22"/>
                                </w:rPr>
                                <w:t>When they are complete with the task, students should turn the card to “ready to share”</w:t>
                              </w:r>
                            </w:p>
                            <w:p w14:paraId="3DC63CD2" w14:textId="77777777" w:rsidR="00B51C1D" w:rsidRPr="00D246F5" w:rsidRDefault="00B51C1D" w:rsidP="00D246F5">
                              <w:pPr>
                                <w:pStyle w:val="ListParagraph"/>
                                <w:numPr>
                                  <w:ilvl w:val="0"/>
                                  <w:numId w:val="11"/>
                                </w:numPr>
                                <w:rPr>
                                  <w:sz w:val="22"/>
                                  <w:szCs w:val="22"/>
                                </w:rPr>
                              </w:pPr>
                              <w:r w:rsidRPr="00D246F5">
                                <w:rPr>
                                  <w:sz w:val="22"/>
                                  <w:szCs w:val="22"/>
                                </w:rPr>
                                <w:t xml:space="preserve">Be sure to have an in between activity to give students who finish up early something to do. while waiting on their peers. </w:t>
                              </w:r>
                            </w:p>
                            <w:p w14:paraId="2147CBB9" w14:textId="35003910" w:rsidR="00B51C1D" w:rsidRDefault="00B51C1D" w:rsidP="00E15347">
                              <w:pPr>
                                <w:spacing w:after="0"/>
                              </w:pPr>
                              <w:r>
                                <w:rPr>
                                  <w:b/>
                                </w:rPr>
                                <w:t>Similes</w:t>
                              </w:r>
                            </w:p>
                            <w:p w14:paraId="6499FA32" w14:textId="45CA56A1" w:rsidR="00B51C1D" w:rsidRPr="00755A3A" w:rsidRDefault="00B51C1D" w:rsidP="001B6CB1">
                              <w:pPr>
                                <w:pStyle w:val="ListParagraph"/>
                                <w:numPr>
                                  <w:ilvl w:val="0"/>
                                  <w:numId w:val="12"/>
                                </w:numPr>
                                <w:rPr>
                                  <w:sz w:val="22"/>
                                  <w:szCs w:val="22"/>
                                </w:rPr>
                              </w:pPr>
                              <w:r w:rsidRPr="00755A3A">
                                <w:rPr>
                                  <w:sz w:val="22"/>
                                  <w:szCs w:val="22"/>
                                </w:rPr>
                                <w:t>Create similes using some of the topics you are studying</w:t>
                              </w:r>
                            </w:p>
                            <w:p w14:paraId="032F39D5" w14:textId="5674740B" w:rsidR="00B51C1D" w:rsidRPr="00755A3A" w:rsidRDefault="00B51C1D" w:rsidP="001B6CB1">
                              <w:pPr>
                                <w:pStyle w:val="ListParagraph"/>
                                <w:numPr>
                                  <w:ilvl w:val="0"/>
                                  <w:numId w:val="12"/>
                                </w:numPr>
                                <w:rPr>
                                  <w:sz w:val="22"/>
                                  <w:szCs w:val="22"/>
                                </w:rPr>
                              </w:pPr>
                              <w:r w:rsidRPr="00755A3A">
                                <w:rPr>
                                  <w:sz w:val="22"/>
                                  <w:szCs w:val="22"/>
                                </w:rPr>
                                <w:t>Ask students to formulate an explanation for how the simile might be true</w:t>
                              </w:r>
                            </w:p>
                            <w:p w14:paraId="26D2DE73" w14:textId="523B822C" w:rsidR="00B51C1D" w:rsidRPr="00755A3A" w:rsidRDefault="00B51C1D" w:rsidP="001B6CB1">
                              <w:pPr>
                                <w:pStyle w:val="ListParagraph"/>
                                <w:numPr>
                                  <w:ilvl w:val="0"/>
                                  <w:numId w:val="12"/>
                                </w:numPr>
                                <w:rPr>
                                  <w:sz w:val="22"/>
                                  <w:szCs w:val="22"/>
                                </w:rPr>
                              </w:pPr>
                              <w:r w:rsidRPr="00755A3A">
                                <w:rPr>
                                  <w:sz w:val="22"/>
                                  <w:szCs w:val="22"/>
                                </w:rPr>
                                <w:t>Ask students to share with a small group</w:t>
                              </w:r>
                            </w:p>
                            <w:p w14:paraId="4FFDBD5B" w14:textId="3F462374" w:rsidR="00B51C1D" w:rsidRPr="00E15347" w:rsidRDefault="00B51C1D" w:rsidP="00755A3A">
                              <w:pPr>
                                <w:pStyle w:val="ListParagraph"/>
                                <w:numPr>
                                  <w:ilvl w:val="0"/>
                                  <w:numId w:val="12"/>
                                </w:numPr>
                                <w:spacing w:after="0"/>
                                <w:rPr>
                                  <w:sz w:val="20"/>
                                  <w:szCs w:val="20"/>
                                </w:rPr>
                              </w:pPr>
                              <w:r w:rsidRPr="00755A3A">
                                <w:rPr>
                                  <w:sz w:val="22"/>
                                  <w:szCs w:val="22"/>
                                </w:rPr>
                                <w:t>After they have been modeled, have students create their own.</w:t>
                              </w:r>
                            </w:p>
                            <w:p w14:paraId="4DE26B60" w14:textId="77777777" w:rsidR="00B51C1D" w:rsidRPr="00D246F5" w:rsidRDefault="00B51C1D" w:rsidP="009032CF">
                              <w:pPr>
                                <w:spacing w:after="0"/>
                                <w:rPr>
                                  <w:b/>
                                  <w:sz w:val="16"/>
                                  <w:szCs w:val="16"/>
                                </w:rPr>
                              </w:pPr>
                            </w:p>
                            <w:p w14:paraId="7E19D903" w14:textId="2ADB012B" w:rsidR="00B51C1D" w:rsidRPr="00E15347" w:rsidRDefault="00B51C1D" w:rsidP="009032CF">
                              <w:pPr>
                                <w:spacing w:after="0"/>
                                <w:rPr>
                                  <w:b/>
                                </w:rPr>
                              </w:pPr>
                              <w:r w:rsidRPr="00E15347">
                                <w:rPr>
                                  <w:b/>
                                </w:rPr>
                                <w:t>Numbered Heads Together</w:t>
                              </w:r>
                            </w:p>
                            <w:p w14:paraId="7ECE4850" w14:textId="3C5F09EA" w:rsidR="00B51C1D" w:rsidRPr="00755A3A" w:rsidRDefault="00B51C1D" w:rsidP="009032CF">
                              <w:pPr>
                                <w:pStyle w:val="ListParagraph"/>
                                <w:numPr>
                                  <w:ilvl w:val="0"/>
                                  <w:numId w:val="15"/>
                                </w:numPr>
                                <w:spacing w:after="0"/>
                                <w:rPr>
                                  <w:sz w:val="22"/>
                                  <w:szCs w:val="22"/>
                                </w:rPr>
                              </w:pPr>
                              <w:r w:rsidRPr="00755A3A">
                                <w:rPr>
                                  <w:sz w:val="22"/>
                                  <w:szCs w:val="22"/>
                                </w:rPr>
                                <w:t>Have the students count off (1-4) so each group member is assigned a number. (Be sure to confirm student numbers)</w:t>
                              </w:r>
                            </w:p>
                            <w:p w14:paraId="0D117FCE" w14:textId="6B6083D6" w:rsidR="00B51C1D" w:rsidRPr="00755A3A" w:rsidRDefault="00B51C1D" w:rsidP="009032CF">
                              <w:pPr>
                                <w:pStyle w:val="ListParagraph"/>
                                <w:numPr>
                                  <w:ilvl w:val="0"/>
                                  <w:numId w:val="15"/>
                                </w:numPr>
                                <w:spacing w:after="0"/>
                                <w:rPr>
                                  <w:sz w:val="22"/>
                                  <w:szCs w:val="22"/>
                                </w:rPr>
                              </w:pPr>
                              <w:r w:rsidRPr="00755A3A">
                                <w:rPr>
                                  <w:sz w:val="22"/>
                                  <w:szCs w:val="22"/>
                                </w:rPr>
                                <w:t xml:space="preserve">Inform that all group members will have to report their group’s information. Once group work is over, select a number to report out. </w:t>
                              </w:r>
                            </w:p>
                            <w:p w14:paraId="79F0F51F" w14:textId="1A34D905" w:rsidR="00B51C1D" w:rsidRPr="00755A3A" w:rsidRDefault="00B51C1D" w:rsidP="009032CF">
                              <w:pPr>
                                <w:pStyle w:val="ListParagraph"/>
                                <w:numPr>
                                  <w:ilvl w:val="0"/>
                                  <w:numId w:val="15"/>
                                </w:numPr>
                                <w:spacing w:after="0"/>
                                <w:rPr>
                                  <w:sz w:val="22"/>
                                  <w:szCs w:val="22"/>
                                </w:rPr>
                              </w:pPr>
                              <w:r w:rsidRPr="00755A3A">
                                <w:rPr>
                                  <w:sz w:val="22"/>
                                  <w:szCs w:val="22"/>
                                </w:rPr>
                                <w:t xml:space="preserve">Call on a team and have the student with the selected number report out. </w:t>
                              </w:r>
                            </w:p>
                            <w:p w14:paraId="09018415" w14:textId="77777777" w:rsidR="00B51C1D" w:rsidRPr="00D246F5" w:rsidRDefault="00B51C1D" w:rsidP="00050829">
                              <w:pPr>
                                <w:spacing w:after="0"/>
                                <w:rPr>
                                  <w:sz w:val="16"/>
                                  <w:szCs w:val="16"/>
                                </w:rPr>
                              </w:pPr>
                            </w:p>
                            <w:p w14:paraId="14D4A235" w14:textId="3C5F767D" w:rsidR="00B51C1D" w:rsidRPr="00755A3A" w:rsidRDefault="00B51C1D" w:rsidP="00050829">
                              <w:pPr>
                                <w:spacing w:after="0"/>
                              </w:pPr>
                              <w:r w:rsidRPr="00755A3A">
                                <w:rPr>
                                  <w:b/>
                                </w:rPr>
                                <w:t>Thumbs Up/Down Vote</w:t>
                              </w:r>
                            </w:p>
                            <w:p w14:paraId="35516BD5" w14:textId="69B88F86" w:rsidR="00B51C1D" w:rsidRPr="00755A3A" w:rsidRDefault="00B51C1D" w:rsidP="00050829">
                              <w:pPr>
                                <w:pStyle w:val="ListParagraph"/>
                                <w:numPr>
                                  <w:ilvl w:val="0"/>
                                  <w:numId w:val="16"/>
                                </w:numPr>
                                <w:spacing w:after="0"/>
                                <w:rPr>
                                  <w:sz w:val="22"/>
                                  <w:szCs w:val="22"/>
                                </w:rPr>
                              </w:pPr>
                              <w:r w:rsidRPr="00755A3A">
                                <w:rPr>
                                  <w:sz w:val="22"/>
                                  <w:szCs w:val="22"/>
                                </w:rPr>
                                <w:t>Ask a yes/no or agree/disagree question</w:t>
                              </w:r>
                            </w:p>
                            <w:p w14:paraId="2F5BA43D" w14:textId="2F447F19" w:rsidR="00B51C1D" w:rsidRPr="00755A3A" w:rsidRDefault="00B51C1D" w:rsidP="00050829">
                              <w:pPr>
                                <w:pStyle w:val="ListParagraph"/>
                                <w:numPr>
                                  <w:ilvl w:val="0"/>
                                  <w:numId w:val="16"/>
                                </w:numPr>
                                <w:spacing w:after="0"/>
                                <w:rPr>
                                  <w:sz w:val="22"/>
                                  <w:szCs w:val="22"/>
                                </w:rPr>
                              </w:pPr>
                              <w:r w:rsidRPr="00755A3A">
                                <w:rPr>
                                  <w:sz w:val="22"/>
                                  <w:szCs w:val="22"/>
                                </w:rPr>
                                <w:t>Ask students to give a thumbs up if they vote yes or a thumbs down if they vote no.</w:t>
                              </w:r>
                            </w:p>
                            <w:p w14:paraId="1805BD86" w14:textId="225733E5" w:rsidR="00B51C1D" w:rsidRPr="00755A3A" w:rsidRDefault="00B51C1D" w:rsidP="00050829">
                              <w:pPr>
                                <w:pStyle w:val="ListParagraph"/>
                                <w:numPr>
                                  <w:ilvl w:val="0"/>
                                  <w:numId w:val="16"/>
                                </w:numPr>
                                <w:spacing w:after="0"/>
                                <w:rPr>
                                  <w:sz w:val="22"/>
                                  <w:szCs w:val="22"/>
                                </w:rPr>
                              </w:pPr>
                              <w:r w:rsidRPr="00755A3A">
                                <w:rPr>
                                  <w:sz w:val="22"/>
                                  <w:szCs w:val="22"/>
                                </w:rPr>
                                <w:t xml:space="preserve">Be sure you have all students vote – so </w:t>
                              </w:r>
                              <w:r>
                                <w:rPr>
                                  <w:sz w:val="22"/>
                                  <w:szCs w:val="22"/>
                                </w:rPr>
                                <w:t xml:space="preserve">do </w:t>
                              </w:r>
                              <w:r w:rsidRPr="00755A3A">
                                <w:rPr>
                                  <w:sz w:val="22"/>
                                  <w:szCs w:val="22"/>
                                </w:rPr>
                                <w:t>not move on until they have all voted.</w:t>
                              </w:r>
                            </w:p>
                            <w:p w14:paraId="01A116EE" w14:textId="77777777" w:rsidR="00B51C1D" w:rsidRDefault="00B51C1D" w:rsidP="00755A3A">
                              <w:pPr>
                                <w:spacing w:after="0"/>
                                <w:rPr>
                                  <w:sz w:val="20"/>
                                  <w:szCs w:val="20"/>
                                </w:rPr>
                              </w:pPr>
                            </w:p>
                            <w:p w14:paraId="5D6A30E3" w14:textId="77777777" w:rsidR="00B51C1D" w:rsidRPr="00755A3A" w:rsidRDefault="00B51C1D" w:rsidP="00755A3A">
                              <w:pPr>
                                <w:spacing w:after="0"/>
                                <w:rPr>
                                  <w:sz w:val="20"/>
                                  <w:szCs w:val="20"/>
                                </w:rPr>
                              </w:pPr>
                            </w:p>
                            <w:p w14:paraId="2031A02F" w14:textId="77777777" w:rsidR="00B51C1D" w:rsidRPr="00E15347" w:rsidRDefault="00B51C1D" w:rsidP="009032CF">
                              <w:pPr>
                                <w:rPr>
                                  <w:sz w:val="20"/>
                                  <w:szCs w:val="20"/>
                                </w:rPr>
                              </w:pPr>
                            </w:p>
                            <w:p w14:paraId="7A850643" w14:textId="77777777" w:rsidR="00B51C1D" w:rsidRPr="00E15347" w:rsidRDefault="00B51C1D" w:rsidP="001B6CB1">
                              <w:pPr>
                                <w:rPr>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6" name="Text Box 6"/>
                        <wps:cNvSpPr txBox="1"/>
                        <wps:spPr>
                          <a:xfrm>
                            <a:off x="91440" y="224790"/>
                            <a:ext cx="3223895" cy="493395"/>
                          </a:xfrm>
                          <a:prstGeom prst="rect">
                            <a:avLst/>
                          </a:prstGeom>
                          <a:noFill/>
                          <a:ln>
                            <a:noFill/>
                          </a:ln>
                          <a:effectLst/>
                          <a:extLst>
                            <a:ext uri="{C572A759-6A51-4108-AA02-DFA0A04FC94B}">
                              <ma14:wrappingTextBoxFlag xmlns:ma14="http://schemas.microsoft.com/office/mac/drawingml/2011/main"/>
                            </a:ext>
                          </a:extLst>
                        </wps:spPr>
                        <wps:linkedTxbx id="11" seq="1"/>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9" name="Text Box 9"/>
                        <wps:cNvSpPr txBox="1"/>
                        <wps:spPr>
                          <a:xfrm>
                            <a:off x="91440" y="716915"/>
                            <a:ext cx="3223895" cy="329565"/>
                          </a:xfrm>
                          <a:prstGeom prst="rect">
                            <a:avLst/>
                          </a:prstGeom>
                          <a:noFill/>
                          <a:ln>
                            <a:noFill/>
                          </a:ln>
                          <a:effectLst/>
                          <a:extLst>
                            <a:ext uri="{C572A759-6A51-4108-AA02-DFA0A04FC94B}">
                              <ma14:wrappingTextBoxFlag xmlns:ma14="http://schemas.microsoft.com/office/mac/drawingml/2011/main"/>
                            </a:ext>
                          </a:extLst>
                        </wps:spPr>
                        <wps:linkedTxbx id="11" seq="2"/>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1" name="Text Box 11"/>
                        <wps:cNvSpPr txBox="1"/>
                        <wps:spPr>
                          <a:xfrm>
                            <a:off x="91440" y="1045210"/>
                            <a:ext cx="3223895" cy="493395"/>
                          </a:xfrm>
                          <a:prstGeom prst="rect">
                            <a:avLst/>
                          </a:prstGeom>
                          <a:noFill/>
                          <a:ln>
                            <a:noFill/>
                          </a:ln>
                          <a:effectLst/>
                          <a:extLst>
                            <a:ext uri="{C572A759-6A51-4108-AA02-DFA0A04FC94B}">
                              <ma14:wrappingTextBoxFlag xmlns:ma14="http://schemas.microsoft.com/office/mac/drawingml/2011/main"/>
                            </a:ext>
                          </a:extLst>
                        </wps:spPr>
                        <wps:linkedTxbx id="11" seq="3"/>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4" name="Text Box 14"/>
                        <wps:cNvSpPr txBox="1"/>
                        <wps:spPr>
                          <a:xfrm>
                            <a:off x="91440" y="1537335"/>
                            <a:ext cx="3223895" cy="784225"/>
                          </a:xfrm>
                          <a:prstGeom prst="rect">
                            <a:avLst/>
                          </a:prstGeom>
                          <a:noFill/>
                          <a:ln>
                            <a:noFill/>
                          </a:ln>
                          <a:effectLst/>
                          <a:extLst>
                            <a:ext uri="{C572A759-6A51-4108-AA02-DFA0A04FC94B}">
                              <ma14:wrappingTextBoxFlag xmlns:ma14="http://schemas.microsoft.com/office/mac/drawingml/2011/main"/>
                            </a:ext>
                          </a:extLst>
                        </wps:spPr>
                        <wps:linkedTxbx id="11" seq="4"/>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5" name="Text Box 15"/>
                        <wps:cNvSpPr txBox="1"/>
                        <wps:spPr>
                          <a:xfrm>
                            <a:off x="91440" y="2320290"/>
                            <a:ext cx="3223895" cy="180340"/>
                          </a:xfrm>
                          <a:prstGeom prst="rect">
                            <a:avLst/>
                          </a:prstGeom>
                          <a:noFill/>
                          <a:ln>
                            <a:noFill/>
                          </a:ln>
                          <a:effectLst/>
                          <a:extLst>
                            <a:ext uri="{C572A759-6A51-4108-AA02-DFA0A04FC94B}">
                              <ma14:wrappingTextBoxFlag xmlns:ma14="http://schemas.microsoft.com/office/mac/drawingml/2011/main"/>
                            </a:ext>
                          </a:extLst>
                        </wps:spPr>
                        <wps:linkedTxbx id="11" seq="5"/>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6" name="Text Box 16"/>
                        <wps:cNvSpPr txBox="1"/>
                        <wps:spPr>
                          <a:xfrm>
                            <a:off x="91440" y="2499360"/>
                            <a:ext cx="3223895" cy="329565"/>
                          </a:xfrm>
                          <a:prstGeom prst="rect">
                            <a:avLst/>
                          </a:prstGeom>
                          <a:noFill/>
                          <a:ln>
                            <a:noFill/>
                          </a:ln>
                          <a:effectLst/>
                          <a:extLst>
                            <a:ext uri="{C572A759-6A51-4108-AA02-DFA0A04FC94B}">
                              <ma14:wrappingTextBoxFlag xmlns:ma14="http://schemas.microsoft.com/office/mac/drawingml/2011/main"/>
                            </a:ext>
                          </a:extLst>
                        </wps:spPr>
                        <wps:linkedTxbx id="11" seq="6"/>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7" name="Text Box 17"/>
                        <wps:cNvSpPr txBox="1"/>
                        <wps:spPr>
                          <a:xfrm>
                            <a:off x="91440" y="2827655"/>
                            <a:ext cx="3223895" cy="328930"/>
                          </a:xfrm>
                          <a:prstGeom prst="rect">
                            <a:avLst/>
                          </a:prstGeom>
                          <a:noFill/>
                          <a:ln>
                            <a:noFill/>
                          </a:ln>
                          <a:effectLst/>
                          <a:extLst>
                            <a:ext uri="{C572A759-6A51-4108-AA02-DFA0A04FC94B}">
                              <ma14:wrappingTextBoxFlag xmlns:ma14="http://schemas.microsoft.com/office/mac/drawingml/2011/main"/>
                            </a:ext>
                          </a:extLst>
                        </wps:spPr>
                        <wps:linkedTxbx id="11" seq="7"/>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8" name="Text Box 18"/>
                        <wps:cNvSpPr txBox="1"/>
                        <wps:spPr>
                          <a:xfrm>
                            <a:off x="91440" y="3155315"/>
                            <a:ext cx="3223895" cy="165735"/>
                          </a:xfrm>
                          <a:prstGeom prst="rect">
                            <a:avLst/>
                          </a:prstGeom>
                          <a:noFill/>
                          <a:ln>
                            <a:noFill/>
                          </a:ln>
                          <a:effectLst/>
                          <a:extLst>
                            <a:ext uri="{C572A759-6A51-4108-AA02-DFA0A04FC94B}">
                              <ma14:wrappingTextBoxFlag xmlns:ma14="http://schemas.microsoft.com/office/mac/drawingml/2011/main"/>
                            </a:ext>
                          </a:extLst>
                        </wps:spPr>
                        <wps:linkedTxbx id="11" seq="8"/>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9" name="Text Box 19"/>
                        <wps:cNvSpPr txBox="1"/>
                        <wps:spPr>
                          <a:xfrm>
                            <a:off x="91440" y="3319780"/>
                            <a:ext cx="3223895" cy="328930"/>
                          </a:xfrm>
                          <a:prstGeom prst="rect">
                            <a:avLst/>
                          </a:prstGeom>
                          <a:noFill/>
                          <a:ln>
                            <a:noFill/>
                          </a:ln>
                          <a:effectLst/>
                          <a:extLst>
                            <a:ext uri="{C572A759-6A51-4108-AA02-DFA0A04FC94B}">
                              <ma14:wrappingTextBoxFlag xmlns:ma14="http://schemas.microsoft.com/office/mac/drawingml/2011/main"/>
                            </a:ext>
                          </a:extLst>
                        </wps:spPr>
                        <wps:linkedTxbx id="11" seq="9"/>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0" name="Text Box 20"/>
                        <wps:cNvSpPr txBox="1"/>
                        <wps:spPr>
                          <a:xfrm>
                            <a:off x="91440" y="3647440"/>
                            <a:ext cx="3223895" cy="120650"/>
                          </a:xfrm>
                          <a:prstGeom prst="rect">
                            <a:avLst/>
                          </a:prstGeom>
                          <a:noFill/>
                          <a:ln>
                            <a:noFill/>
                          </a:ln>
                          <a:effectLst/>
                          <a:extLst>
                            <a:ext uri="{C572A759-6A51-4108-AA02-DFA0A04FC94B}">
                              <ma14:wrappingTextBoxFlag xmlns:ma14="http://schemas.microsoft.com/office/mac/drawingml/2011/main"/>
                            </a:ext>
                          </a:extLst>
                        </wps:spPr>
                        <wps:linkedTxbx id="11" seq="10"/>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1" name="Text Box 21"/>
                        <wps:cNvSpPr txBox="1"/>
                        <wps:spPr>
                          <a:xfrm>
                            <a:off x="91440" y="3766820"/>
                            <a:ext cx="3223895" cy="180340"/>
                          </a:xfrm>
                          <a:prstGeom prst="rect">
                            <a:avLst/>
                          </a:prstGeom>
                          <a:noFill/>
                          <a:ln>
                            <a:noFill/>
                          </a:ln>
                          <a:effectLst/>
                          <a:extLst>
                            <a:ext uri="{C572A759-6A51-4108-AA02-DFA0A04FC94B}">
                              <ma14:wrappingTextBoxFlag xmlns:ma14="http://schemas.microsoft.com/office/mac/drawingml/2011/main"/>
                            </a:ext>
                          </a:extLst>
                        </wps:spPr>
                        <wps:linkedTxbx id="11" seq="11"/>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2" name="Text Box 22"/>
                        <wps:cNvSpPr txBox="1"/>
                        <wps:spPr>
                          <a:xfrm>
                            <a:off x="91440" y="3945890"/>
                            <a:ext cx="3223895" cy="493395"/>
                          </a:xfrm>
                          <a:prstGeom prst="rect">
                            <a:avLst/>
                          </a:prstGeom>
                          <a:noFill/>
                          <a:ln>
                            <a:noFill/>
                          </a:ln>
                          <a:effectLst/>
                          <a:extLst>
                            <a:ext uri="{C572A759-6A51-4108-AA02-DFA0A04FC94B}">
                              <ma14:wrappingTextBoxFlag xmlns:ma14="http://schemas.microsoft.com/office/mac/drawingml/2011/main"/>
                            </a:ext>
                          </a:extLst>
                        </wps:spPr>
                        <wps:linkedTxbx id="11" seq="12"/>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3" name="Text Box 23"/>
                        <wps:cNvSpPr txBox="1"/>
                        <wps:spPr>
                          <a:xfrm>
                            <a:off x="91440" y="4438015"/>
                            <a:ext cx="3223895" cy="657225"/>
                          </a:xfrm>
                          <a:prstGeom prst="rect">
                            <a:avLst/>
                          </a:prstGeom>
                          <a:noFill/>
                          <a:ln>
                            <a:noFill/>
                          </a:ln>
                          <a:effectLst/>
                          <a:extLst>
                            <a:ext uri="{C572A759-6A51-4108-AA02-DFA0A04FC94B}">
                              <ma14:wrappingTextBoxFlag xmlns:ma14="http://schemas.microsoft.com/office/mac/drawingml/2011/main"/>
                            </a:ext>
                          </a:extLst>
                        </wps:spPr>
                        <wps:linkedTxbx id="11" seq="13"/>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4" name="Text Box 24"/>
                        <wps:cNvSpPr txBox="1"/>
                        <wps:spPr>
                          <a:xfrm>
                            <a:off x="91440" y="5093970"/>
                            <a:ext cx="3223895" cy="329565"/>
                          </a:xfrm>
                          <a:prstGeom prst="rect">
                            <a:avLst/>
                          </a:prstGeom>
                          <a:noFill/>
                          <a:ln>
                            <a:noFill/>
                          </a:ln>
                          <a:effectLst/>
                          <a:extLst>
                            <a:ext uri="{C572A759-6A51-4108-AA02-DFA0A04FC94B}">
                              <ma14:wrappingTextBoxFlag xmlns:ma14="http://schemas.microsoft.com/office/mac/drawingml/2011/main"/>
                            </a:ext>
                          </a:extLst>
                        </wps:spPr>
                        <wps:linkedTxbx id="11" seq="14"/>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5" name="Text Box 25"/>
                        <wps:cNvSpPr txBox="1"/>
                        <wps:spPr>
                          <a:xfrm>
                            <a:off x="91440" y="5422265"/>
                            <a:ext cx="3223895" cy="120650"/>
                          </a:xfrm>
                          <a:prstGeom prst="rect">
                            <a:avLst/>
                          </a:prstGeom>
                          <a:noFill/>
                          <a:ln>
                            <a:noFill/>
                          </a:ln>
                          <a:effectLst/>
                          <a:extLst>
                            <a:ext uri="{C572A759-6A51-4108-AA02-DFA0A04FC94B}">
                              <ma14:wrappingTextBoxFlag xmlns:ma14="http://schemas.microsoft.com/office/mac/drawingml/2011/main"/>
                            </a:ext>
                          </a:extLst>
                        </wps:spPr>
                        <wps:linkedTxbx id="11" seq="15"/>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6" name="Text Box 26"/>
                        <wps:cNvSpPr txBox="1"/>
                        <wps:spPr>
                          <a:xfrm>
                            <a:off x="91440" y="5541645"/>
                            <a:ext cx="3223895" cy="180340"/>
                          </a:xfrm>
                          <a:prstGeom prst="rect">
                            <a:avLst/>
                          </a:prstGeom>
                          <a:noFill/>
                          <a:ln>
                            <a:noFill/>
                          </a:ln>
                          <a:effectLst/>
                          <a:extLst>
                            <a:ext uri="{C572A759-6A51-4108-AA02-DFA0A04FC94B}">
                              <ma14:wrappingTextBoxFlag xmlns:ma14="http://schemas.microsoft.com/office/mac/drawingml/2011/main"/>
                            </a:ext>
                          </a:extLst>
                        </wps:spPr>
                        <wps:linkedTxbx id="11" seq="16"/>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7" name="Text Box 27"/>
                        <wps:cNvSpPr txBox="1"/>
                        <wps:spPr>
                          <a:xfrm>
                            <a:off x="91440" y="5720715"/>
                            <a:ext cx="3223895" cy="165100"/>
                          </a:xfrm>
                          <a:prstGeom prst="rect">
                            <a:avLst/>
                          </a:prstGeom>
                          <a:noFill/>
                          <a:ln>
                            <a:noFill/>
                          </a:ln>
                          <a:effectLst/>
                          <a:extLst>
                            <a:ext uri="{C572A759-6A51-4108-AA02-DFA0A04FC94B}">
                              <ma14:wrappingTextBoxFlag xmlns:ma14="http://schemas.microsoft.com/office/mac/drawingml/2011/main"/>
                            </a:ext>
                          </a:extLst>
                        </wps:spPr>
                        <wps:linkedTxbx id="11" seq="17"/>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8" name="Text Box 28"/>
                        <wps:cNvSpPr txBox="1"/>
                        <wps:spPr>
                          <a:xfrm>
                            <a:off x="91440" y="5884545"/>
                            <a:ext cx="3223895" cy="329565"/>
                          </a:xfrm>
                          <a:prstGeom prst="rect">
                            <a:avLst/>
                          </a:prstGeom>
                          <a:noFill/>
                          <a:ln>
                            <a:noFill/>
                          </a:ln>
                          <a:effectLst/>
                          <a:extLst>
                            <a:ext uri="{C572A759-6A51-4108-AA02-DFA0A04FC94B}">
                              <ma14:wrappingTextBoxFlag xmlns:ma14="http://schemas.microsoft.com/office/mac/drawingml/2011/main"/>
                            </a:ext>
                          </a:extLst>
                        </wps:spPr>
                        <wps:linkedTxbx id="11" seq="18"/>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9" name="Text Box 29"/>
                        <wps:cNvSpPr txBox="1"/>
                        <wps:spPr>
                          <a:xfrm>
                            <a:off x="91440" y="6212840"/>
                            <a:ext cx="3223895" cy="329565"/>
                          </a:xfrm>
                          <a:prstGeom prst="rect">
                            <a:avLst/>
                          </a:prstGeom>
                          <a:noFill/>
                          <a:ln>
                            <a:noFill/>
                          </a:ln>
                          <a:effectLst/>
                          <a:extLst>
                            <a:ext uri="{C572A759-6A51-4108-AA02-DFA0A04FC94B}">
                              <ma14:wrappingTextBoxFlag xmlns:ma14="http://schemas.microsoft.com/office/mac/drawingml/2011/main"/>
                            </a:ext>
                          </a:extLst>
                        </wps:spPr>
                        <wps:linkedTxbx id="11" seq="19"/>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0" name="Text Box 30"/>
                        <wps:cNvSpPr txBox="1"/>
                        <wps:spPr>
                          <a:xfrm>
                            <a:off x="91440" y="6541135"/>
                            <a:ext cx="3223895" cy="150495"/>
                          </a:xfrm>
                          <a:prstGeom prst="rect">
                            <a:avLst/>
                          </a:prstGeom>
                          <a:noFill/>
                          <a:ln>
                            <a:noFill/>
                          </a:ln>
                          <a:effectLst/>
                          <a:extLst>
                            <a:ext uri="{C572A759-6A51-4108-AA02-DFA0A04FC94B}">
                              <ma14:wrappingTextBoxFlag xmlns:ma14="http://schemas.microsoft.com/office/mac/drawingml/2011/main"/>
                            </a:ext>
                          </a:extLst>
                        </wps:spPr>
                        <wps:linkedTxbx id="11" seq="20"/>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1" name="Text Box 31"/>
                        <wps:cNvSpPr txBox="1"/>
                        <wps:spPr>
                          <a:xfrm>
                            <a:off x="91440" y="6690360"/>
                            <a:ext cx="3223895" cy="149860"/>
                          </a:xfrm>
                          <a:prstGeom prst="rect">
                            <a:avLst/>
                          </a:prstGeom>
                          <a:noFill/>
                          <a:ln>
                            <a:noFill/>
                          </a:ln>
                          <a:effectLst/>
                          <a:extLst>
                            <a:ext uri="{C572A759-6A51-4108-AA02-DFA0A04FC94B}">
                              <ma14:wrappingTextBoxFlag xmlns:ma14="http://schemas.microsoft.com/office/mac/drawingml/2011/main"/>
                            </a:ext>
                          </a:extLst>
                        </wps:spPr>
                        <wps:linkedTxbx id="11" seq="21"/>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24" name="Text Box 224"/>
                        <wps:cNvSpPr txBox="1"/>
                        <wps:spPr>
                          <a:xfrm>
                            <a:off x="91440" y="6838950"/>
                            <a:ext cx="3223895" cy="277495"/>
                          </a:xfrm>
                          <a:prstGeom prst="rect">
                            <a:avLst/>
                          </a:prstGeom>
                          <a:noFill/>
                          <a:ln>
                            <a:noFill/>
                          </a:ln>
                          <a:effectLst/>
                          <a:extLst>
                            <a:ext uri="{C572A759-6A51-4108-AA02-DFA0A04FC94B}">
                              <ma14:wrappingTextBoxFlag xmlns:ma14="http://schemas.microsoft.com/office/mac/drawingml/2011/main"/>
                            </a:ext>
                          </a:extLst>
                        </wps:spPr>
                        <wps:linkedTxbx id="11" seq="22"/>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32" name="Text Box 232"/>
                        <wps:cNvSpPr txBox="1"/>
                        <wps:spPr>
                          <a:xfrm>
                            <a:off x="91440" y="7115175"/>
                            <a:ext cx="3223895" cy="277495"/>
                          </a:xfrm>
                          <a:prstGeom prst="rect">
                            <a:avLst/>
                          </a:prstGeom>
                          <a:noFill/>
                          <a:ln>
                            <a:noFill/>
                          </a:ln>
                          <a:effectLst/>
                          <a:extLst>
                            <a:ext uri="{C572A759-6A51-4108-AA02-DFA0A04FC94B}">
                              <ma14:wrappingTextBoxFlag xmlns:ma14="http://schemas.microsoft.com/office/mac/drawingml/2011/main"/>
                            </a:ext>
                          </a:extLst>
                        </wps:spPr>
                        <wps:linkedTxbx id="11" seq="23"/>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w14:anchorId="7D20EF5A" id="Group_x0020_233" o:spid="_x0000_s1036" style="position:absolute;margin-left:312.95pt;margin-top:98.65pt;width:268.25pt;height:639.55pt;z-index:251671792;mso-position-horizontal-relative:page;mso-position-vertical-relative:page" coordsize="3406775,812228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" mv:complextextbox="1">
                <v:shape id="Text_x0020_Box_x0020_10" o:spid="_x0000_s1037" type="#_x0000_t202" style="position:absolute;width:3406775;height:81222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PsB/xAAA&#10;ANsAAAAPAAAAZHJzL2Rvd25yZXYueG1sRI/NbsJADITvSH2HlStxgw090CiwoFK1iAOIvx56tLIm&#10;iZr1RtmFhLevD0jcbM145vN82bta3agNlWcDk3ECijj3tuLCwM/5e5SCChHZYu2ZDNwpwHLxMphj&#10;Zn3HR7qdYqEkhEOGBsoYm0zrkJfkMIx9QyzaxbcOo6xtoW2LnYS7Wr8lyVQ7rFgaSmzos6T873R1&#10;Bmjbu/Muff+K+9Vlnfymh25rC2OGr/3HDFSkPj7Nj+uNFXyhl19kAL34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Gj7Af8QAAADbAAAADwAAAAAAAAAAAAAAAACXAgAAZHJzL2Rv&#10;d25yZXYueG1sUEsFBgAAAAAEAAQA9QAAAIgDAAAAAA==&#10;" mv:complextextbox="1" filled="f" stroked="f"/>
                <v:shape id="Text_x0020_Box_x0020_5" o:spid="_x0000_s1038" type="#_x0000_t202" style="position:absolute;left:91440;top:45720;width:3223895;height:1803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Zw8vwwAA&#10;ANoAAAAPAAAAZHJzL2Rvd25yZXYueG1sRI9Ba8JAFITvBf/D8gRvdWNBqdFVRCwUhGKMB4/P7DNZ&#10;zL6N2a3Gf98VCh6HmfmGmS87W4sbtd44VjAaJiCIC6cNlwoO+df7JwgfkDXWjknBgzwsF723Oaba&#10;3Tmj2z6UIkLYp6igCqFJpfRFRRb90DXE0Tu71mKIsi2lbvEe4baWH0kykRYNx4UKG1pXVFz2v1bB&#10;6sjZxlx/TrvsnJk8nya8nVyUGvS71QxEoC68wv/tb61gDM8r8QbIx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XZw8vwwAAANoAAAAPAAAAAAAAAAAAAAAAAJcCAABkcnMvZG93&#10;bnJldi54bWxQSwUGAAAAAAQABAD1AAAAhwMAAAAA&#10;" filled="f" stroked="f">
                  <v:textbox style="mso-next-textbox:#Text_x0020_Box_x0020_6" inset="0,0,0,0">
                    <w:txbxContent>
                      <w:p w14:paraId="73B12697" w14:textId="77777777" w:rsidR="00B51C1D" w:rsidRDefault="00B51C1D" w:rsidP="00D246F5">
                        <w:pPr>
                          <w:spacing w:after="0"/>
                        </w:pPr>
                        <w:r>
                          <w:rPr>
                            <w:b/>
                          </w:rPr>
                          <w:t>Processing Cards</w:t>
                        </w:r>
                      </w:p>
                      <w:p w14:paraId="6E225308" w14:textId="77777777" w:rsidR="00B51C1D" w:rsidRPr="00D246F5" w:rsidRDefault="00B51C1D" w:rsidP="00D246F5">
                        <w:pPr>
                          <w:pStyle w:val="ListParagraph"/>
                          <w:numPr>
                            <w:ilvl w:val="0"/>
                            <w:numId w:val="11"/>
                          </w:numPr>
                          <w:rPr>
                            <w:sz w:val="22"/>
                            <w:szCs w:val="22"/>
                          </w:rPr>
                        </w:pPr>
                        <w:r w:rsidRPr="00D246F5">
                          <w:rPr>
                            <w:sz w:val="22"/>
                            <w:szCs w:val="22"/>
                          </w:rPr>
                          <w:t>Give students processing cards (one side says thinking the other says ready to share)</w:t>
                        </w:r>
                      </w:p>
                      <w:p w14:paraId="35D85491" w14:textId="77777777" w:rsidR="00B51C1D" w:rsidRPr="00D246F5" w:rsidRDefault="00B51C1D" w:rsidP="00D246F5">
                        <w:pPr>
                          <w:pStyle w:val="ListParagraph"/>
                          <w:numPr>
                            <w:ilvl w:val="0"/>
                            <w:numId w:val="11"/>
                          </w:numPr>
                          <w:rPr>
                            <w:sz w:val="22"/>
                            <w:szCs w:val="22"/>
                          </w:rPr>
                        </w:pPr>
                        <w:r w:rsidRPr="00D246F5">
                          <w:rPr>
                            <w:sz w:val="22"/>
                            <w:szCs w:val="22"/>
                          </w:rPr>
                          <w:t>Have students place the “still thinking” side up while they finish the task.</w:t>
                        </w:r>
                      </w:p>
                      <w:p w14:paraId="4730FF7D" w14:textId="77777777" w:rsidR="00B51C1D" w:rsidRPr="00D246F5" w:rsidRDefault="00B51C1D" w:rsidP="00D246F5">
                        <w:pPr>
                          <w:pStyle w:val="ListParagraph"/>
                          <w:numPr>
                            <w:ilvl w:val="0"/>
                            <w:numId w:val="11"/>
                          </w:numPr>
                          <w:rPr>
                            <w:sz w:val="22"/>
                            <w:szCs w:val="22"/>
                          </w:rPr>
                        </w:pPr>
                        <w:r w:rsidRPr="00D246F5">
                          <w:rPr>
                            <w:sz w:val="22"/>
                            <w:szCs w:val="22"/>
                          </w:rPr>
                          <w:t>When they are complete with the task, students should turn the card to “ready to share”</w:t>
                        </w:r>
                      </w:p>
                      <w:p w14:paraId="3DC63CD2" w14:textId="77777777" w:rsidR="00B51C1D" w:rsidRPr="00D246F5" w:rsidRDefault="00B51C1D" w:rsidP="00D246F5">
                        <w:pPr>
                          <w:pStyle w:val="ListParagraph"/>
                          <w:numPr>
                            <w:ilvl w:val="0"/>
                            <w:numId w:val="11"/>
                          </w:numPr>
                          <w:rPr>
                            <w:sz w:val="22"/>
                            <w:szCs w:val="22"/>
                          </w:rPr>
                        </w:pPr>
                        <w:r w:rsidRPr="00D246F5">
                          <w:rPr>
                            <w:sz w:val="22"/>
                            <w:szCs w:val="22"/>
                          </w:rPr>
                          <w:t xml:space="preserve">Be sure to have an in between activity to give students who finish up early something to do. while waiting on their peers. </w:t>
                        </w:r>
                      </w:p>
                      <w:p w14:paraId="2147CBB9" w14:textId="35003910" w:rsidR="00B51C1D" w:rsidRDefault="00B51C1D" w:rsidP="00E15347">
                        <w:pPr>
                          <w:spacing w:after="0"/>
                        </w:pPr>
                        <w:r>
                          <w:rPr>
                            <w:b/>
                          </w:rPr>
                          <w:t>Similes</w:t>
                        </w:r>
                      </w:p>
                      <w:p w14:paraId="6499FA32" w14:textId="45CA56A1" w:rsidR="00B51C1D" w:rsidRPr="00755A3A" w:rsidRDefault="00B51C1D" w:rsidP="001B6CB1">
                        <w:pPr>
                          <w:pStyle w:val="ListParagraph"/>
                          <w:numPr>
                            <w:ilvl w:val="0"/>
                            <w:numId w:val="12"/>
                          </w:numPr>
                          <w:rPr>
                            <w:sz w:val="22"/>
                            <w:szCs w:val="22"/>
                          </w:rPr>
                        </w:pPr>
                        <w:r w:rsidRPr="00755A3A">
                          <w:rPr>
                            <w:sz w:val="22"/>
                            <w:szCs w:val="22"/>
                          </w:rPr>
                          <w:t>Create similes using some of the topics you are studying</w:t>
                        </w:r>
                      </w:p>
                      <w:p w14:paraId="032F39D5" w14:textId="5674740B" w:rsidR="00B51C1D" w:rsidRPr="00755A3A" w:rsidRDefault="00B51C1D" w:rsidP="001B6CB1">
                        <w:pPr>
                          <w:pStyle w:val="ListParagraph"/>
                          <w:numPr>
                            <w:ilvl w:val="0"/>
                            <w:numId w:val="12"/>
                          </w:numPr>
                          <w:rPr>
                            <w:sz w:val="22"/>
                            <w:szCs w:val="22"/>
                          </w:rPr>
                        </w:pPr>
                        <w:r w:rsidRPr="00755A3A">
                          <w:rPr>
                            <w:sz w:val="22"/>
                            <w:szCs w:val="22"/>
                          </w:rPr>
                          <w:t>Ask students to formulate an explanation for how the simile might be true</w:t>
                        </w:r>
                      </w:p>
                      <w:p w14:paraId="26D2DE73" w14:textId="523B822C" w:rsidR="00B51C1D" w:rsidRPr="00755A3A" w:rsidRDefault="00B51C1D" w:rsidP="001B6CB1">
                        <w:pPr>
                          <w:pStyle w:val="ListParagraph"/>
                          <w:numPr>
                            <w:ilvl w:val="0"/>
                            <w:numId w:val="12"/>
                          </w:numPr>
                          <w:rPr>
                            <w:sz w:val="22"/>
                            <w:szCs w:val="22"/>
                          </w:rPr>
                        </w:pPr>
                        <w:r w:rsidRPr="00755A3A">
                          <w:rPr>
                            <w:sz w:val="22"/>
                            <w:szCs w:val="22"/>
                          </w:rPr>
                          <w:t>Ask students to share with a small group</w:t>
                        </w:r>
                      </w:p>
                      <w:p w14:paraId="4FFDBD5B" w14:textId="3F462374" w:rsidR="00B51C1D" w:rsidRPr="00E15347" w:rsidRDefault="00B51C1D" w:rsidP="00755A3A">
                        <w:pPr>
                          <w:pStyle w:val="ListParagraph"/>
                          <w:numPr>
                            <w:ilvl w:val="0"/>
                            <w:numId w:val="12"/>
                          </w:numPr>
                          <w:spacing w:after="0"/>
                          <w:rPr>
                            <w:sz w:val="20"/>
                            <w:szCs w:val="20"/>
                          </w:rPr>
                        </w:pPr>
                        <w:r w:rsidRPr="00755A3A">
                          <w:rPr>
                            <w:sz w:val="22"/>
                            <w:szCs w:val="22"/>
                          </w:rPr>
                          <w:t>After they have been modeled, have students create their own.</w:t>
                        </w:r>
                      </w:p>
                      <w:p w14:paraId="4DE26B60" w14:textId="77777777" w:rsidR="00B51C1D" w:rsidRPr="00D246F5" w:rsidRDefault="00B51C1D" w:rsidP="009032CF">
                        <w:pPr>
                          <w:spacing w:after="0"/>
                          <w:rPr>
                            <w:b/>
                            <w:sz w:val="16"/>
                            <w:szCs w:val="16"/>
                          </w:rPr>
                        </w:pPr>
                      </w:p>
                      <w:p w14:paraId="7E19D903" w14:textId="2ADB012B" w:rsidR="00B51C1D" w:rsidRPr="00E15347" w:rsidRDefault="00B51C1D" w:rsidP="009032CF">
                        <w:pPr>
                          <w:spacing w:after="0"/>
                          <w:rPr>
                            <w:b/>
                          </w:rPr>
                        </w:pPr>
                        <w:r w:rsidRPr="00E15347">
                          <w:rPr>
                            <w:b/>
                          </w:rPr>
                          <w:t>Numbered Heads Together</w:t>
                        </w:r>
                      </w:p>
                      <w:p w14:paraId="7ECE4850" w14:textId="3C5F09EA" w:rsidR="00B51C1D" w:rsidRPr="00755A3A" w:rsidRDefault="00B51C1D" w:rsidP="009032CF">
                        <w:pPr>
                          <w:pStyle w:val="ListParagraph"/>
                          <w:numPr>
                            <w:ilvl w:val="0"/>
                            <w:numId w:val="15"/>
                          </w:numPr>
                          <w:spacing w:after="0"/>
                          <w:rPr>
                            <w:sz w:val="22"/>
                            <w:szCs w:val="22"/>
                          </w:rPr>
                        </w:pPr>
                        <w:r w:rsidRPr="00755A3A">
                          <w:rPr>
                            <w:sz w:val="22"/>
                            <w:szCs w:val="22"/>
                          </w:rPr>
                          <w:t>Have the students count off (1-4) so each group member is assigned a number. (Be sure to confirm student numbers)</w:t>
                        </w:r>
                      </w:p>
                      <w:p w14:paraId="0D117FCE" w14:textId="6B6083D6" w:rsidR="00B51C1D" w:rsidRPr="00755A3A" w:rsidRDefault="00B51C1D" w:rsidP="009032CF">
                        <w:pPr>
                          <w:pStyle w:val="ListParagraph"/>
                          <w:numPr>
                            <w:ilvl w:val="0"/>
                            <w:numId w:val="15"/>
                          </w:numPr>
                          <w:spacing w:after="0"/>
                          <w:rPr>
                            <w:sz w:val="22"/>
                            <w:szCs w:val="22"/>
                          </w:rPr>
                        </w:pPr>
                        <w:r w:rsidRPr="00755A3A">
                          <w:rPr>
                            <w:sz w:val="22"/>
                            <w:szCs w:val="22"/>
                          </w:rPr>
                          <w:t xml:space="preserve">Inform that all group members will have to report their group’s information. Once group work is over, select a number to report out. </w:t>
                        </w:r>
                      </w:p>
                      <w:p w14:paraId="79F0F51F" w14:textId="1A34D905" w:rsidR="00B51C1D" w:rsidRPr="00755A3A" w:rsidRDefault="00B51C1D" w:rsidP="009032CF">
                        <w:pPr>
                          <w:pStyle w:val="ListParagraph"/>
                          <w:numPr>
                            <w:ilvl w:val="0"/>
                            <w:numId w:val="15"/>
                          </w:numPr>
                          <w:spacing w:after="0"/>
                          <w:rPr>
                            <w:sz w:val="22"/>
                            <w:szCs w:val="22"/>
                          </w:rPr>
                        </w:pPr>
                        <w:r w:rsidRPr="00755A3A">
                          <w:rPr>
                            <w:sz w:val="22"/>
                            <w:szCs w:val="22"/>
                          </w:rPr>
                          <w:t xml:space="preserve">Call on a team and have the student with the selected number report out. </w:t>
                        </w:r>
                      </w:p>
                      <w:p w14:paraId="09018415" w14:textId="77777777" w:rsidR="00B51C1D" w:rsidRPr="00D246F5" w:rsidRDefault="00B51C1D" w:rsidP="00050829">
                        <w:pPr>
                          <w:spacing w:after="0"/>
                          <w:rPr>
                            <w:sz w:val="16"/>
                            <w:szCs w:val="16"/>
                          </w:rPr>
                        </w:pPr>
                      </w:p>
                      <w:p w14:paraId="14D4A235" w14:textId="3C5F767D" w:rsidR="00B51C1D" w:rsidRPr="00755A3A" w:rsidRDefault="00B51C1D" w:rsidP="00050829">
                        <w:pPr>
                          <w:spacing w:after="0"/>
                        </w:pPr>
                        <w:r w:rsidRPr="00755A3A">
                          <w:rPr>
                            <w:b/>
                          </w:rPr>
                          <w:t>Thumbs Up/Down Vote</w:t>
                        </w:r>
                      </w:p>
                      <w:p w14:paraId="35516BD5" w14:textId="69B88F86" w:rsidR="00B51C1D" w:rsidRPr="00755A3A" w:rsidRDefault="00B51C1D" w:rsidP="00050829">
                        <w:pPr>
                          <w:pStyle w:val="ListParagraph"/>
                          <w:numPr>
                            <w:ilvl w:val="0"/>
                            <w:numId w:val="16"/>
                          </w:numPr>
                          <w:spacing w:after="0"/>
                          <w:rPr>
                            <w:sz w:val="22"/>
                            <w:szCs w:val="22"/>
                          </w:rPr>
                        </w:pPr>
                        <w:r w:rsidRPr="00755A3A">
                          <w:rPr>
                            <w:sz w:val="22"/>
                            <w:szCs w:val="22"/>
                          </w:rPr>
                          <w:t>Ask a yes/no or agree/disagree question</w:t>
                        </w:r>
                      </w:p>
                      <w:p w14:paraId="2F5BA43D" w14:textId="2F447F19" w:rsidR="00B51C1D" w:rsidRPr="00755A3A" w:rsidRDefault="00B51C1D" w:rsidP="00050829">
                        <w:pPr>
                          <w:pStyle w:val="ListParagraph"/>
                          <w:numPr>
                            <w:ilvl w:val="0"/>
                            <w:numId w:val="16"/>
                          </w:numPr>
                          <w:spacing w:after="0"/>
                          <w:rPr>
                            <w:sz w:val="22"/>
                            <w:szCs w:val="22"/>
                          </w:rPr>
                        </w:pPr>
                        <w:r w:rsidRPr="00755A3A">
                          <w:rPr>
                            <w:sz w:val="22"/>
                            <w:szCs w:val="22"/>
                          </w:rPr>
                          <w:t>Ask students to give a thumbs up if they vote yes or a thumbs down if they vote no.</w:t>
                        </w:r>
                      </w:p>
                      <w:p w14:paraId="1805BD86" w14:textId="225733E5" w:rsidR="00B51C1D" w:rsidRPr="00755A3A" w:rsidRDefault="00B51C1D" w:rsidP="00050829">
                        <w:pPr>
                          <w:pStyle w:val="ListParagraph"/>
                          <w:numPr>
                            <w:ilvl w:val="0"/>
                            <w:numId w:val="16"/>
                          </w:numPr>
                          <w:spacing w:after="0"/>
                          <w:rPr>
                            <w:sz w:val="22"/>
                            <w:szCs w:val="22"/>
                          </w:rPr>
                        </w:pPr>
                        <w:r w:rsidRPr="00755A3A">
                          <w:rPr>
                            <w:sz w:val="22"/>
                            <w:szCs w:val="22"/>
                          </w:rPr>
                          <w:t xml:space="preserve">Be sure you have all students vote – so </w:t>
                        </w:r>
                        <w:r>
                          <w:rPr>
                            <w:sz w:val="22"/>
                            <w:szCs w:val="22"/>
                          </w:rPr>
                          <w:t xml:space="preserve">do </w:t>
                        </w:r>
                        <w:r w:rsidRPr="00755A3A">
                          <w:rPr>
                            <w:sz w:val="22"/>
                            <w:szCs w:val="22"/>
                          </w:rPr>
                          <w:t>not move on until they have all voted.</w:t>
                        </w:r>
                      </w:p>
                      <w:p w14:paraId="01A116EE" w14:textId="77777777" w:rsidR="00B51C1D" w:rsidRDefault="00B51C1D" w:rsidP="00755A3A">
                        <w:pPr>
                          <w:spacing w:after="0"/>
                          <w:rPr>
                            <w:sz w:val="20"/>
                            <w:szCs w:val="20"/>
                          </w:rPr>
                        </w:pPr>
                      </w:p>
                      <w:p w14:paraId="5D6A30E3" w14:textId="77777777" w:rsidR="00B51C1D" w:rsidRPr="00755A3A" w:rsidRDefault="00B51C1D" w:rsidP="00755A3A">
                        <w:pPr>
                          <w:spacing w:after="0"/>
                          <w:rPr>
                            <w:sz w:val="20"/>
                            <w:szCs w:val="20"/>
                          </w:rPr>
                        </w:pPr>
                      </w:p>
                      <w:p w14:paraId="2031A02F" w14:textId="77777777" w:rsidR="00B51C1D" w:rsidRPr="00E15347" w:rsidRDefault="00B51C1D" w:rsidP="009032CF">
                        <w:pPr>
                          <w:rPr>
                            <w:sz w:val="20"/>
                            <w:szCs w:val="20"/>
                          </w:rPr>
                        </w:pPr>
                      </w:p>
                      <w:p w14:paraId="7A850643" w14:textId="77777777" w:rsidR="00B51C1D" w:rsidRPr="00E15347" w:rsidRDefault="00B51C1D" w:rsidP="001B6CB1">
                        <w:pPr>
                          <w:rPr>
                            <w:sz w:val="20"/>
                            <w:szCs w:val="20"/>
                          </w:rPr>
                        </w:pPr>
                      </w:p>
                    </w:txbxContent>
                  </v:textbox>
                </v:shape>
                <v:shape id="Text_x0020_Box_x0020_6" o:spid="_x0000_s1039" type="#_x0000_t202" style="position:absolute;left:91440;top:224790;width:3223895;height:4933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tZFYwwAA&#10;ANoAAAAPAAAAZHJzL2Rvd25yZXYueG1sRI9Ba8JAFITvgv9heYXedFMPoY2uIkVBEEpjPHh8zT6T&#10;xezbmF2T9N93C4Ueh5n5hlltRtuInjpvHCt4mScgiEunDVcKzsV+9grCB2SNjWNS8E0eNuvpZIWZ&#10;dgPn1J9CJSKEfYYK6hDaTEpf1mTRz11LHL2r6yyGKLtK6g6HCLeNXCRJKi0ajgs1tvReU3k7PayC&#10;7YXznbl/fH3m19wUxVvCx/Sm1PPTuF2CCDSG//Bf+6AVpPB7Jd4Auf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ntZFYwwAAANoAAAAPAAAAAAAAAAAAAAAAAJcCAABkcnMvZG93&#10;bnJldi54bWxQSwUGAAAAAAQABAD1AAAAhwMAAAAA&#10;" filled="f" stroked="f">
                  <v:textbox style="mso-next-textbox:#Text_x0020_Box_x0020_9" inset="0,0,0,0">
                    <w:txbxContent/>
                  </v:textbox>
                </v:shape>
                <v:shape id="Text_x0020_Box_x0020_9" o:spid="_x0000_s1040" type="#_x0000_t202" style="position:absolute;left:91440;top:716915;width:3223895;height:3295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KgUqwgAA&#10;ANoAAAAPAAAAZHJzL2Rvd25yZXYueG1sRI9Bi8IwFITvwv6H8Ba8aaoH0a5RRFYQBLHWg8e3zbMN&#10;Ni/dJmr990ZY2OMwM98w82Vna3Gn1hvHCkbDBARx4bThUsEp3wymIHxA1lg7JgVP8rBcfPTmmGr3&#10;4Izux1CKCGGfooIqhCaV0hcVWfRD1xBH7+JaiyHKtpS6xUeE21qOk2QiLRqOCxU2tK6ouB5vVsHq&#10;zNm3+d3/HLJLZvJ8lvBuclWq/9mtvkAE6sJ/+K+91Qpm8L4Sb4BcvA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YqBSrCAAAA2gAAAA8AAAAAAAAAAAAAAAAAlwIAAGRycy9kb3du&#10;cmV2LnhtbFBLBQYAAAAABAAEAPUAAACGAwAAAAA=&#10;" filled="f" stroked="f">
                  <v:textbox style="mso-next-textbox:#Text_x0020_Box_x0020_11" inset="0,0,0,0">
                    <w:txbxContent/>
                  </v:textbox>
                </v:shape>
                <v:shape id="Text_x0020_Box_x0020_11" o:spid="_x0000_s1041" type="#_x0000_t202" style="position:absolute;left:91440;top:1045210;width:3223895;height:4933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dQcswQAA&#10;ANsAAAAPAAAAZHJzL2Rvd25yZXYueG1sRE9Ni8IwEL0L+x/CCHvTVA+iXaOIrCAsLNZ68DjbjG2w&#10;mdQmq/XfG0HwNo/3OfNlZ2txpdYbxwpGwwQEceG04VLBId8MpiB8QNZYOyYFd/KwXHz05phqd+OM&#10;rvtQihjCPkUFVQhNKqUvKrLoh64hjtzJtRZDhG0pdYu3GG5rOU6SibRoODZU2NC6ouK8/7cKVkfO&#10;vs3l92+XnTKT57OEfyZnpT773eoLRKAuvMUv91bH+SN4/hIPkIsH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enUHLMEAAADbAAAADwAAAAAAAAAAAAAAAACXAgAAZHJzL2Rvd25y&#10;ZXYueG1sUEsFBgAAAAAEAAQA9QAAAIUDAAAAAA==&#10;" filled="f" stroked="f">
                  <v:textbox style="mso-next-textbox:#Text_x0020_Box_x0020_14" inset="0,0,0,0">
                    <w:txbxContent/>
                  </v:textbox>
                </v:shape>
                <v:shape id="Text_x0020_Box_x0020_14" o:spid="_x0000_s1042" type="#_x0000_t202" style="position:absolute;left:91440;top:1537335;width:3223895;height:7842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AqS0wQAA&#10;ANsAAAAPAAAAZHJzL2Rvd25yZXYueG1sRE9Ni8IwEL0v+B/CCN7W1EVkrUYRcWFBWKz14HFsxjbY&#10;TGqT1frvN8KCt3m8z5kvO1uLG7XeOFYwGiYgiAunDZcKDvnX+ycIH5A11o5JwYM8LBe9tzmm2t05&#10;o9s+lCKGsE9RQRVCk0rpi4os+qFriCN3dq3FEGFbSt3iPYbbWn4kyURaNBwbKmxoXVFx2f9aBasj&#10;Zxtz/TntsnNm8nya8HZyUWrQ71YzEIG68BL/u791nD+G5y/xALn4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agKktMEAAADbAAAADwAAAAAAAAAAAAAAAACXAgAAZHJzL2Rvd25y&#10;ZXYueG1sUEsFBgAAAAAEAAQA9QAAAIUDAAAAAA==&#10;" filled="f" stroked="f">
                  <v:textbox style="mso-next-textbox:#Text_x0020_Box_x0020_15" inset="0,0,0,0">
                    <w:txbxContent/>
                  </v:textbox>
                </v:shape>
                <v:shape id="Text_x0020_Box_x0020_15" o:spid="_x0000_s1043" type="#_x0000_t202" style="position:absolute;left:91440;top:2320290;width:3223895;height:1803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TgEvwQAA&#10;ANsAAAAPAAAAZHJzL2Rvd25yZXYueG1sRE9Ni8IwEL0v+B/CCN7W1AVlrUYRcWFBWKz14HFsxjbY&#10;TGqT1frvN8KCt3m8z5kvO1uLG7XeOFYwGiYgiAunDZcKDvnX+ycIH5A11o5JwYM8LBe9tzmm2t05&#10;o9s+lCKGsE9RQRVCk0rpi4os+qFriCN3dq3FEGFbSt3iPYbbWn4kyURaNBwbKmxoXVFx2f9aBasj&#10;Zxtz/TntsnNm8nya8HZyUWrQ71YzEIG68BL/u791nD+G5y/xALn4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BU4BL8EAAADbAAAADwAAAAAAAAAAAAAAAACXAgAAZHJzL2Rvd25y&#10;ZXYueG1sUEsFBgAAAAAEAAQA9QAAAIUDAAAAAA==&#10;" filled="f" stroked="f">
                  <v:textbox style="mso-next-textbox:#Text_x0020_Box_x0020_16" inset="0,0,0,0">
                    <w:txbxContent/>
                  </v:textbox>
                </v:shape>
                <v:shape id="Text_x0020_Box_x0020_16" o:spid="_x0000_s1044" type="#_x0000_t202" style="position:absolute;left:91440;top:2499360;width:3223895;height:3295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nJ9YwQAA&#10;ANsAAAAPAAAAZHJzL2Rvd25yZXYueG1sRE9Ni8IwEL0v+B/CLHhb0/VQ3GoUWVwQBLHWg8fZZmyD&#10;zaTbRK3/3gjC3ubxPme26G0jrtR541jB5ygBQVw6bbhScCh+PiYgfEDW2DgmBXfysJgP3maYaXfj&#10;nK77UIkYwj5DBXUIbSalL2uy6EeuJY7cyXUWQ4RdJXWHtxhuGzlOklRaNBwbamzpu6byvL9YBcsj&#10;5yvzt/3d5afcFMVXwpv0rNTwvV9OQQTqw7/45V7rOD+F5y/xADl/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9ZyfWMEAAADbAAAADwAAAAAAAAAAAAAAAACXAgAAZHJzL2Rvd25y&#10;ZXYueG1sUEsFBgAAAAAEAAQA9QAAAIUDAAAAAA==&#10;" filled="f" stroked="f">
                  <v:textbox style="mso-next-textbox:#Text_x0020_Box_x0020_17" inset="0,0,0,0">
                    <w:txbxContent/>
                  </v:textbox>
                </v:shape>
                <v:shape id="Text_x0020_Box_x0020_17" o:spid="_x0000_s1045" type="#_x0000_t202" style="position:absolute;left:91440;top:2827655;width:3223895;height:3289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0DrDwQAA&#10;ANsAAAAPAAAAZHJzL2Rvd25yZXYueG1sRE9Ni8IwEL0v+B/CCHtbUz24u9UoIgrCgljrwePYjG2w&#10;mdQmav33G2Fhb/N4nzOdd7YWd2q9caxgOEhAEBdOGy4VHPL1xxcIH5A11o5JwZM8zGe9tymm2j04&#10;o/s+lCKGsE9RQRVCk0rpi4os+oFriCN3dq3FEGFbSt3iI4bbWo6SZCwtGo4NFTa0rKi47G9WweLI&#10;2cpct6ddds5Mnn8n/DO+KPXe7xYTEIG68C/+c290nP8Jr1/iAXL2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mtA6w8EAAADbAAAADwAAAAAAAAAAAAAAAACXAgAAZHJzL2Rvd25y&#10;ZXYueG1sUEsFBgAAAAAEAAQA9QAAAIUDAAAAAA==&#10;" filled="f" stroked="f">
                  <v:textbox style="mso-next-textbox:#Text_x0020_Box_x0020_18" inset="0,0,0,0">
                    <w:txbxContent/>
                  </v:textbox>
                </v:shape>
                <v:shape id="Text_x0020_Box_x0020_18" o:spid="_x0000_s1046" type="#_x0000_t202" style="position:absolute;left:91440;top:3155315;width:3223895;height:1657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66xxAAA&#10;ANsAAAAPAAAAZHJzL2Rvd25yZXYueG1sRI9Ba8JAEIXvBf/DMoK3umkPoqmrSLEgCKUxPfQ4zY7J&#10;YnY2ZldN/33nIHib4b1575vlevCtulIfXWADL9MMFHEVrOPawHf58TwHFROyxTYwGfijCOvV6GmJ&#10;uQ03Luh6SLWSEI45GmhS6nKtY9WQxzgNHbFox9B7TLL2tbY93iTct/o1y2bao2NpaLCj94aq0+Hi&#10;DWx+uNi68+fvV3EsXFkuMt7PTsZMxsPmDVSiIT3M9+udFXyBlV9kAL36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60+uscQAAADbAAAADwAAAAAAAAAAAAAAAACXAgAAZHJzL2Rv&#10;d25yZXYueG1sUEsFBgAAAAAEAAQA9QAAAIgDAAAAAA==&#10;" filled="f" stroked="f">
                  <v:textbox style="mso-next-textbox:#Text_x0020_Box_x0020_19" inset="0,0,0,0">
                    <w:txbxContent/>
                  </v:textbox>
                </v:shape>
                <v:shape id="Text_x0020_Box_x0020_19" o:spid="_x0000_s1047" type="#_x0000_t202" style="position:absolute;left:91440;top:3319780;width:3223895;height:3289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AwsqwQAA&#10;ANsAAAAPAAAAZHJzL2Rvd25yZXYueG1sRE9Ni8IwEL0L+x/CLHjTVA+iXaOIrCAIYq0Hj7PN2Aab&#10;SbeJWv+9ERb2No/3OfNlZ2txp9YbxwpGwwQEceG04VLBKd8MpiB8QNZYOyYFT/KwXHz05phq9+CM&#10;7sdQihjCPkUFVQhNKqUvKrLoh64hjtzFtRZDhG0pdYuPGG5rOU6SibRoODZU2NC6ouJ6vFkFqzNn&#10;3+Z3/3PILpnJ81nCu8lVqf5nt/oCEagL/+I/91bH+TN4/xIPkIs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hAMLKsEAAADbAAAADwAAAAAAAAAAAAAAAACXAgAAZHJzL2Rvd25y&#10;ZXYueG1sUEsFBgAAAAAEAAQA9QAAAIUDAAAAAA==&#10;" filled="f" stroked="f">
                  <v:textbox style="mso-next-textbox:#Text_x0020_Box_x0020_20" inset="0,0,0,0">
                    <w:txbxContent/>
                  </v:textbox>
                </v:shape>
                <v:shape id="Text_x0020_Box_x0020_20" o:spid="_x0000_s1048" type="#_x0000_t202" style="position:absolute;left:91440;top:3647440;width:3223895;height:1206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VWgKwAAA&#10;ANsAAAAPAAAAZHJzL2Rvd25yZXYueG1sRE9Ni8IwEL0L+x/CCN5sqgfRrlFkWWFBEGs97HG2Gdtg&#10;M6lNVuu/NwfB4+N9L9e9bcSNOm8cK5gkKQji0mnDlYJTsR3PQfiArLFxTAoe5GG9+hgsMdPuzjnd&#10;jqESMYR9hgrqENpMSl/WZNEnriWO3Nl1FkOEXSV1h/cYbhs5TdOZtGg4NtTY0ldN5eX4bxVsfjn/&#10;Ntf93yE/56YoFinvZhelRsN+8wkiUB/e4pf7RyuYxvXxS/wBcvUE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bVWgKwAAAANsAAAAPAAAAAAAAAAAAAAAAAJcCAABkcnMvZG93bnJl&#10;di54bWxQSwUGAAAAAAQABAD1AAAAhAMAAAAA&#10;" filled="f" stroked="f">
                  <v:textbox style="mso-next-textbox:#Text_x0020_Box_x0020_21" inset="0,0,0,0">
                    <w:txbxContent/>
                  </v:textbox>
                </v:shape>
                <v:shape id="Text_x0020_Box_x0020_21" o:spid="_x0000_s1049" type="#_x0000_t202" style="position:absolute;left:91440;top:3766820;width:3223895;height:1803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Gc2RxQAA&#10;ANsAAAAPAAAAZHJzL2Rvd25yZXYueG1sRI9Ba8JAFITvhf6H5RW81U08SBvdSCgWCoI0xoPH1+xL&#10;sph9G7Orpv++Wyj0OMzMN8x6M9le3Gj0xrGCdJ6AIK6dNtwqOFbvzy8gfEDW2DsmBd/kYZM/Pqwx&#10;0+7OJd0OoRURwj5DBV0IQyalrzuy6OduII5e40aLIcqxlXrEe4TbXi6SZCktGo4LHQ701lF9Plyt&#10;guLE5dZc9l+fZVOaqnpNeLc8KzV7mooViEBT+A//tT+0gkUKv1/iD5D5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QZzZHFAAAA2wAAAA8AAAAAAAAAAAAAAAAAlwIAAGRycy9k&#10;b3ducmV2LnhtbFBLBQYAAAAABAAEAPUAAACJAwAAAAA=&#10;" filled="f" stroked="f">
                  <v:textbox style="mso-next-textbox:#Text_x0020_Box_x0020_22" inset="0,0,0,0">
                    <w:txbxContent/>
                  </v:textbox>
                </v:shape>
                <v:shape id="Text_x0020_Box_x0020_22" o:spid="_x0000_s1050" type="#_x0000_t202" style="position:absolute;left:91440;top:3945890;width:3223895;height:4933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" filled="f" stroked="f">
                  <v:textbox style="mso-next-textbox:#Text_x0020_Box_x0020_23" inset="0,0,0,0">
                    <w:txbxContent/>
                  </v:textbox>
                </v:shape>
                <v:shape id="Text_x0020_Box_x0020_23" o:spid="_x0000_s1051" type="#_x0000_t202" style="position:absolute;left:91440;top:4438015;width:3223895;height:6572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h/Z9wwAA&#10;ANsAAAAPAAAAZHJzL2Rvd25yZXYueG1sRI9Ba8JAFITvQv/D8gredKOC2OgqUhQKQjGmB4/P7DNZ&#10;zL5Ns1uN/74rCB6HmfmGWaw6W4srtd44VjAaJiCIC6cNlwp+8u1gBsIHZI21Y1JwJw+r5Vtvgal2&#10;N87oegiliBD2KSqoQmhSKX1RkUU/dA1x9M6utRiibEupW7xFuK3lOEmm0qLhuFBhQ58VFZfDn1Ww&#10;PnK2Mb/fp312zkyefyS8m16U6r936zmIQF14hZ/tL61gPIHHl/gD5PI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rh/Z9wwAAANsAAAAPAAAAAAAAAAAAAAAAAJcCAABkcnMvZG93&#10;bnJldi54bWxQSwUGAAAAAAQABAD1AAAAhwMAAAAA&#10;" filled="f" stroked="f">
                  <v:textbox style="mso-next-textbox:#Text_x0020_Box_x0020_24" inset="0,0,0,0">
                    <w:txbxContent/>
                  </v:textbox>
                </v:shape>
                <v:shape id="Text_x0020_Box_x0020_24" o:spid="_x0000_s1052" type="#_x0000_t202" style="position:absolute;left:91440;top:5093970;width:3223895;height:3295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bm4JwwAA&#10;ANsAAAAPAAAAZHJzL2Rvd25yZXYueG1sRI9Ba8JAFITvQv/D8gredKOI2OgqUhQKQjGmB4/P7DNZ&#10;zL5Ns1uN/74rCB6HmfmGWaw6W4srtd44VjAaJiCIC6cNlwp+8u1gBsIHZI21Y1JwJw+r5Vtvgal2&#10;N87oegiliBD2KSqoQmhSKX1RkUU/dA1x9M6utRiibEupW7xFuK3lOEmm0qLhuFBhQ58VFZfDn1Ww&#10;PnK2Mb/fp312zkyefyS8m16U6r936zmIQF14hZ/tL61gPIHHl/gD5PI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kbm4JwwAAANsAAAAPAAAAAAAAAAAAAAAAAJcCAABkcnMvZG93&#10;bnJldi54bWxQSwUGAAAAAAQABAD1AAAAhwMAAAAA&#10;" filled="f" stroked="f">
                  <v:textbox style="mso-next-textbox:#Text_x0020_Box_x0020_25" inset="0,0,0,0">
                    <w:txbxContent/>
                  </v:textbox>
                </v:shape>
                <v:shape id="Text_x0020_Box_x0020_25" o:spid="_x0000_s1053" type="#_x0000_t202" style="position:absolute;left:91440;top:5422265;width:3223895;height:1206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IsuSwwAA&#10;ANsAAAAPAAAAZHJzL2Rvd25yZXYueG1sRI9Ba8JAFITvQv/D8gredKOg2OgqUhQKQjGmB4/P7DNZ&#10;zL5Ns1uN/74rCB6HmfmGWaw6W4srtd44VjAaJiCIC6cNlwp+8u1gBsIHZI21Y1JwJw+r5Vtvgal2&#10;N87oegiliBD2KSqoQmhSKX1RkUU/dA1x9M6utRiibEupW7xFuK3lOEmm0qLhuFBhQ58VFZfDn1Ww&#10;PnK2Mb/fp312zkyefyS8m16U6r936zmIQF14hZ/tL61gPIHHl/gD5PI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LIsuSwwAAANsAAAAPAAAAAAAAAAAAAAAAAJcCAABkcnMvZG93&#10;bnJldi54bWxQSwUGAAAAAAQABAD1AAAAhwMAAAAA&#10;" filled="f" stroked="f">
                  <v:textbox style="mso-next-textbox:#Text_x0020_Box_x0020_26" inset="0,0,0,0">
                    <w:txbxContent/>
                  </v:textbox>
                </v:shape>
                <v:shape id="Text_x0020_Box_x0020_26" o:spid="_x0000_s1054" type="#_x0000_t202" style="position:absolute;left:91440;top:5541645;width:3223895;height:1803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8FXlwwAA&#10;ANsAAAAPAAAAZHJzL2Rvd25yZXYueG1sRI9Ba8JAFITvgv9heYI33egh1OgqIhYKgjSmhx6f2Wey&#10;mH0bs6um/75bKHgcZuYbZrXpbSMe1HnjWMFsmoAgLp02XCn4Kt4nbyB8QNbYOCYFP+Rhsx4OVphp&#10;9+ScHqdQiQhhn6GCOoQ2k9KXNVn0U9cSR+/iOoshyq6SusNnhNtGzpMklRYNx4UaW9rVVF5Pd6tg&#10;+8353tyO58/8kpuiWCR8SK9KjUf9dgkiUB9e4f/2h1YwT+HvS/wBcv0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78FXlwwAAANsAAAAPAAAAAAAAAAAAAAAAAJcCAABkcnMvZG93&#10;bnJldi54bWxQSwUGAAAAAAQABAD1AAAAhwMAAAAA&#10;" filled="f" stroked="f">
                  <v:textbox style="mso-next-textbox:#Text_x0020_Box_x0020_27" inset="0,0,0,0">
                    <w:txbxContent/>
                  </v:textbox>
                </v:shape>
                <v:shape id="Text_x0020_Box_x0020_27" o:spid="_x0000_s1055" type="#_x0000_t202" style="position:absolute;left:91440;top:5720715;width:3223895;height:1651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vPB+xAAA&#10;ANsAAAAPAAAAZHJzL2Rvd25yZXYueG1sRI9Ba8JAFITvgv9heUJvutGDrdFVRFooFMQYDx6f2Wey&#10;mH0bs1uN/74rFDwOM/MNs1h1thY3ar1xrGA8SkAQF04bLhUc8q/hBwgfkDXWjknBgzyslv3eAlPt&#10;7pzRbR9KESHsU1RQhdCkUvqiIot+5Bri6J1dazFE2ZZSt3iPcFvLSZJMpUXDcaHChjYVFZf9r1Ww&#10;PnL2aa7b0y47ZybPZwn/TC9KvQ269RxEoC68wv/tb61g8g7PL/EHyOU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LzwfsQAAADbAAAADwAAAAAAAAAAAAAAAACXAgAAZHJzL2Rv&#10;d25yZXYueG1sUEsFBgAAAAAEAAQA9QAAAIgDAAAAAA==&#10;" filled="f" stroked="f">
                  <v:textbox style="mso-next-textbox:#Text_x0020_Box_x0020_28" inset="0,0,0,0">
                    <w:txbxContent/>
                  </v:textbox>
                </v:shape>
                <v:shape id="Text_x0020_Box_x0020_28" o:spid="_x0000_s1056" type="#_x0000_t202" style="position:absolute;left:91440;top:5884545;width:3223895;height:3295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I2QMwAAA&#10;ANsAAAAPAAAAZHJzL2Rvd25yZXYueG1sRE9Ni8IwEL0L+x/CCN5sqgfRrlFkWWFBEGs97HG2Gdtg&#10;M6lNVuu/NwfB4+N9L9e9bcSNOm8cK5gkKQji0mnDlYJTsR3PQfiArLFxTAoe5GG9+hgsMdPuzjnd&#10;jqESMYR9hgrqENpMSl/WZNEnriWO3Nl1FkOEXSV1h/cYbhs5TdOZtGg4NtTY0ldN5eX4bxVsfjn/&#10;Ntf93yE/56YoFinvZhelRsN+8wkiUB/e4pf7RyuYxrHxS/wBcvUE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lI2QMwAAAANsAAAAPAAAAAAAAAAAAAAAAAJcCAABkcnMvZG93bnJl&#10;di54bWxQSwUGAAAAAAQABAD1AAAAhAMAAAAA&#10;" filled="f" stroked="f">
                  <v:textbox style="mso-next-textbox:#Text_x0020_Box_x0020_29" inset="0,0,0,0">
                    <w:txbxContent/>
                  </v:textbox>
                </v:shape>
                <v:shape id="Text_x0020_Box_x0020_29" o:spid="_x0000_s1057" type="#_x0000_t202" style="position:absolute;left:91440;top:6212840;width:3223895;height:3295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b8GXxQAA&#10;ANsAAAAPAAAAZHJzL2Rvd25yZXYueG1sRI9Ba8JAFITvBf/D8gq91U09SBNdgxQLQkEa48Hja/aZ&#10;LMm+TbOrif++Wyj0OMzMN8w6n2wnbjR441jByzwBQVw5bbhWcCrfn19B+ICssXNMCu7kId/MHtaY&#10;aTdyQbdjqEWEsM9QQRNCn0npq4Ys+rnriaN3cYPFEOVQSz3gGOG2k4skWUqLhuNCgz29NVS1x6tV&#10;sD1zsTPfh6/P4lKYskwT/li2Sj09TtsViEBT+A//tfdawSKF3y/xB8jN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pvwZfFAAAA2wAAAA8AAAAAAAAAAAAAAAAAlwIAAGRycy9k&#10;b3ducmV2LnhtbFBLBQYAAAAABAAEAPUAAACJAwAAAAA=&#10;" filled="f" stroked="f">
                  <v:textbox style="mso-next-textbox:#Text_x0020_Box_x0020_30" inset="0,0,0,0">
                    <w:txbxContent/>
                  </v:textbox>
                </v:shape>
                <v:shape id="Text_x0020_Box_x0020_30" o:spid="_x0000_s1058" type="#_x0000_t202" style="position:absolute;left:91440;top:6541135;width:3223895;height:1504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jP7XwAAA&#10;ANsAAAAPAAAAZHJzL2Rvd25yZXYueG1sRE9Ni8IwEL0v+B/CCN7W1BVkrUYRcUFYEGs9eBybsQ02&#10;k9pE7f57cxD2+Hjf82Vna/Gg1hvHCkbDBARx4bThUsEx//n8BuEDssbaMSn4Iw/LRe9jjql2T87o&#10;cQiliCHsU1RQhdCkUvqiIot+6BriyF1cazFE2JZSt/iM4baWX0kykRYNx4YKG1pXVFwPd6tgdeJs&#10;Y2678z67ZCbPpwn/Tq5KDfrdagYiUBf+xW/3VisYx/XxS/wBcvE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ejP7XwAAAANsAAAAPAAAAAAAAAAAAAAAAAJcCAABkcnMvZG93bnJl&#10;di54bWxQSwUGAAAAAAQABAD1AAAAhAMAAAAA&#10;" filled="f" stroked="f">
                  <v:textbox style="mso-next-textbox:#Text_x0020_Box_x0020_31" inset="0,0,0,0">
                    <w:txbxContent/>
                  </v:textbox>
                </v:shape>
                <v:shape id="Text_x0020_Box_x0020_31" o:spid="_x0000_s1059" type="#_x0000_t202" style="position:absolute;left:91440;top:6690360;width:3223895;height:1498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wFtMxQAA&#10;ANsAAAAPAAAAZHJzL2Rvd25yZXYueG1sRI9Ba8JAFITvhf6H5RW8NRsVpE3diBSFgiCN6aHH1+wz&#10;WZJ9G7Nbjf/eLRQ8DjPzDbNcjbYTZxq8caxgmqQgiCunDdcKvsrt8wsIH5A1do5JwZU8rPLHhyVm&#10;2l24oPMh1CJC2GeooAmhz6T0VUMWfeJ64ugd3WAxRDnUUg94iXDbyVmaLqRFw3GhwZ7eG6raw69V&#10;sP7mYmNO+5/P4liYsnxNebdolZo8jes3EIHGcA//tz+0gvkU/r7EHyDzG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HAW0zFAAAA2wAAAA8AAAAAAAAAAAAAAAAAlwIAAGRycy9k&#10;b3ducmV2LnhtbFBLBQYAAAAABAAEAPUAAACJAwAAAAA=&#10;" filled="f" stroked="f">
                  <v:textbox style="mso-next-textbox:#_x0000_s1060" inset="0,0,0,0">
                    <w:txbxContent/>
                  </v:textbox>
                </v:shape>
                <v:shape id="_x0000_s1060" type="#_x0000_t202" style="position:absolute;left:91440;top:6838950;width:3223895;height:2774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dWrwxQAA&#10;ANwAAAAPAAAAZHJzL2Rvd25yZXYueG1sRI9Ba8JAFITvBf/D8oTe6sZQpEZXEWlBKBRjPHh8Zp/J&#10;YvZtzK6a/vuuUPA4zMw3zHzZ20bcqPPGsYLxKAFBXDptuFKwL77ePkD4gKyxcUwKfsnDcjF4mWOm&#10;3Z1zuu1CJSKEfYYK6hDaTEpf1mTRj1xLHL2T6yyGKLtK6g7vEW4bmSbJRFo0HBdqbGldU3neXa2C&#10;1YHzT3P5OW7zU26KYprw9+Ss1OuwX81ABOrDM/zf3mgFafoOjzPxCMjF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51avDFAAAA3AAAAA8AAAAAAAAAAAAAAAAAlwIAAGRycy9k&#10;b3ducmV2LnhtbFBLBQYAAAAABAAEAPUAAACJAwAAAAA=&#10;" filled="f" stroked="f">
                  <v:textbox style="mso-next-textbox:#Text_x0020_Box_x0020_232" inset="0,0,0,0">
                    <w:txbxContent/>
                  </v:textbox>
                </v:shape>
                <v:shape id="Text_x0020_Box_x0020_232" o:spid="_x0000_s1061" type="#_x0000_t202" style="position:absolute;left:91440;top:7115175;width:3223895;height:2774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CcHCxQAA&#10;ANwAAAAPAAAAZHJzL2Rvd25yZXYueG1sRI9Ba8JAFITvBf/D8oTe6sYUpEZXEWlBKBRjPHh8Zp/J&#10;YvZtzK6a/vuuUPA4zMw3zHzZ20bcqPPGsYLxKAFBXDptuFKwL77ePkD4gKyxcUwKfsnDcjF4mWOm&#10;3Z1zuu1CJSKEfYYK6hDaTEpf1mTRj1xLHL2T6yyGKLtK6g7vEW4bmSbJRFo0HBdqbGldU3neXa2C&#10;1YHzT3P5OW7zU26KYprw9+Ss1OuwX81ABOrDM/zf3mgF6XsKjzPxCMjF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sJwcLFAAAA3AAAAA8AAAAAAAAAAAAAAAAAlwIAAGRycy9k&#10;b3ducmV2LnhtbFBLBQYAAAAABAAEAPUAAACJAwAAAAA=&#10;" filled="f" stroked="f">
                  <v:textbox inset="0,0,0,0">
                    <w:txbxContent/>
                  </v:textbox>
                </v:shape>
                <w10:wrap type="through" anchorx="page" anchory="page"/>
              </v:group>
            </w:pict>
          </mc:Fallback>
        </mc:AlternateContent>
      </w:r>
      <w:r w:rsidR="00DF22C2">
        <w:rPr>
          <w:noProof/>
        </w:rPr>
        <mc:AlternateContent>
          <mc:Choice Requires="wps">
            <w:drawing>
              <wp:anchor distT="0" distB="0" distL="114300" distR="114300" simplePos="0" relativeHeight="251668720" behindDoc="0" locked="0" layoutInCell="1" allowOverlap="1" wp14:anchorId="20A9CAC5" wp14:editId="1DEDC570">
                <wp:simplePos x="0" y="0"/>
                <wp:positionH relativeFrom="page">
                  <wp:posOffset>365760</wp:posOffset>
                </wp:positionH>
                <wp:positionV relativeFrom="page">
                  <wp:posOffset>685166</wp:posOffset>
                </wp:positionV>
                <wp:extent cx="7025640" cy="567902"/>
                <wp:effectExtent l="0" t="0" r="10160" b="0"/>
                <wp:wrapNone/>
                <wp:docPr id="1"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5640" cy="567902"/>
                        </a:xfrm>
                        <a:prstGeom prst="rect">
                          <a:avLst/>
                        </a:prstGeom>
                        <a:solidFill>
                          <a:schemeClr val="accent4">
                            <a:lumMod val="100000"/>
                            <a:lumOff val="0"/>
                          </a:schemeClr>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1905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a:effectLst>
                                <a:outerShdw blurRad="38100" dist="25400" dir="5400000" algn="ctr" rotWithShape="0">
                                  <a:srgbClr val="000000">
                                    <a:alpha val="35001"/>
                                  </a:srgbClr>
                                </a:outerShdw>
                              </a:effectLst>
                            </a14:hiddenEffects>
                          </a:ext>
                        </a:extLst>
                      </wps:spPr>
                      <wps:txbx>
                        <w:txbxContent>
                          <w:p w14:paraId="433C5F8D" w14:textId="36B668EF" w:rsidR="00B51C1D" w:rsidRPr="00DF22C2" w:rsidRDefault="00B51C1D" w:rsidP="00DF22C2">
                            <w:pPr>
                              <w:spacing w:after="0"/>
                              <w:jc w:val="center"/>
                              <w:rPr>
                                <w:b/>
                                <w:color w:val="FFFFFF" w:themeColor="background1"/>
                                <w:sz w:val="48"/>
                                <w:szCs w:val="48"/>
                              </w:rPr>
                            </w:pPr>
                            <w:r w:rsidRPr="00DF22C2">
                              <w:rPr>
                                <w:b/>
                                <w:color w:val="FFFFFF" w:themeColor="background1"/>
                                <w:sz w:val="48"/>
                                <w:szCs w:val="48"/>
                              </w:rPr>
                              <w:t xml:space="preserve">#4   </w:t>
                            </w:r>
                            <w:r w:rsidRPr="00DF22C2">
                              <w:rPr>
                                <w:b/>
                                <w:color w:val="FFFFFF" w:themeColor="background1"/>
                                <w:sz w:val="48"/>
                                <w:szCs w:val="48"/>
                              </w:rPr>
                              <w:tab/>
                              <w:t>On-the-spot TPTs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62" style="position:absolute;margin-left:28.8pt;margin-top:53.95pt;width:553.2pt;height:44.7pt;z-index:25166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" fillcolor="#996 [3207]" stroked="f" strokecolor="#4a7ebb" strokeweight="1.5pt">
                <v:shadow opacity="22938f" mv:blur="38100f" offset="0,2pt"/>
                <v:textbox inset=",7.2pt,,7.2pt">
                  <w:txbxContent>
                    <w:p w14:paraId="433C5F8D" w14:textId="36B668EF" w:rsidR="00B51C1D" w:rsidRPr="00DF22C2" w:rsidRDefault="00B51C1D" w:rsidP="00DF22C2">
                      <w:pPr>
                        <w:spacing w:after="0"/>
                        <w:jc w:val="center"/>
                        <w:rPr>
                          <w:b/>
                          <w:color w:val="FFFFFF" w:themeColor="background1"/>
                          <w:sz w:val="48"/>
                          <w:szCs w:val="48"/>
                        </w:rPr>
                      </w:pPr>
                      <w:r w:rsidRPr="00DF22C2">
                        <w:rPr>
                          <w:b/>
                          <w:color w:val="FFFFFF" w:themeColor="background1"/>
                          <w:sz w:val="48"/>
                          <w:szCs w:val="48"/>
                        </w:rPr>
                        <w:t xml:space="preserve">#4   </w:t>
                      </w:r>
                      <w:r w:rsidRPr="00DF22C2">
                        <w:rPr>
                          <w:b/>
                          <w:color w:val="FFFFFF" w:themeColor="background1"/>
                          <w:sz w:val="48"/>
                          <w:szCs w:val="48"/>
                        </w:rPr>
                        <w:tab/>
                        <w:t>On-the-spot TPTs</w:t>
                      </w:r>
                    </w:p>
                  </w:txbxContent>
                </v:textbox>
                <w10:wrap anchorx="page" anchory="page"/>
              </v:rect>
            </w:pict>
          </mc:Fallback>
        </mc:AlternateContent>
      </w:r>
      <w:r w:rsidR="00761BC6">
        <w:rPr>
          <w:noProof/>
        </w:rPr>
        <mc:AlternateContent>
          <mc:Choice Requires="wps">
            <w:drawing>
              <wp:anchor distT="0" distB="0" distL="114300" distR="114300" simplePos="0" relativeHeight="251658451" behindDoc="0" locked="0" layoutInCell="1" allowOverlap="1" wp14:anchorId="2AB702CE" wp14:editId="49F35CA5">
                <wp:simplePos x="0" y="0"/>
                <wp:positionH relativeFrom="page">
                  <wp:posOffset>6089650</wp:posOffset>
                </wp:positionH>
                <wp:positionV relativeFrom="page">
                  <wp:posOffset>4604385</wp:posOffset>
                </wp:positionV>
                <wp:extent cx="1040130" cy="301625"/>
                <wp:effectExtent l="0" t="0" r="0" b="0"/>
                <wp:wrapTight wrapText="bothSides">
                  <wp:wrapPolygon edited="0">
                    <wp:start x="0" y="0"/>
                    <wp:lineTo x="21600" y="0"/>
                    <wp:lineTo x="21600" y="21600"/>
                    <wp:lineTo x="0" y="21600"/>
                    <wp:lineTo x="0" y="0"/>
                  </wp:wrapPolygon>
                </wp:wrapTight>
                <wp:docPr id="225" name="Text Box 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0130" cy="301625"/>
                        </a:xfrm>
                        <a:prstGeom prst="rect">
                          <a:avLst/>
                        </a:prstGeom>
                        <a:noFill/>
                        <a:ln>
                          <a:noFill/>
                        </a:ln>
                        <a:extLst>
                          <a:ext uri="{FAA26D3D-D897-4be2-8F04-BA451C77F1D7}">
                            <ma14:placeholderFlag xmlns:ma14="http://schemas.microsoft.com/office/mac/drawingml/2011/main" val="1"/>
                          </a:ex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7C888634" w14:textId="77777777" w:rsidR="00B51C1D" w:rsidRDefault="00B51C1D" w:rsidP="007F43BD">
                            <w:pPr>
                              <w:pStyle w:val="BodyText2"/>
                            </w:pPr>
                            <w:r>
                              <w:t>- sodales.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2" o:spid="_x0000_s1063" type="#_x0000_t202" style="position:absolute;margin-left:479.5pt;margin-top:362.55pt;width:81.9pt;height:23.75pt;z-index:25165845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" filled="f" stroked="f">
                <v:stroke o:forcedash="t"/>
                <v:textbox inset="0,0,0,0">
                  <w:txbxContent>
                    <w:p w14:paraId="7C888634" w14:textId="77777777" w:rsidR="00B51C1D" w:rsidRDefault="00B51C1D" w:rsidP="007F43BD">
                      <w:pPr>
                        <w:pStyle w:val="BodyText2"/>
                      </w:pPr>
                      <w:r>
                        <w:t>- sodales.</w:t>
                      </w:r>
                    </w:p>
                  </w:txbxContent>
                </v:textbox>
                <w10:wrap type="tight" anchorx="page" anchory="page"/>
              </v:shape>
            </w:pict>
          </mc:Fallback>
        </mc:AlternateContent>
      </w:r>
      <w:r w:rsidR="00B6723C">
        <w:br w:type="page"/>
      </w:r>
      <w:r w:rsidR="005E4BD0">
        <w:rPr>
          <w:noProof/>
        </w:rPr>
        <mc:AlternateContent>
          <mc:Choice Requires="wps">
            <w:drawing>
              <wp:anchor distT="0" distB="0" distL="114300" distR="114300" simplePos="0" relativeHeight="251689200" behindDoc="0" locked="0" layoutInCell="1" allowOverlap="1" wp14:anchorId="77676BA2" wp14:editId="0298C5C6">
                <wp:simplePos x="0" y="0"/>
                <wp:positionH relativeFrom="page">
                  <wp:posOffset>2760345</wp:posOffset>
                </wp:positionH>
                <wp:positionV relativeFrom="page">
                  <wp:posOffset>8636000</wp:posOffset>
                </wp:positionV>
                <wp:extent cx="2200910" cy="1158240"/>
                <wp:effectExtent l="0" t="0" r="0" b="10160"/>
                <wp:wrapThrough wrapText="bothSides">
                  <wp:wrapPolygon edited="0">
                    <wp:start x="249" y="0"/>
                    <wp:lineTo x="249" y="21316"/>
                    <wp:lineTo x="21189" y="21316"/>
                    <wp:lineTo x="21189" y="0"/>
                    <wp:lineTo x="249" y="0"/>
                  </wp:wrapPolygon>
                </wp:wrapThrough>
                <wp:docPr id="245" name="Text Box 245"/>
                <wp:cNvGraphicFramePr/>
                <a:graphic xmlns:a="http://schemas.openxmlformats.org/drawingml/2006/main">
                  <a:graphicData uri="http://schemas.microsoft.com/office/word/2010/wordprocessingShape">
                    <wps:wsp>
                      <wps:cNvSpPr txBox="1"/>
                      <wps:spPr>
                        <a:xfrm>
                          <a:off x="0" y="0"/>
                          <a:ext cx="2200910" cy="115824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15DC6CFD" w14:textId="77777777" w:rsidR="00B51C1D" w:rsidRPr="005E4BD0" w:rsidRDefault="00B51C1D" w:rsidP="005E4BD0">
                            <w:pPr>
                              <w:spacing w:before="120" w:after="0"/>
                              <w:jc w:val="center"/>
                              <w:rPr>
                                <w:i/>
                                <w:color w:val="664A73" w:themeColor="background2" w:themeShade="80"/>
                                <w:sz w:val="18"/>
                                <w:szCs w:val="18"/>
                              </w:rPr>
                            </w:pPr>
                            <w:r w:rsidRPr="005E4BD0">
                              <w:rPr>
                                <w:i/>
                                <w:color w:val="664A73" w:themeColor="background2" w:themeShade="80"/>
                                <w:sz w:val="18"/>
                                <w:szCs w:val="18"/>
                              </w:rPr>
                              <w:t xml:space="preserve">Excerpts from Chapter 5 </w:t>
                            </w:r>
                          </w:p>
                          <w:p w14:paraId="0DD0EDBE" w14:textId="444DDCC2" w:rsidR="00B51C1D" w:rsidRPr="005E4BD0" w:rsidRDefault="00B51C1D" w:rsidP="005E4BD0">
                            <w:pPr>
                              <w:spacing w:after="0"/>
                              <w:jc w:val="center"/>
                              <w:rPr>
                                <w:i/>
                                <w:color w:val="664A73" w:themeColor="background2" w:themeShade="80"/>
                                <w:sz w:val="18"/>
                                <w:szCs w:val="18"/>
                                <w:u w:val="single"/>
                              </w:rPr>
                            </w:pPr>
                            <w:r w:rsidRPr="005E4BD0">
                              <w:rPr>
                                <w:i/>
                                <w:color w:val="664A73" w:themeColor="background2" w:themeShade="80"/>
                                <w:sz w:val="18"/>
                                <w:szCs w:val="18"/>
                                <w:u w:val="single"/>
                              </w:rPr>
                              <w:t>Total Participation Techniques,</w:t>
                            </w:r>
                          </w:p>
                          <w:p w14:paraId="1E14A30F" w14:textId="77777777" w:rsidR="00B51C1D" w:rsidRPr="005E4BD0" w:rsidRDefault="00B51C1D" w:rsidP="005E4BD0">
                            <w:pPr>
                              <w:spacing w:after="0"/>
                              <w:jc w:val="center"/>
                              <w:rPr>
                                <w:i/>
                                <w:color w:val="664A73" w:themeColor="background2" w:themeShade="80"/>
                                <w:sz w:val="18"/>
                                <w:szCs w:val="18"/>
                              </w:rPr>
                            </w:pPr>
                            <w:r w:rsidRPr="005E4BD0">
                              <w:rPr>
                                <w:i/>
                                <w:color w:val="664A73" w:themeColor="background2" w:themeShade="80"/>
                                <w:sz w:val="18"/>
                                <w:szCs w:val="18"/>
                              </w:rPr>
                              <w:t xml:space="preserve"> Himmele &amp; Himmele </w:t>
                            </w:r>
                          </w:p>
                          <w:p w14:paraId="1B742BC7" w14:textId="346EB32C" w:rsidR="00B51C1D" w:rsidRPr="005E4BD0" w:rsidRDefault="00B51C1D" w:rsidP="005E4BD0">
                            <w:pPr>
                              <w:spacing w:after="0"/>
                              <w:jc w:val="center"/>
                              <w:rPr>
                                <w:i/>
                                <w:color w:val="664A73" w:themeColor="background2" w:themeShade="80"/>
                                <w:sz w:val="18"/>
                                <w:szCs w:val="18"/>
                              </w:rPr>
                            </w:pPr>
                            <w:r w:rsidRPr="005E4BD0">
                              <w:rPr>
                                <w:i/>
                                <w:color w:val="664A73" w:themeColor="background2" w:themeShade="80"/>
                                <w:sz w:val="18"/>
                                <w:szCs w:val="18"/>
                              </w:rPr>
                              <w:t>pgs.49-57</w:t>
                            </w:r>
                          </w:p>
                          <w:p w14:paraId="014A6516" w14:textId="77777777" w:rsidR="00B51C1D" w:rsidRPr="005E4BD0" w:rsidRDefault="00B51C1D" w:rsidP="005E4BD0">
                            <w:pPr>
                              <w:spacing w:before="120" w:after="0"/>
                              <w:jc w:val="center"/>
                              <w:rPr>
                                <w:i/>
                                <w:color w:val="664A73" w:themeColor="background2" w:themeShade="80"/>
                                <w:sz w:val="18"/>
                                <w:szCs w:val="18"/>
                              </w:rPr>
                            </w:pPr>
                          </w:p>
                          <w:p w14:paraId="5820E6FD" w14:textId="77777777" w:rsidR="00B51C1D" w:rsidRPr="005E4BD0" w:rsidRDefault="00B51C1D" w:rsidP="005E4BD0">
                            <w:pPr>
                              <w:spacing w:before="120" w:after="0"/>
                              <w:jc w:val="center"/>
                              <w:rPr>
                                <w:i/>
                                <w:color w:val="664A73" w:themeColor="background2" w:themeShade="80"/>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5" o:spid="_x0000_s1064" type="#_x0000_t202" style="position:absolute;margin-left:217.35pt;margin-top:680pt;width:173.3pt;height:91.2pt;z-index:25168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" mv:complextextbox="1" filled="f" stroked="f">
                <v:textbox>
                  <w:txbxContent>
                    <w:p w14:paraId="15DC6CFD" w14:textId="77777777" w:rsidR="00B51C1D" w:rsidRPr="005E4BD0" w:rsidRDefault="00B51C1D" w:rsidP="005E4BD0">
                      <w:pPr>
                        <w:spacing w:before="120" w:after="0"/>
                        <w:jc w:val="center"/>
                        <w:rPr>
                          <w:i/>
                          <w:color w:val="664A73" w:themeColor="background2" w:themeShade="80"/>
                          <w:sz w:val="18"/>
                          <w:szCs w:val="18"/>
                        </w:rPr>
                      </w:pPr>
                      <w:r w:rsidRPr="005E4BD0">
                        <w:rPr>
                          <w:i/>
                          <w:color w:val="664A73" w:themeColor="background2" w:themeShade="80"/>
                          <w:sz w:val="18"/>
                          <w:szCs w:val="18"/>
                        </w:rPr>
                        <w:t xml:space="preserve">Excerpts from Chapter 5 </w:t>
                      </w:r>
                    </w:p>
                    <w:p w14:paraId="0DD0EDBE" w14:textId="444DDCC2" w:rsidR="00B51C1D" w:rsidRPr="005E4BD0" w:rsidRDefault="00B51C1D" w:rsidP="005E4BD0">
                      <w:pPr>
                        <w:spacing w:after="0"/>
                        <w:jc w:val="center"/>
                        <w:rPr>
                          <w:i/>
                          <w:color w:val="664A73" w:themeColor="background2" w:themeShade="80"/>
                          <w:sz w:val="18"/>
                          <w:szCs w:val="18"/>
                          <w:u w:val="single"/>
                        </w:rPr>
                      </w:pPr>
                      <w:r w:rsidRPr="005E4BD0">
                        <w:rPr>
                          <w:i/>
                          <w:color w:val="664A73" w:themeColor="background2" w:themeShade="80"/>
                          <w:sz w:val="18"/>
                          <w:szCs w:val="18"/>
                          <w:u w:val="single"/>
                        </w:rPr>
                        <w:t>Total Participation Techniques,</w:t>
                      </w:r>
                    </w:p>
                    <w:p w14:paraId="1E14A30F" w14:textId="77777777" w:rsidR="00B51C1D" w:rsidRPr="005E4BD0" w:rsidRDefault="00B51C1D" w:rsidP="005E4BD0">
                      <w:pPr>
                        <w:spacing w:after="0"/>
                        <w:jc w:val="center"/>
                        <w:rPr>
                          <w:i/>
                          <w:color w:val="664A73" w:themeColor="background2" w:themeShade="80"/>
                          <w:sz w:val="18"/>
                          <w:szCs w:val="18"/>
                        </w:rPr>
                      </w:pPr>
                      <w:r w:rsidRPr="005E4BD0">
                        <w:rPr>
                          <w:i/>
                          <w:color w:val="664A73" w:themeColor="background2" w:themeShade="80"/>
                          <w:sz w:val="18"/>
                          <w:szCs w:val="18"/>
                        </w:rPr>
                        <w:t xml:space="preserve"> </w:t>
                      </w:r>
                      <w:proofErr w:type="spellStart"/>
                      <w:r w:rsidRPr="005E4BD0">
                        <w:rPr>
                          <w:i/>
                          <w:color w:val="664A73" w:themeColor="background2" w:themeShade="80"/>
                          <w:sz w:val="18"/>
                          <w:szCs w:val="18"/>
                        </w:rPr>
                        <w:t>Himmele</w:t>
                      </w:r>
                      <w:proofErr w:type="spellEnd"/>
                      <w:r w:rsidRPr="005E4BD0">
                        <w:rPr>
                          <w:i/>
                          <w:color w:val="664A73" w:themeColor="background2" w:themeShade="80"/>
                          <w:sz w:val="18"/>
                          <w:szCs w:val="18"/>
                        </w:rPr>
                        <w:t xml:space="preserve"> &amp; </w:t>
                      </w:r>
                      <w:proofErr w:type="spellStart"/>
                      <w:r w:rsidRPr="005E4BD0">
                        <w:rPr>
                          <w:i/>
                          <w:color w:val="664A73" w:themeColor="background2" w:themeShade="80"/>
                          <w:sz w:val="18"/>
                          <w:szCs w:val="18"/>
                        </w:rPr>
                        <w:t>Himmele</w:t>
                      </w:r>
                      <w:proofErr w:type="spellEnd"/>
                      <w:r w:rsidRPr="005E4BD0">
                        <w:rPr>
                          <w:i/>
                          <w:color w:val="664A73" w:themeColor="background2" w:themeShade="80"/>
                          <w:sz w:val="18"/>
                          <w:szCs w:val="18"/>
                        </w:rPr>
                        <w:t xml:space="preserve"> </w:t>
                      </w:r>
                    </w:p>
                    <w:p w14:paraId="1B742BC7" w14:textId="346EB32C" w:rsidR="00B51C1D" w:rsidRPr="005E4BD0" w:rsidRDefault="00B51C1D" w:rsidP="005E4BD0">
                      <w:pPr>
                        <w:spacing w:after="0"/>
                        <w:jc w:val="center"/>
                        <w:rPr>
                          <w:i/>
                          <w:color w:val="664A73" w:themeColor="background2" w:themeShade="80"/>
                          <w:sz w:val="18"/>
                          <w:szCs w:val="18"/>
                        </w:rPr>
                      </w:pPr>
                      <w:proofErr w:type="gramStart"/>
                      <w:r w:rsidRPr="005E4BD0">
                        <w:rPr>
                          <w:i/>
                          <w:color w:val="664A73" w:themeColor="background2" w:themeShade="80"/>
                          <w:sz w:val="18"/>
                          <w:szCs w:val="18"/>
                        </w:rPr>
                        <w:t>pgs.49</w:t>
                      </w:r>
                      <w:proofErr w:type="gramEnd"/>
                      <w:r w:rsidRPr="005E4BD0">
                        <w:rPr>
                          <w:i/>
                          <w:color w:val="664A73" w:themeColor="background2" w:themeShade="80"/>
                          <w:sz w:val="18"/>
                          <w:szCs w:val="18"/>
                        </w:rPr>
                        <w:t>-57</w:t>
                      </w:r>
                    </w:p>
                    <w:p w14:paraId="014A6516" w14:textId="77777777" w:rsidR="00B51C1D" w:rsidRPr="005E4BD0" w:rsidRDefault="00B51C1D" w:rsidP="005E4BD0">
                      <w:pPr>
                        <w:spacing w:before="120" w:after="0"/>
                        <w:jc w:val="center"/>
                        <w:rPr>
                          <w:i/>
                          <w:color w:val="664A73" w:themeColor="background2" w:themeShade="80"/>
                          <w:sz w:val="18"/>
                          <w:szCs w:val="18"/>
                        </w:rPr>
                      </w:pPr>
                    </w:p>
                    <w:p w14:paraId="5820E6FD" w14:textId="77777777" w:rsidR="00B51C1D" w:rsidRPr="005E4BD0" w:rsidRDefault="00B51C1D" w:rsidP="005E4BD0">
                      <w:pPr>
                        <w:spacing w:before="120" w:after="0"/>
                        <w:jc w:val="center"/>
                        <w:rPr>
                          <w:i/>
                          <w:color w:val="664A73" w:themeColor="background2" w:themeShade="80"/>
                          <w:sz w:val="18"/>
                          <w:szCs w:val="18"/>
                        </w:rPr>
                      </w:pPr>
                    </w:p>
                  </w:txbxContent>
                </v:textbox>
                <w10:wrap type="through" anchorx="page" anchory="page"/>
              </v:shape>
            </w:pict>
          </mc:Fallback>
        </mc:AlternateContent>
      </w:r>
      <w:r w:rsidR="00846D70">
        <w:rPr>
          <w:noProof/>
        </w:rPr>
        <mc:AlternateContent>
          <mc:Choice Requires="wps">
            <w:drawing>
              <wp:anchor distT="0" distB="0" distL="114300" distR="114300" simplePos="0" relativeHeight="251687152" behindDoc="0" locked="0" layoutInCell="1" allowOverlap="1" wp14:anchorId="37AA1F67" wp14:editId="5A131537">
                <wp:simplePos x="0" y="0"/>
                <wp:positionH relativeFrom="page">
                  <wp:posOffset>2661920</wp:posOffset>
                </wp:positionH>
                <wp:positionV relativeFrom="page">
                  <wp:posOffset>5201920</wp:posOffset>
                </wp:positionV>
                <wp:extent cx="2448560" cy="2133600"/>
                <wp:effectExtent l="76200" t="50800" r="91440" b="127000"/>
                <wp:wrapThrough wrapText="bothSides">
                  <wp:wrapPolygon edited="0">
                    <wp:start x="-448" y="-514"/>
                    <wp:lineTo x="-672" y="-257"/>
                    <wp:lineTo x="-672" y="22114"/>
                    <wp:lineTo x="-448" y="22629"/>
                    <wp:lineTo x="21959" y="22629"/>
                    <wp:lineTo x="22183" y="20571"/>
                    <wp:lineTo x="22183" y="3857"/>
                    <wp:lineTo x="21959" y="0"/>
                    <wp:lineTo x="21959" y="-514"/>
                    <wp:lineTo x="-448" y="-514"/>
                  </wp:wrapPolygon>
                </wp:wrapThrough>
                <wp:docPr id="244" name="Rectangle 244"/>
                <wp:cNvGraphicFramePr/>
                <a:graphic xmlns:a="http://schemas.openxmlformats.org/drawingml/2006/main">
                  <a:graphicData uri="http://schemas.microsoft.com/office/word/2010/wordprocessingShape">
                    <wps:wsp>
                      <wps:cNvSpPr/>
                      <wps:spPr>
                        <a:xfrm>
                          <a:off x="0" y="0"/>
                          <a:ext cx="2448560" cy="2133600"/>
                        </a:xfrm>
                        <a:prstGeom prst="rect">
                          <a:avLst/>
                        </a:prstGeom>
                        <a:solidFill>
                          <a:srgbClr val="663365"/>
                        </a:solidFill>
                      </wps:spPr>
                      <wps:style>
                        <a:lnRef idx="1">
                          <a:schemeClr val="accent1"/>
                        </a:lnRef>
                        <a:fillRef idx="3">
                          <a:schemeClr val="accent1"/>
                        </a:fillRef>
                        <a:effectRef idx="2">
                          <a:schemeClr val="accent1"/>
                        </a:effectRef>
                        <a:fontRef idx="minor">
                          <a:schemeClr val="lt1"/>
                        </a:fontRef>
                      </wps:style>
                      <wps:txbx>
                        <w:txbxContent>
                          <w:p w14:paraId="778F934E" w14:textId="0EA2179E" w:rsidR="00B51C1D" w:rsidRPr="005E4BD0" w:rsidRDefault="00B51C1D" w:rsidP="005E4BD0">
                            <w:pPr>
                              <w:jc w:val="center"/>
                              <w:rPr>
                                <w:b/>
                                <w:u w:val="single"/>
                              </w:rPr>
                            </w:pPr>
                            <w:r w:rsidRPr="005E4BD0">
                              <w:rPr>
                                <w:b/>
                                <w:u w:val="single"/>
                              </w:rPr>
                              <w:t>Whiteboard Hold-Ups</w:t>
                            </w:r>
                          </w:p>
                          <w:p w14:paraId="2921BED1" w14:textId="76CF39F1" w:rsidR="00B51C1D" w:rsidRPr="005E4BD0" w:rsidRDefault="00B51C1D" w:rsidP="005E4BD0">
                            <w:pPr>
                              <w:jc w:val="center"/>
                              <w:rPr>
                                <w:sz w:val="20"/>
                                <w:szCs w:val="20"/>
                              </w:rPr>
                            </w:pPr>
                            <w:r>
                              <w:rPr>
                                <w:sz w:val="20"/>
                                <w:szCs w:val="20"/>
                              </w:rPr>
                              <w:t xml:space="preserve">These can be used for students to write or draw their answer on a “whiteboard” or whiteboard like surface. They then hold up their white board to display their answer.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4" o:spid="_x0000_s1065" style="position:absolute;margin-left:209.6pt;margin-top:409.6pt;width:192.8pt;height:168pt;z-index:25168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" fillcolor="#663365" strokecolor="#603060 [3044]" strokeweight="1pt">
                <v:textbox>
                  <w:txbxContent>
                    <w:p w14:paraId="778F934E" w14:textId="0EA2179E" w:rsidR="00B51C1D" w:rsidRPr="005E4BD0" w:rsidRDefault="00B51C1D" w:rsidP="005E4BD0">
                      <w:pPr>
                        <w:jc w:val="center"/>
                        <w:rPr>
                          <w:b/>
                          <w:u w:val="single"/>
                        </w:rPr>
                      </w:pPr>
                      <w:r w:rsidRPr="005E4BD0">
                        <w:rPr>
                          <w:b/>
                          <w:u w:val="single"/>
                        </w:rPr>
                        <w:t>Whiteboard Hold-Ups</w:t>
                      </w:r>
                    </w:p>
                    <w:p w14:paraId="2921BED1" w14:textId="76CF39F1" w:rsidR="00B51C1D" w:rsidRPr="005E4BD0" w:rsidRDefault="00B51C1D" w:rsidP="005E4BD0">
                      <w:pPr>
                        <w:jc w:val="center"/>
                        <w:rPr>
                          <w:sz w:val="20"/>
                          <w:szCs w:val="20"/>
                        </w:rPr>
                      </w:pPr>
                      <w:r>
                        <w:rPr>
                          <w:sz w:val="20"/>
                          <w:szCs w:val="20"/>
                        </w:rPr>
                        <w:t xml:space="preserve">These can be used for students to write or draw their answer on a “whiteboard” or whiteboard like surface. They then hold up their white board to display their answer. </w:t>
                      </w:r>
                    </w:p>
                  </w:txbxContent>
                </v:textbox>
                <w10:wrap type="through" anchorx="page" anchory="page"/>
              </v:rect>
            </w:pict>
          </mc:Fallback>
        </mc:AlternateContent>
      </w:r>
      <w:r w:rsidR="00846D70">
        <w:rPr>
          <w:noProof/>
        </w:rPr>
        <mc:AlternateContent>
          <mc:Choice Requires="wps">
            <w:drawing>
              <wp:anchor distT="0" distB="0" distL="114300" distR="114300" simplePos="0" relativeHeight="251681008" behindDoc="0" locked="0" layoutInCell="1" allowOverlap="1" wp14:anchorId="4DC09CC5" wp14:editId="05B7A107">
                <wp:simplePos x="0" y="0"/>
                <wp:positionH relativeFrom="page">
                  <wp:posOffset>4958080</wp:posOffset>
                </wp:positionH>
                <wp:positionV relativeFrom="page">
                  <wp:posOffset>3180080</wp:posOffset>
                </wp:positionV>
                <wp:extent cx="2448560" cy="2133600"/>
                <wp:effectExtent l="76200" t="50800" r="91440" b="127000"/>
                <wp:wrapThrough wrapText="bothSides">
                  <wp:wrapPolygon edited="0">
                    <wp:start x="-448" y="-514"/>
                    <wp:lineTo x="-672" y="-257"/>
                    <wp:lineTo x="-672" y="22114"/>
                    <wp:lineTo x="-448" y="22629"/>
                    <wp:lineTo x="21959" y="22629"/>
                    <wp:lineTo x="22183" y="20571"/>
                    <wp:lineTo x="22183" y="3857"/>
                    <wp:lineTo x="21959" y="0"/>
                    <wp:lineTo x="21959" y="-514"/>
                    <wp:lineTo x="-448" y="-514"/>
                  </wp:wrapPolygon>
                </wp:wrapThrough>
                <wp:docPr id="241" name="Rectangle 241"/>
                <wp:cNvGraphicFramePr/>
                <a:graphic xmlns:a="http://schemas.openxmlformats.org/drawingml/2006/main">
                  <a:graphicData uri="http://schemas.microsoft.com/office/word/2010/wordprocessingShape">
                    <wps:wsp>
                      <wps:cNvSpPr/>
                      <wps:spPr>
                        <a:xfrm>
                          <a:off x="0" y="0"/>
                          <a:ext cx="2448560" cy="2133600"/>
                        </a:xfrm>
                        <a:prstGeom prst="rect">
                          <a:avLst/>
                        </a:prstGeom>
                        <a:solidFill>
                          <a:srgbClr val="999966"/>
                        </a:solidFill>
                        <a:ln>
                          <a:solidFill>
                            <a:schemeClr val="accent6">
                              <a:lumMod val="50000"/>
                            </a:schemeClr>
                          </a:solidFill>
                        </a:ln>
                      </wps:spPr>
                      <wps:style>
                        <a:lnRef idx="1">
                          <a:schemeClr val="accent1"/>
                        </a:lnRef>
                        <a:fillRef idx="3">
                          <a:schemeClr val="accent1"/>
                        </a:fillRef>
                        <a:effectRef idx="2">
                          <a:schemeClr val="accent1"/>
                        </a:effectRef>
                        <a:fontRef idx="minor">
                          <a:schemeClr val="lt1"/>
                        </a:fontRef>
                      </wps:style>
                      <wps:txbx>
                        <w:txbxContent>
                          <w:p w14:paraId="1298A9D2" w14:textId="28C1AD0A" w:rsidR="00B51C1D" w:rsidRPr="00846D70" w:rsidRDefault="00B51C1D" w:rsidP="00846D70">
                            <w:pPr>
                              <w:jc w:val="center"/>
                              <w:rPr>
                                <w:b/>
                                <w:u w:val="single"/>
                              </w:rPr>
                            </w:pPr>
                            <w:r w:rsidRPr="00846D70">
                              <w:rPr>
                                <w:b/>
                                <w:u w:val="single"/>
                              </w:rPr>
                              <w:t>Number Card Hold-Ups</w:t>
                            </w:r>
                          </w:p>
                          <w:p w14:paraId="70A944CF" w14:textId="21335C70" w:rsidR="00B51C1D" w:rsidRPr="00846D70" w:rsidRDefault="00B51C1D" w:rsidP="00846D70">
                            <w:pPr>
                              <w:jc w:val="center"/>
                              <w:rPr>
                                <w:sz w:val="20"/>
                                <w:szCs w:val="20"/>
                              </w:rPr>
                            </w:pPr>
                            <w:r>
                              <w:rPr>
                                <w:sz w:val="20"/>
                                <w:szCs w:val="20"/>
                              </w:rPr>
                              <w:t xml:space="preserve">Numbered card may be used with sample math problems, multiple choice, or selecting form options provided at the onset. These should be created before hand.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1" o:spid="_x0000_s1066" style="position:absolute;margin-left:390.4pt;margin-top:250.4pt;width:192.8pt;height:168pt;z-index:25168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" fillcolor="#996" strokecolor="#514f00 [1609]" strokeweight="1pt">
                <v:textbox>
                  <w:txbxContent>
                    <w:p w14:paraId="1298A9D2" w14:textId="28C1AD0A" w:rsidR="00B51C1D" w:rsidRPr="00846D70" w:rsidRDefault="00B51C1D" w:rsidP="00846D70">
                      <w:pPr>
                        <w:jc w:val="center"/>
                        <w:rPr>
                          <w:b/>
                          <w:u w:val="single"/>
                        </w:rPr>
                      </w:pPr>
                      <w:r w:rsidRPr="00846D70">
                        <w:rPr>
                          <w:b/>
                          <w:u w:val="single"/>
                        </w:rPr>
                        <w:t>Number Card Hold-Ups</w:t>
                      </w:r>
                    </w:p>
                    <w:p w14:paraId="70A944CF" w14:textId="21335C70" w:rsidR="00B51C1D" w:rsidRPr="00846D70" w:rsidRDefault="00B51C1D" w:rsidP="00846D70">
                      <w:pPr>
                        <w:jc w:val="center"/>
                        <w:rPr>
                          <w:sz w:val="20"/>
                          <w:szCs w:val="20"/>
                        </w:rPr>
                      </w:pPr>
                      <w:r>
                        <w:rPr>
                          <w:sz w:val="20"/>
                          <w:szCs w:val="20"/>
                        </w:rPr>
                        <w:t xml:space="preserve">Numbered card may be used with sample math problems, multiple choice, or selecting form options provided at the onset. These should be created before hand. </w:t>
                      </w:r>
                    </w:p>
                  </w:txbxContent>
                </v:textbox>
                <w10:wrap type="through" anchorx="page" anchory="page"/>
              </v:rect>
            </w:pict>
          </mc:Fallback>
        </mc:AlternateContent>
      </w:r>
      <w:r w:rsidR="00846D70">
        <w:rPr>
          <w:noProof/>
        </w:rPr>
        <mc:AlternateContent>
          <mc:Choice Requires="wps">
            <w:drawing>
              <wp:anchor distT="0" distB="0" distL="114300" distR="114300" simplePos="0" relativeHeight="251678960" behindDoc="0" locked="0" layoutInCell="1" allowOverlap="1" wp14:anchorId="25866658" wp14:editId="6B11FC75">
                <wp:simplePos x="0" y="0"/>
                <wp:positionH relativeFrom="page">
                  <wp:posOffset>365760</wp:posOffset>
                </wp:positionH>
                <wp:positionV relativeFrom="page">
                  <wp:posOffset>3180080</wp:posOffset>
                </wp:positionV>
                <wp:extent cx="2448560" cy="2133600"/>
                <wp:effectExtent l="76200" t="50800" r="91440" b="127000"/>
                <wp:wrapThrough wrapText="bothSides">
                  <wp:wrapPolygon edited="0">
                    <wp:start x="-448" y="-514"/>
                    <wp:lineTo x="-672" y="-257"/>
                    <wp:lineTo x="-672" y="22114"/>
                    <wp:lineTo x="-448" y="22629"/>
                    <wp:lineTo x="21959" y="22629"/>
                    <wp:lineTo x="22183" y="20571"/>
                    <wp:lineTo x="22183" y="3857"/>
                    <wp:lineTo x="21959" y="0"/>
                    <wp:lineTo x="21959" y="-514"/>
                    <wp:lineTo x="-448" y="-514"/>
                  </wp:wrapPolygon>
                </wp:wrapThrough>
                <wp:docPr id="240" name="Rectangle 240"/>
                <wp:cNvGraphicFramePr/>
                <a:graphic xmlns:a="http://schemas.openxmlformats.org/drawingml/2006/main">
                  <a:graphicData uri="http://schemas.microsoft.com/office/word/2010/wordprocessingShape">
                    <wps:wsp>
                      <wps:cNvSpPr/>
                      <wps:spPr>
                        <a:xfrm>
                          <a:off x="0" y="0"/>
                          <a:ext cx="2448560" cy="2133600"/>
                        </a:xfrm>
                        <a:prstGeom prst="rect">
                          <a:avLst/>
                        </a:prstGeom>
                        <a:solidFill>
                          <a:srgbClr val="666699"/>
                        </a:solidFill>
                        <a:ln>
                          <a:solidFill>
                            <a:schemeClr val="accent1">
                              <a:lumMod val="50000"/>
                            </a:schemeClr>
                          </a:solidFill>
                        </a:ln>
                      </wps:spPr>
                      <wps:style>
                        <a:lnRef idx="1">
                          <a:schemeClr val="accent1"/>
                        </a:lnRef>
                        <a:fillRef idx="3">
                          <a:schemeClr val="accent1"/>
                        </a:fillRef>
                        <a:effectRef idx="2">
                          <a:schemeClr val="accent1"/>
                        </a:effectRef>
                        <a:fontRef idx="minor">
                          <a:schemeClr val="lt1"/>
                        </a:fontRef>
                      </wps:style>
                      <wps:txbx>
                        <w:txbxContent>
                          <w:p w14:paraId="3C78383B" w14:textId="3D81672A" w:rsidR="00B51C1D" w:rsidRPr="00846D70" w:rsidRDefault="00B51C1D" w:rsidP="00846D70">
                            <w:pPr>
                              <w:jc w:val="center"/>
                              <w:rPr>
                                <w:b/>
                                <w:u w:val="single"/>
                              </w:rPr>
                            </w:pPr>
                            <w:r w:rsidRPr="00846D70">
                              <w:rPr>
                                <w:b/>
                                <w:u w:val="single"/>
                              </w:rPr>
                              <w:t>Selected-Response Hold-Ups</w:t>
                            </w:r>
                          </w:p>
                          <w:p w14:paraId="285F98A4" w14:textId="6A1F573B" w:rsidR="00B51C1D" w:rsidRPr="00846D70" w:rsidRDefault="00B51C1D" w:rsidP="00846D70">
                            <w:pPr>
                              <w:jc w:val="center"/>
                              <w:rPr>
                                <w:sz w:val="20"/>
                                <w:szCs w:val="20"/>
                              </w:rPr>
                            </w:pPr>
                            <w:r>
                              <w:rPr>
                                <w:sz w:val="20"/>
                                <w:szCs w:val="20"/>
                              </w:rPr>
                              <w:t xml:space="preserve">Use a selection of relevant choices that are prepared beforehand. For example, could be facial expressions, seasons, school subjects, locations, etc.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0" o:spid="_x0000_s1067" style="position:absolute;margin-left:28.8pt;margin-top:250.4pt;width:192.8pt;height:168pt;z-index:25167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" fillcolor="#669" strokecolor="#321932 [1604]" strokeweight="1pt">
                <v:textbox>
                  <w:txbxContent>
                    <w:p w14:paraId="3C78383B" w14:textId="3D81672A" w:rsidR="00B51C1D" w:rsidRPr="00846D70" w:rsidRDefault="00B51C1D" w:rsidP="00846D70">
                      <w:pPr>
                        <w:jc w:val="center"/>
                        <w:rPr>
                          <w:b/>
                          <w:u w:val="single"/>
                        </w:rPr>
                      </w:pPr>
                      <w:r w:rsidRPr="00846D70">
                        <w:rPr>
                          <w:b/>
                          <w:u w:val="single"/>
                        </w:rPr>
                        <w:t>Selected-Response Hold-Ups</w:t>
                      </w:r>
                    </w:p>
                    <w:p w14:paraId="285F98A4" w14:textId="6A1F573B" w:rsidR="00B51C1D" w:rsidRPr="00846D70" w:rsidRDefault="00B51C1D" w:rsidP="00846D70">
                      <w:pPr>
                        <w:jc w:val="center"/>
                        <w:rPr>
                          <w:sz w:val="20"/>
                          <w:szCs w:val="20"/>
                        </w:rPr>
                      </w:pPr>
                      <w:r>
                        <w:rPr>
                          <w:sz w:val="20"/>
                          <w:szCs w:val="20"/>
                        </w:rPr>
                        <w:t xml:space="preserve">Use a selection of relevant choices that are prepared beforehand. For example, could be facial expressions, seasons, school subjects, locations, etc. </w:t>
                      </w:r>
                    </w:p>
                  </w:txbxContent>
                </v:textbox>
                <w10:wrap type="through" anchorx="page" anchory="page"/>
              </v:rect>
            </w:pict>
          </mc:Fallback>
        </mc:AlternateContent>
      </w:r>
      <w:r w:rsidR="00846D70">
        <w:rPr>
          <w:noProof/>
        </w:rPr>
        <mc:AlternateContent>
          <mc:Choice Requires="wps">
            <w:drawing>
              <wp:anchor distT="0" distB="0" distL="114300" distR="114300" simplePos="0" relativeHeight="251685104" behindDoc="0" locked="0" layoutInCell="1" allowOverlap="1" wp14:anchorId="0CB7A14C" wp14:editId="08C0C2EB">
                <wp:simplePos x="0" y="0"/>
                <wp:positionH relativeFrom="page">
                  <wp:posOffset>4958080</wp:posOffset>
                </wp:positionH>
                <wp:positionV relativeFrom="page">
                  <wp:posOffset>7239000</wp:posOffset>
                </wp:positionV>
                <wp:extent cx="2448560" cy="2133600"/>
                <wp:effectExtent l="76200" t="50800" r="91440" b="127000"/>
                <wp:wrapThrough wrapText="bothSides">
                  <wp:wrapPolygon edited="0">
                    <wp:start x="-448" y="-514"/>
                    <wp:lineTo x="-672" y="-257"/>
                    <wp:lineTo x="-672" y="22114"/>
                    <wp:lineTo x="-448" y="22629"/>
                    <wp:lineTo x="21959" y="22629"/>
                    <wp:lineTo x="22183" y="20571"/>
                    <wp:lineTo x="22183" y="3857"/>
                    <wp:lineTo x="21959" y="0"/>
                    <wp:lineTo x="21959" y="-514"/>
                    <wp:lineTo x="-448" y="-514"/>
                  </wp:wrapPolygon>
                </wp:wrapThrough>
                <wp:docPr id="243" name="Rectangle 243"/>
                <wp:cNvGraphicFramePr/>
                <a:graphic xmlns:a="http://schemas.openxmlformats.org/drawingml/2006/main">
                  <a:graphicData uri="http://schemas.microsoft.com/office/word/2010/wordprocessingShape">
                    <wps:wsp>
                      <wps:cNvSpPr/>
                      <wps:spPr>
                        <a:xfrm>
                          <a:off x="0" y="0"/>
                          <a:ext cx="2448560" cy="2133600"/>
                        </a:xfrm>
                        <a:prstGeom prst="rect">
                          <a:avLst/>
                        </a:prstGeom>
                        <a:solidFill>
                          <a:srgbClr val="666699"/>
                        </a:solidFill>
                        <a:ln>
                          <a:solidFill>
                            <a:srgbClr val="331933"/>
                          </a:solidFill>
                        </a:ln>
                      </wps:spPr>
                      <wps:style>
                        <a:lnRef idx="1">
                          <a:schemeClr val="accent1"/>
                        </a:lnRef>
                        <a:fillRef idx="3">
                          <a:schemeClr val="accent1"/>
                        </a:fillRef>
                        <a:effectRef idx="2">
                          <a:schemeClr val="accent1"/>
                        </a:effectRef>
                        <a:fontRef idx="minor">
                          <a:schemeClr val="lt1"/>
                        </a:fontRef>
                      </wps:style>
                      <wps:txbx>
                        <w:txbxContent>
                          <w:p w14:paraId="583873D6" w14:textId="0719F108" w:rsidR="00B51C1D" w:rsidRPr="005E4BD0" w:rsidRDefault="00B51C1D" w:rsidP="005E4BD0">
                            <w:pPr>
                              <w:jc w:val="center"/>
                              <w:rPr>
                                <w:b/>
                                <w:u w:val="single"/>
                              </w:rPr>
                            </w:pPr>
                            <w:r w:rsidRPr="005E4BD0">
                              <w:rPr>
                                <w:b/>
                                <w:u w:val="single"/>
                              </w:rPr>
                              <w:t>Multiple-Choice Hold-Up</w:t>
                            </w:r>
                          </w:p>
                          <w:p w14:paraId="6602739B" w14:textId="1BD2E3BD" w:rsidR="00B51C1D" w:rsidRPr="005E4BD0" w:rsidRDefault="00B51C1D" w:rsidP="005E4BD0">
                            <w:pPr>
                              <w:jc w:val="center"/>
                              <w:rPr>
                                <w:sz w:val="20"/>
                                <w:szCs w:val="20"/>
                              </w:rPr>
                            </w:pPr>
                            <w:r>
                              <w:rPr>
                                <w:sz w:val="20"/>
                                <w:szCs w:val="20"/>
                              </w:rPr>
                              <w:t xml:space="preserve">The teacher creates and projects questions. Students make a choice and when given the signal hold up the letter of their choice.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3" o:spid="_x0000_s1068" style="position:absolute;margin-left:390.4pt;margin-top:570pt;width:192.8pt;height:168pt;z-index:25168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" fillcolor="#669" strokecolor="#331933" strokeweight="1pt">
                <v:textbox>
                  <w:txbxContent>
                    <w:p w14:paraId="583873D6" w14:textId="0719F108" w:rsidR="00B51C1D" w:rsidRPr="005E4BD0" w:rsidRDefault="00B51C1D" w:rsidP="005E4BD0">
                      <w:pPr>
                        <w:jc w:val="center"/>
                        <w:rPr>
                          <w:b/>
                          <w:u w:val="single"/>
                        </w:rPr>
                      </w:pPr>
                      <w:r w:rsidRPr="005E4BD0">
                        <w:rPr>
                          <w:b/>
                          <w:u w:val="single"/>
                        </w:rPr>
                        <w:t>Multiple-Choice Hold-Up</w:t>
                      </w:r>
                    </w:p>
                    <w:p w14:paraId="6602739B" w14:textId="1BD2E3BD" w:rsidR="00B51C1D" w:rsidRPr="005E4BD0" w:rsidRDefault="00B51C1D" w:rsidP="005E4BD0">
                      <w:pPr>
                        <w:jc w:val="center"/>
                        <w:rPr>
                          <w:sz w:val="20"/>
                          <w:szCs w:val="20"/>
                        </w:rPr>
                      </w:pPr>
                      <w:r>
                        <w:rPr>
                          <w:sz w:val="20"/>
                          <w:szCs w:val="20"/>
                        </w:rPr>
                        <w:t xml:space="preserve">The teacher creates and projects questions. Students make a choice and when given the signal hold up the letter of their choice. </w:t>
                      </w:r>
                    </w:p>
                  </w:txbxContent>
                </v:textbox>
                <w10:wrap type="through" anchorx="page" anchory="page"/>
              </v:rect>
            </w:pict>
          </mc:Fallback>
        </mc:AlternateContent>
      </w:r>
      <w:r w:rsidR="00846D70">
        <w:rPr>
          <w:noProof/>
        </w:rPr>
        <mc:AlternateContent>
          <mc:Choice Requires="wps">
            <w:drawing>
              <wp:anchor distT="0" distB="0" distL="114300" distR="114300" simplePos="0" relativeHeight="251683056" behindDoc="0" locked="0" layoutInCell="1" allowOverlap="1" wp14:anchorId="2BC5F6E8" wp14:editId="0B0CDFF1">
                <wp:simplePos x="0" y="0"/>
                <wp:positionH relativeFrom="page">
                  <wp:posOffset>365760</wp:posOffset>
                </wp:positionH>
                <wp:positionV relativeFrom="page">
                  <wp:posOffset>7239000</wp:posOffset>
                </wp:positionV>
                <wp:extent cx="2448560" cy="2133600"/>
                <wp:effectExtent l="76200" t="50800" r="91440" b="127000"/>
                <wp:wrapThrough wrapText="bothSides">
                  <wp:wrapPolygon edited="0">
                    <wp:start x="-448" y="-514"/>
                    <wp:lineTo x="-672" y="-257"/>
                    <wp:lineTo x="-672" y="22114"/>
                    <wp:lineTo x="-448" y="22629"/>
                    <wp:lineTo x="21959" y="22629"/>
                    <wp:lineTo x="22183" y="20571"/>
                    <wp:lineTo x="22183" y="3857"/>
                    <wp:lineTo x="21959" y="0"/>
                    <wp:lineTo x="21959" y="-514"/>
                    <wp:lineTo x="-448" y="-514"/>
                  </wp:wrapPolygon>
                </wp:wrapThrough>
                <wp:docPr id="242" name="Rectangle 242"/>
                <wp:cNvGraphicFramePr/>
                <a:graphic xmlns:a="http://schemas.openxmlformats.org/drawingml/2006/main">
                  <a:graphicData uri="http://schemas.microsoft.com/office/word/2010/wordprocessingShape">
                    <wps:wsp>
                      <wps:cNvSpPr/>
                      <wps:spPr>
                        <a:xfrm>
                          <a:off x="0" y="0"/>
                          <a:ext cx="2448560" cy="2133600"/>
                        </a:xfrm>
                        <a:prstGeom prst="rect">
                          <a:avLst/>
                        </a:prstGeom>
                        <a:solidFill>
                          <a:srgbClr val="999966"/>
                        </a:solidFill>
                        <a:ln>
                          <a:solidFill>
                            <a:srgbClr val="525100"/>
                          </a:solidFill>
                        </a:ln>
                      </wps:spPr>
                      <wps:style>
                        <a:lnRef idx="1">
                          <a:schemeClr val="accent1"/>
                        </a:lnRef>
                        <a:fillRef idx="3">
                          <a:schemeClr val="accent1"/>
                        </a:fillRef>
                        <a:effectRef idx="2">
                          <a:schemeClr val="accent1"/>
                        </a:effectRef>
                        <a:fontRef idx="minor">
                          <a:schemeClr val="lt1"/>
                        </a:fontRef>
                      </wps:style>
                      <wps:txbx>
                        <w:txbxContent>
                          <w:p w14:paraId="7819A647" w14:textId="49A4E12E" w:rsidR="00B51C1D" w:rsidRPr="00846D70" w:rsidRDefault="00B51C1D" w:rsidP="00846D70">
                            <w:pPr>
                              <w:jc w:val="center"/>
                              <w:rPr>
                                <w:b/>
                                <w:u w:val="single"/>
                              </w:rPr>
                            </w:pPr>
                            <w:r w:rsidRPr="00846D70">
                              <w:rPr>
                                <w:b/>
                                <w:u w:val="single"/>
                              </w:rPr>
                              <w:t>True/Not True Hold-Ups</w:t>
                            </w:r>
                          </w:p>
                          <w:p w14:paraId="07F7D4A1" w14:textId="7A53CED9" w:rsidR="00B51C1D" w:rsidRPr="00846D70" w:rsidRDefault="00B51C1D" w:rsidP="00846D70">
                            <w:pPr>
                              <w:jc w:val="center"/>
                              <w:rPr>
                                <w:sz w:val="20"/>
                                <w:szCs w:val="20"/>
                              </w:rPr>
                            </w:pPr>
                            <w:r>
                              <w:rPr>
                                <w:sz w:val="20"/>
                                <w:szCs w:val="20"/>
                              </w:rPr>
                              <w:t>These cards can be used to check for understanding or with predictions. Statements must be carefully created before instruction to ensure they are clear and concise. You could also consider adding True with modifications and Unable to determine as options.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2" o:spid="_x0000_s1069" style="position:absolute;margin-left:28.8pt;margin-top:570pt;width:192.8pt;height:168pt;z-index:25168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" fillcolor="#996" strokecolor="#525100" strokeweight="1pt">
                <v:textbox>
                  <w:txbxContent>
                    <w:p w14:paraId="7819A647" w14:textId="49A4E12E" w:rsidR="00B51C1D" w:rsidRPr="00846D70" w:rsidRDefault="00B51C1D" w:rsidP="00846D70">
                      <w:pPr>
                        <w:jc w:val="center"/>
                        <w:rPr>
                          <w:b/>
                          <w:u w:val="single"/>
                        </w:rPr>
                      </w:pPr>
                      <w:r w:rsidRPr="00846D70">
                        <w:rPr>
                          <w:b/>
                          <w:u w:val="single"/>
                        </w:rPr>
                        <w:t>True/Not True Hold-Ups</w:t>
                      </w:r>
                    </w:p>
                    <w:p w14:paraId="07F7D4A1" w14:textId="7A53CED9" w:rsidR="00B51C1D" w:rsidRPr="00846D70" w:rsidRDefault="00B51C1D" w:rsidP="00846D70">
                      <w:pPr>
                        <w:jc w:val="center"/>
                        <w:rPr>
                          <w:sz w:val="20"/>
                          <w:szCs w:val="20"/>
                        </w:rPr>
                      </w:pPr>
                      <w:r>
                        <w:rPr>
                          <w:sz w:val="20"/>
                          <w:szCs w:val="20"/>
                        </w:rPr>
                        <w:t>These cards can be used to check for understanding or with predictions. Statements must be carefully created before instruction to ensure they are clear and concise. You could also consider adding True with modifications and Unable to determine as options.</w:t>
                      </w:r>
                    </w:p>
                  </w:txbxContent>
                </v:textbox>
                <w10:wrap type="through" anchorx="page" anchory="page"/>
              </v:rect>
            </w:pict>
          </mc:Fallback>
        </mc:AlternateContent>
      </w:r>
      <w:r w:rsidR="00ED5C6F">
        <w:rPr>
          <w:noProof/>
        </w:rPr>
        <mc:AlternateContent>
          <mc:Choice Requires="wpg">
            <w:drawing>
              <wp:anchor distT="0" distB="0" distL="114300" distR="114300" simplePos="0" relativeHeight="251677936" behindDoc="0" locked="0" layoutInCell="1" allowOverlap="1" wp14:anchorId="5C680937" wp14:editId="44D9876F">
                <wp:simplePos x="0" y="0"/>
                <wp:positionH relativeFrom="page">
                  <wp:posOffset>365760</wp:posOffset>
                </wp:positionH>
                <wp:positionV relativeFrom="page">
                  <wp:posOffset>1422400</wp:posOffset>
                </wp:positionV>
                <wp:extent cx="7040880" cy="1930400"/>
                <wp:effectExtent l="0" t="0" r="0" b="0"/>
                <wp:wrapThrough wrapText="bothSides">
                  <wp:wrapPolygon edited="0">
                    <wp:start x="78" y="0"/>
                    <wp:lineTo x="78" y="21316"/>
                    <wp:lineTo x="21429" y="21316"/>
                    <wp:lineTo x="21429" y="0"/>
                    <wp:lineTo x="78" y="0"/>
                  </wp:wrapPolygon>
                </wp:wrapThrough>
                <wp:docPr id="254" name="Group 254"/>
                <wp:cNvGraphicFramePr/>
                <a:graphic xmlns:a="http://schemas.openxmlformats.org/drawingml/2006/main">
                  <a:graphicData uri="http://schemas.microsoft.com/office/word/2010/wordprocessingGroup">
                    <wpg:wgp>
                      <wpg:cNvGrpSpPr/>
                      <wpg:grpSpPr>
                        <a:xfrm>
                          <a:off x="0" y="0"/>
                          <a:ext cx="7040880" cy="1930400"/>
                          <a:chOff x="0" y="0"/>
                          <a:chExt cx="7040880" cy="1930400"/>
                        </a:xfrm>
                        <a:extLst>
                          <a:ext uri="{0CCBE362-F206-4b92-989A-16890622DB6E}">
                            <ma14:wrappingTextBoxFlag xmlns:ma14="http://schemas.microsoft.com/office/mac/drawingml/2011/main" val="1"/>
                          </a:ext>
                        </a:extLst>
                      </wpg:grpSpPr>
                      <wps:wsp>
                        <wps:cNvPr id="236" name="Text Box 236"/>
                        <wps:cNvSpPr txBox="1"/>
                        <wps:spPr>
                          <a:xfrm>
                            <a:off x="0" y="0"/>
                            <a:ext cx="7040880" cy="193040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7" name="Text Box 237"/>
                        <wps:cNvSpPr txBox="1"/>
                        <wps:spPr>
                          <a:xfrm>
                            <a:off x="91440" y="45720"/>
                            <a:ext cx="6858000" cy="180340"/>
                          </a:xfrm>
                          <a:prstGeom prst="rect">
                            <a:avLst/>
                          </a:prstGeom>
                          <a:noFill/>
                          <a:ln>
                            <a:noFill/>
                          </a:ln>
                          <a:effectLst/>
                          <a:extLst>
                            <a:ext uri="{C572A759-6A51-4108-AA02-DFA0A04FC94B}">
                              <ma14:wrappingTextBoxFlag xmlns:ma14="http://schemas.microsoft.com/office/mac/drawingml/2011/main"/>
                            </a:ext>
                          </a:extLst>
                        </wps:spPr>
                        <wps:txbx id="20">
                          <w:txbxContent>
                            <w:p w14:paraId="312C6A9B" w14:textId="68A18A49" w:rsidR="00B51C1D" w:rsidRDefault="00B51C1D" w:rsidP="00846D70">
                              <w:pPr>
                                <w:spacing w:after="0"/>
                                <w:rPr>
                                  <w:b/>
                                </w:rPr>
                              </w:pPr>
                              <w:r>
                                <w:rPr>
                                  <w:b/>
                                </w:rPr>
                                <w:t>How they work:</w:t>
                              </w:r>
                            </w:p>
                            <w:p w14:paraId="2D1EB04B" w14:textId="77777777" w:rsidR="00B51C1D" w:rsidRDefault="00B51C1D" w:rsidP="00846D70">
                              <w:pPr>
                                <w:spacing w:after="0"/>
                                <w:rPr>
                                  <w:b/>
                                </w:rPr>
                              </w:pPr>
                            </w:p>
                            <w:p w14:paraId="49CA1557" w14:textId="20D5E8C3" w:rsidR="00B51C1D" w:rsidRPr="00846D70" w:rsidRDefault="00B51C1D" w:rsidP="00846D70">
                              <w:pPr>
                                <w:spacing w:after="0"/>
                              </w:pPr>
                              <w:r w:rsidRPr="00846D70">
                                <w:t>Each Hold-Up works in the same way generally:</w:t>
                              </w:r>
                            </w:p>
                            <w:p w14:paraId="04BCEC8E" w14:textId="6DC8A3BE" w:rsidR="00B51C1D" w:rsidRDefault="00B51C1D" w:rsidP="00846D70">
                              <w:pPr>
                                <w:pStyle w:val="ListParagraph"/>
                                <w:numPr>
                                  <w:ilvl w:val="0"/>
                                  <w:numId w:val="17"/>
                                </w:numPr>
                                <w:spacing w:after="0"/>
                              </w:pPr>
                              <w:r>
                                <w:t>Ask students to think about and discuss their responses to a set of prepared questions</w:t>
                              </w:r>
                            </w:p>
                            <w:p w14:paraId="0EB5C163" w14:textId="29D56566" w:rsidR="00B51C1D" w:rsidRDefault="00B51C1D" w:rsidP="00846D70">
                              <w:pPr>
                                <w:pStyle w:val="ListParagraph"/>
                                <w:numPr>
                                  <w:ilvl w:val="0"/>
                                  <w:numId w:val="17"/>
                                </w:numPr>
                                <w:spacing w:after="0"/>
                              </w:pPr>
                              <w:r>
                                <w:t>Before students hold up their cards, have them pair-share or confer in small groups. They should not hold up their cards until told to do so.</w:t>
                              </w:r>
                            </w:p>
                            <w:p w14:paraId="071E209A" w14:textId="7C363E06" w:rsidR="00B51C1D" w:rsidRDefault="00B51C1D" w:rsidP="00846D70">
                              <w:pPr>
                                <w:pStyle w:val="ListParagraph"/>
                                <w:numPr>
                                  <w:ilvl w:val="0"/>
                                  <w:numId w:val="17"/>
                                </w:numPr>
                                <w:spacing w:after="0"/>
                              </w:pPr>
                              <w:r>
                                <w:t>Give students a cue to show their cards, such as “hold it up”</w:t>
                              </w:r>
                            </w:p>
                            <w:p w14:paraId="47F66F14" w14:textId="0D5BC3C2" w:rsidR="00B51C1D" w:rsidRDefault="00B51C1D" w:rsidP="00846D70">
                              <w:pPr>
                                <w:pStyle w:val="ListParagraph"/>
                                <w:numPr>
                                  <w:ilvl w:val="0"/>
                                  <w:numId w:val="17"/>
                                </w:numPr>
                                <w:spacing w:after="0"/>
                              </w:pPr>
                              <w:r>
                                <w:t xml:space="preserve">Students hold their cards up. Selected students may provide the rationale they used to make their selection. </w:t>
                              </w:r>
                            </w:p>
                            <w:p w14:paraId="541038B1" w14:textId="77777777" w:rsidR="00B51C1D" w:rsidRDefault="00B51C1D" w:rsidP="00846D70">
                              <w:pPr>
                                <w:spacing w:after="0"/>
                              </w:pPr>
                            </w:p>
                            <w:p w14:paraId="5FA99BB3" w14:textId="77777777" w:rsidR="00B51C1D" w:rsidRPr="00846D70" w:rsidRDefault="00B51C1D" w:rsidP="00846D70">
                              <w:pPr>
                                <w:spacing w:after="0"/>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38" name="Text Box 238"/>
                        <wps:cNvSpPr txBox="1"/>
                        <wps:spPr>
                          <a:xfrm>
                            <a:off x="91440" y="224790"/>
                            <a:ext cx="6858000" cy="180340"/>
                          </a:xfrm>
                          <a:prstGeom prst="rect">
                            <a:avLst/>
                          </a:prstGeom>
                          <a:noFill/>
                          <a:ln>
                            <a:noFill/>
                          </a:ln>
                          <a:effectLst/>
                          <a:extLst>
                            <a:ext uri="{C572A759-6A51-4108-AA02-DFA0A04FC94B}">
                              <ma14:wrappingTextBoxFlag xmlns:ma14="http://schemas.microsoft.com/office/mac/drawingml/2011/main"/>
                            </a:ext>
                          </a:extLst>
                        </wps:spPr>
                        <wps:linkedTxbx id="20" seq="1"/>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39" name="Text Box 239"/>
                        <wps:cNvSpPr txBox="1"/>
                        <wps:spPr>
                          <a:xfrm>
                            <a:off x="91440" y="403860"/>
                            <a:ext cx="6858000" cy="180340"/>
                          </a:xfrm>
                          <a:prstGeom prst="rect">
                            <a:avLst/>
                          </a:prstGeom>
                          <a:noFill/>
                          <a:ln>
                            <a:noFill/>
                          </a:ln>
                          <a:effectLst/>
                          <a:extLst>
                            <a:ext uri="{C572A759-6A51-4108-AA02-DFA0A04FC94B}">
                              <ma14:wrappingTextBoxFlag xmlns:ma14="http://schemas.microsoft.com/office/mac/drawingml/2011/main"/>
                            </a:ext>
                          </a:extLst>
                        </wps:spPr>
                        <wps:linkedTxbx id="20" seq="2"/>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48" name="Text Box 248"/>
                        <wps:cNvSpPr txBox="1"/>
                        <wps:spPr>
                          <a:xfrm>
                            <a:off x="91440" y="582930"/>
                            <a:ext cx="6858000" cy="179705"/>
                          </a:xfrm>
                          <a:prstGeom prst="rect">
                            <a:avLst/>
                          </a:prstGeom>
                          <a:noFill/>
                          <a:ln>
                            <a:noFill/>
                          </a:ln>
                          <a:effectLst/>
                          <a:extLst>
                            <a:ext uri="{C572A759-6A51-4108-AA02-DFA0A04FC94B}">
                              <ma14:wrappingTextBoxFlag xmlns:ma14="http://schemas.microsoft.com/office/mac/drawingml/2011/main"/>
                            </a:ext>
                          </a:extLst>
                        </wps:spPr>
                        <wps:linkedTxbx id="20" seq="3"/>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50" name="Text Box 250"/>
                        <wps:cNvSpPr txBox="1"/>
                        <wps:spPr>
                          <a:xfrm>
                            <a:off x="91440" y="761365"/>
                            <a:ext cx="6858000" cy="359410"/>
                          </a:xfrm>
                          <a:prstGeom prst="rect">
                            <a:avLst/>
                          </a:prstGeom>
                          <a:noFill/>
                          <a:ln>
                            <a:noFill/>
                          </a:ln>
                          <a:effectLst/>
                          <a:extLst>
                            <a:ext uri="{C572A759-6A51-4108-AA02-DFA0A04FC94B}">
                              <ma14:wrappingTextBoxFlag xmlns:ma14="http://schemas.microsoft.com/office/mac/drawingml/2011/main"/>
                            </a:ext>
                          </a:extLst>
                        </wps:spPr>
                        <wps:linkedTxbx id="20" seq="4"/>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51" name="Text Box 251"/>
                        <wps:cNvSpPr txBox="1"/>
                        <wps:spPr>
                          <a:xfrm>
                            <a:off x="91440" y="1119505"/>
                            <a:ext cx="6858000" cy="180340"/>
                          </a:xfrm>
                          <a:prstGeom prst="rect">
                            <a:avLst/>
                          </a:prstGeom>
                          <a:noFill/>
                          <a:ln>
                            <a:noFill/>
                          </a:ln>
                          <a:effectLst/>
                          <a:extLst>
                            <a:ext uri="{C572A759-6A51-4108-AA02-DFA0A04FC94B}">
                              <ma14:wrappingTextBoxFlag xmlns:ma14="http://schemas.microsoft.com/office/mac/drawingml/2011/main"/>
                            </a:ext>
                          </a:extLst>
                        </wps:spPr>
                        <wps:linkedTxbx id="20" seq="5"/>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52" name="Text Box 252"/>
                        <wps:cNvSpPr txBox="1"/>
                        <wps:spPr>
                          <a:xfrm>
                            <a:off x="91440" y="1298575"/>
                            <a:ext cx="6858000" cy="359410"/>
                          </a:xfrm>
                          <a:prstGeom prst="rect">
                            <a:avLst/>
                          </a:prstGeom>
                          <a:noFill/>
                          <a:ln>
                            <a:noFill/>
                          </a:ln>
                          <a:effectLst/>
                          <a:extLst>
                            <a:ext uri="{C572A759-6A51-4108-AA02-DFA0A04FC94B}">
                              <ma14:wrappingTextBoxFlag xmlns:ma14="http://schemas.microsoft.com/office/mac/drawingml/2011/main"/>
                            </a:ext>
                          </a:extLst>
                        </wps:spPr>
                        <wps:linkedTxbx id="20" seq="6"/>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53" name="Text Box 253"/>
                        <wps:cNvSpPr txBox="1"/>
                        <wps:spPr>
                          <a:xfrm>
                            <a:off x="2608580" y="1656715"/>
                            <a:ext cx="1793875" cy="179705"/>
                          </a:xfrm>
                          <a:prstGeom prst="rect">
                            <a:avLst/>
                          </a:prstGeom>
                          <a:noFill/>
                          <a:ln>
                            <a:noFill/>
                          </a:ln>
                          <a:effectLst/>
                          <a:extLst>
                            <a:ext uri="{C572A759-6A51-4108-AA02-DFA0A04FC94B}">
                              <ma14:wrappingTextBoxFlag xmlns:ma14="http://schemas.microsoft.com/office/mac/drawingml/2011/main"/>
                            </a:ext>
                          </a:extLst>
                        </wps:spPr>
                        <wps:linkedTxbx id="20" seq="7"/>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w14:anchorId="5C680937" id="Group_x0020_254" o:spid="_x0000_s1070" style="position:absolute;margin-left:28.8pt;margin-top:112pt;width:554.4pt;height:152pt;z-index:251677936;mso-position-horizontal-relative:page;mso-position-vertical-relative:page" coordsize="7040880,19304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" mv:complextextbox="1">
                <v:shape id="Text_x0020_Box_x0020_236" o:spid="_x0000_s1071" type="#_x0000_t202" style="position:absolute;width:7040880;height:19304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TbBRxgAA&#10;ANwAAAAPAAAAZHJzL2Rvd25yZXYueG1sRI/NasMwEITvhbyD2EBujRwHXONGMUlISg8p+euhx8Xa&#10;2KbWyliq7b59VSj0OMzMN8wqH00jeupcbVnBYh6BIC6srrlU8H47PKYgnEfW2FgmBd/kIF9PHlaY&#10;aTvwhfqrL0WAsMtQQeV9m0npiooMurltiYN3t51BH2RXSt3hEOCmkXEUJdJgzWGhwpZ2FRWf1y+j&#10;gI6jub2lT3t/2t5foo/0PBx1qdRsOm6eQXga/X/4r/2qFcTLBH7PhCMg1z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CTbBRxgAAANwAAAAPAAAAAAAAAAAAAAAAAJcCAABkcnMv&#10;ZG93bnJldi54bWxQSwUGAAAAAAQABAD1AAAAigMAAAAA&#10;" mv:complextextbox="1" filled="f" stroked="f"/>
                <v:shape id="Text_x0020_Box_x0020_237" o:spid="_x0000_s1072" type="#_x0000_t202" style="position:absolute;left:91440;top:45720;width:6858000;height:1803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7fmJaxgAA&#10;ANwAAAAPAAAAZHJzL2Rvd25yZXYueG1sRI9Ba8JAFITvhf6H5RW81U0VtKZZRUoLQkEa48HjM/uS&#10;LGbfptlV03/vFoQeh5n5hslWg23FhXpvHCt4GScgiEunDdcK9sXn8ysIH5A1to5JwS95WC0fHzJM&#10;tbtyTpddqEWEsE9RQRNCl0rpy4Ys+rHriKNXud5iiLKvpe7xGuG2lZMkmUmLhuNCgx29N1Sedmer&#10;YH3g/MP8bI/feZWbolgk/DU7KTV6GtZvIAIN4T98b2+0gsl0Dn9n4hGQyxs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7fmJaxgAAANwAAAAPAAAAAAAAAAAAAAAAAJcCAABkcnMv&#10;ZG93bnJldi54bWxQSwUGAAAAAAQABAD1AAAAigMAAAAA&#10;" filled="f" stroked="f">
                  <v:textbox style="mso-next-textbox:#Text_x0020_Box_x0020_238" inset="0,0,0,0">
                    <w:txbxContent>
                      <w:p w14:paraId="312C6A9B" w14:textId="68A18A49" w:rsidR="00B51C1D" w:rsidRDefault="00B51C1D" w:rsidP="00846D70">
                        <w:pPr>
                          <w:spacing w:after="0"/>
                          <w:rPr>
                            <w:b/>
                          </w:rPr>
                        </w:pPr>
                        <w:r>
                          <w:rPr>
                            <w:b/>
                          </w:rPr>
                          <w:t>How they work:</w:t>
                        </w:r>
                      </w:p>
                      <w:p w14:paraId="2D1EB04B" w14:textId="77777777" w:rsidR="00B51C1D" w:rsidRDefault="00B51C1D" w:rsidP="00846D70">
                        <w:pPr>
                          <w:spacing w:after="0"/>
                          <w:rPr>
                            <w:b/>
                          </w:rPr>
                        </w:pPr>
                      </w:p>
                      <w:p w14:paraId="49CA1557" w14:textId="20D5E8C3" w:rsidR="00B51C1D" w:rsidRPr="00846D70" w:rsidRDefault="00B51C1D" w:rsidP="00846D70">
                        <w:pPr>
                          <w:spacing w:after="0"/>
                        </w:pPr>
                        <w:r w:rsidRPr="00846D70">
                          <w:t>Each Hold-Up works in the same way generally:</w:t>
                        </w:r>
                      </w:p>
                      <w:p w14:paraId="04BCEC8E" w14:textId="6DC8A3BE" w:rsidR="00B51C1D" w:rsidRDefault="00B51C1D" w:rsidP="00846D70">
                        <w:pPr>
                          <w:pStyle w:val="ListParagraph"/>
                          <w:numPr>
                            <w:ilvl w:val="0"/>
                            <w:numId w:val="17"/>
                          </w:numPr>
                          <w:spacing w:after="0"/>
                        </w:pPr>
                        <w:r>
                          <w:t>Ask students to think about and discuss their responses to a set of prepared questions</w:t>
                        </w:r>
                      </w:p>
                      <w:p w14:paraId="0EB5C163" w14:textId="29D56566" w:rsidR="00B51C1D" w:rsidRDefault="00B51C1D" w:rsidP="00846D70">
                        <w:pPr>
                          <w:pStyle w:val="ListParagraph"/>
                          <w:numPr>
                            <w:ilvl w:val="0"/>
                            <w:numId w:val="17"/>
                          </w:numPr>
                          <w:spacing w:after="0"/>
                        </w:pPr>
                        <w:r>
                          <w:t>Before students hold up their cards, have them pair-share or confer in small groups. They should not hold up their cards until told to do so.</w:t>
                        </w:r>
                      </w:p>
                      <w:p w14:paraId="071E209A" w14:textId="7C363E06" w:rsidR="00B51C1D" w:rsidRDefault="00B51C1D" w:rsidP="00846D70">
                        <w:pPr>
                          <w:pStyle w:val="ListParagraph"/>
                          <w:numPr>
                            <w:ilvl w:val="0"/>
                            <w:numId w:val="17"/>
                          </w:numPr>
                          <w:spacing w:after="0"/>
                        </w:pPr>
                        <w:r>
                          <w:t>Give students a cue to show their cards, such as “hold it up”</w:t>
                        </w:r>
                      </w:p>
                      <w:p w14:paraId="47F66F14" w14:textId="0D5BC3C2" w:rsidR="00B51C1D" w:rsidRDefault="00B51C1D" w:rsidP="00846D70">
                        <w:pPr>
                          <w:pStyle w:val="ListParagraph"/>
                          <w:numPr>
                            <w:ilvl w:val="0"/>
                            <w:numId w:val="17"/>
                          </w:numPr>
                          <w:spacing w:after="0"/>
                        </w:pPr>
                        <w:r>
                          <w:t xml:space="preserve">Students hold their cards up. Selected students may provide the rationale they used to make their selection. </w:t>
                        </w:r>
                      </w:p>
                      <w:p w14:paraId="541038B1" w14:textId="77777777" w:rsidR="00B51C1D" w:rsidRDefault="00B51C1D" w:rsidP="00846D70">
                        <w:pPr>
                          <w:spacing w:after="0"/>
                        </w:pPr>
                      </w:p>
                      <w:p w14:paraId="5FA99BB3" w14:textId="77777777" w:rsidR="00B51C1D" w:rsidRPr="00846D70" w:rsidRDefault="00B51C1D" w:rsidP="00846D70">
                        <w:pPr>
                          <w:spacing w:after="0"/>
                        </w:pPr>
                      </w:p>
                    </w:txbxContent>
                  </v:textbox>
                </v:shape>
                <v:shape id="Text_x0020_Box_x0020_238" o:spid="_x0000_s1073" type="#_x0000_t202" style="position:absolute;left:91440;top:224790;width:6858000;height:1803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4fYowQAA&#10;ANwAAAAPAAAAZHJzL2Rvd25yZXYueG1sRE9Ni8IwEL0v+B/CCN7WVAVZq1FEdkFYEGs9eBybsQ02&#10;k9pE7f57cxD2+Hjfi1Vna/Gg1hvHCkbDBARx4bThUsEx//n8AuEDssbaMSn4Iw+rZe9jgal2T87o&#10;cQiliCHsU1RQhdCkUvqiIot+6BriyF1cazFE2JZSt/iM4baW4ySZSouGY0OFDW0qKq6Hu1WwPnH2&#10;bW678z67ZCbPZwn/Tq9KDfrdeg4iUBf+xW/3VisYT+LaeCYeAbl8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iuH2KMEAAADcAAAADwAAAAAAAAAAAAAAAACXAgAAZHJzL2Rvd25y&#10;ZXYueG1sUEsFBgAAAAAEAAQA9QAAAIUDAAAAAA==&#10;" filled="f" stroked="f">
                  <v:textbox style="mso-next-textbox:#Text_x0020_Box_x0020_239" inset="0,0,0,0">
                    <w:txbxContent/>
                  </v:textbox>
                </v:shape>
                <v:shape id="Text_x0020_Box_x0020_239" o:spid="_x0000_s1074" type="#_x0000_t202" style="position:absolute;left:91440;top:403860;width:6858000;height:1803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rVOzxAAA&#10;ANwAAAAPAAAAZHJzL2Rvd25yZXYueG1sRI9Ba8JAFITvgv9heYI33aggGl1FikJBKI3x0ONr9pks&#10;Zt+m2a3Gf98tCB6HmfmGWW87W4sbtd44VjAZJyCIC6cNlwrO+WG0AOEDssbaMSl4kIftpt9bY6rd&#10;nTO6nUIpIoR9igqqEJpUSl9UZNGPXUMcvYtrLYYo21LqFu8Rbms5TZK5tGg4LlTY0FtFxfX0axXs&#10;vjjbm5+P78/skpk8XyZ8nF+VGg663QpEoC68ws/2u1YwnS3h/0w8AnLz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5a1Ts8QAAADcAAAADwAAAAAAAAAAAAAAAACXAgAAZHJzL2Rv&#10;d25yZXYueG1sUEsFBgAAAAAEAAQA9QAAAIgDAAAAAA==&#10;" filled="f" stroked="f">
                  <v:textbox style="mso-next-textbox:#Text_x0020_Box_x0020_248" inset="0,0,0,0">
                    <w:txbxContent/>
                  </v:textbox>
                </v:shape>
                <v:shape id="Text_x0020_Box_x0020_248" o:spid="_x0000_s1075" type="#_x0000_t202" style="position:absolute;left:91440;top:582930;width:6858000;height:1797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54VVwQAA&#10;ANwAAAAPAAAAZHJzL2Rvd25yZXYueG1sRE9Ni8IwEL0v+B/CCN7WVBFZq1FEdkFYEGs9eBybsQ02&#10;k9pE7f57cxD2+Hjfi1Vna/Gg1hvHCkbDBARx4bThUsEx//n8AuEDssbaMSn4Iw+rZe9jgal2T87o&#10;cQiliCHsU1RQhdCkUvqiIot+6BriyF1cazFE2JZSt/iM4baW4ySZSouGY0OFDW0qKq6Hu1WwPnH2&#10;bW678z67ZCbPZwn/Tq9KDfrdeg4iUBf+xW/3VisYT+LaeCYeAbl8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0ueFVcEAAADcAAAADwAAAAAAAAAAAAAAAACXAgAAZHJzL2Rvd25y&#10;ZXYueG1sUEsFBgAAAAAEAAQA9QAAAIUDAAAAAA==&#10;" filled="f" stroked="f">
                  <v:textbox style="mso-next-textbox:#Text_x0020_Box_x0020_250" inset="0,0,0,0">
                    <w:txbxContent/>
                  </v:textbox>
                </v:shape>
                <v:shape id="Text_x0020_Box_x0020_250" o:spid="_x0000_s1076" type="#_x0000_t202" style="position:absolute;left:91440;top:761365;width:6858000;height:3594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SB+OwQAA&#10;ANwAAAAPAAAAZHJzL2Rvd25yZXYueG1sRE9Ni8IwEL0v+B/CCN7WVEFZq1FEdkFYEGs9eBybsQ02&#10;k9pE7f57cxD2+Hjfi1Vna/Gg1hvHCkbDBARx4bThUsEx//n8AuEDssbaMSn4Iw+rZe9jgal2T87o&#10;cQiliCHsU1RQhdCkUvqiIot+6BriyF1cazFE2JZSt/iM4baW4ySZSouGY0OFDW0qKq6Hu1WwPnH2&#10;bW678z67ZCbPZwn/Tq9KDfrdeg4iUBf+xW/3VisYT+L8eCYeAbl8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qUgfjsEAAADcAAAADwAAAAAAAAAAAAAAAACXAgAAZHJzL2Rvd25y&#10;ZXYueG1sUEsFBgAAAAAEAAQA9QAAAIUDAAAAAA==&#10;" filled="f" stroked="f">
                  <v:textbox style="mso-next-textbox:#Text_x0020_Box_x0020_251" inset="0,0,0,0">
                    <w:txbxContent/>
                  </v:textbox>
                </v:shape>
                <v:shape id="Text_x0020_Box_x0020_251" o:spid="_x0000_s1077" type="#_x0000_t202" style="position:absolute;left:91440;top:1119505;width:6858000;height:1803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BLoVxAAA&#10;ANwAAAAPAAAAZHJzL2Rvd25yZXYueG1sRI9Ba8JAFITvgv9heYI33SgoGl1FikJBKI3pocdn9pks&#10;Zt+m2a3Gf98tCB6HmfmGWW87W4sbtd44VjAZJyCIC6cNlwq+8sNoAcIHZI21Y1LwIA/bTb+3xlS7&#10;O2d0O4VSRAj7FBVUITSplL6oyKIfu4Y4ehfXWgxRtqXULd4j3NZymiRzadFwXKiwobeKiuvp1yrY&#10;fXO2Nz8f58/skpk8XyZ8nF+VGg663QpEoC68ws/2u1YwnU3g/0w8AnLz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xgS6FcQAAADcAAAADwAAAAAAAAAAAAAAAACXAgAAZHJzL2Rv&#10;d25yZXYueG1sUEsFBgAAAAAEAAQA9QAAAIgDAAAAAA==&#10;" filled="f" stroked="f">
                  <v:textbox style="mso-next-textbox:#Text_x0020_Box_x0020_252" inset="0,0,0,0">
                    <w:txbxContent/>
                  </v:textbox>
                </v:shape>
                <v:shape id="Text_x0020_Box_x0020_252" o:spid="_x0000_s1078" type="#_x0000_t202" style="position:absolute;left:91440;top:1298575;width:6858000;height:3594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21iRixQAA&#10;ANwAAAAPAAAAZHJzL2Rvd25yZXYueG1sRI9Ba8JAFITvBf/D8oTe6sZApUZXEWlBKBRjPHh8Zp/J&#10;YvZtzK6a/vuuUPA4zMw3zHzZ20bcqPPGsYLxKAFBXDptuFKwL77ePkD4gKyxcUwKfsnDcjF4mWOm&#10;3Z1zuu1CJSKEfYYK6hDaTEpf1mTRj1xLHL2T6yyGKLtK6g7vEW4bmSbJRFo0HBdqbGldU3neXa2C&#10;1YHzT3P5OW7zU26KYprw9+Ss1OuwX81ABOrDM/zf3mgF6XsKjzPxCMjF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bWJGLFAAAA3AAAAA8AAAAAAAAAAAAAAAAAlwIAAGRycy9k&#10;b3ducmV2LnhtbFBLBQYAAAAABAAEAPUAAACJAwAAAAA=&#10;" filled="f" stroked="f">
                  <v:textbox style="mso-next-textbox:#Text_x0020_Box_x0020_253" inset="0,0,0,0">
                    <w:txbxContent/>
                  </v:textbox>
                </v:shape>
                <v:shape id="Text_x0020_Box_x0020_253" o:spid="_x0000_s1079" type="#_x0000_t202" style="position:absolute;left:2608580;top:1656715;width:1793875;height:1797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moH5xgAA&#10;ANwAAAAPAAAAZHJzL2Rvd25yZXYueG1sRI9Ba8JAFITvQv/D8gredFOlUtOsIqUFoVAa48HjM/uS&#10;LGbfptlV4793C4Ueh5n5hsnWg23FhXpvHCt4miYgiEunDdcK9sXH5AWED8gaW8ek4EYe1quHUYap&#10;dlfO6bILtYgQ9ikqaELoUil92ZBFP3UdcfQq11sMUfa11D1eI9y2cpYkC2nRcFxosKO3hsrT7mwV&#10;bA6cv5ufr+N3XuWmKJYJfy5OSo0fh80riEBD+A//tbdawex5Dr9n4hGQqzs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ZmoH5xgAAANwAAAAPAAAAAAAAAAAAAAAAAJcCAABkcnMv&#10;ZG93bnJldi54bWxQSwUGAAAAAAQABAD1AAAAigMAAAAA&#10;" filled="f" stroked="f">
                  <v:textbox inset="0,0,0,0">
                    <w:txbxContent/>
                  </v:textbox>
                </v:shape>
                <w10:wrap type="through" anchorx="page" anchory="page"/>
              </v:group>
            </w:pict>
          </mc:Fallback>
        </mc:AlternateContent>
      </w:r>
      <w:r w:rsidR="00B6723C">
        <w:rPr>
          <w:noProof/>
        </w:rPr>
        <mc:AlternateContent>
          <mc:Choice Requires="wps">
            <w:drawing>
              <wp:anchor distT="0" distB="0" distL="114300" distR="114300" simplePos="0" relativeHeight="251676912" behindDoc="0" locked="0" layoutInCell="1" allowOverlap="1" wp14:anchorId="522F4E16" wp14:editId="4C4E9278">
                <wp:simplePos x="0" y="0"/>
                <wp:positionH relativeFrom="page">
                  <wp:posOffset>365760</wp:posOffset>
                </wp:positionH>
                <wp:positionV relativeFrom="page">
                  <wp:posOffset>685800</wp:posOffset>
                </wp:positionV>
                <wp:extent cx="7040880" cy="567902"/>
                <wp:effectExtent l="0" t="0" r="0" b="0"/>
                <wp:wrapNone/>
                <wp:docPr id="235"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0880" cy="567902"/>
                        </a:xfrm>
                        <a:prstGeom prst="rect">
                          <a:avLst/>
                        </a:prstGeom>
                        <a:solidFill>
                          <a:srgbClr val="666699"/>
                        </a:solidFill>
                        <a:ln>
                          <a:noFill/>
                        </a:ln>
                        <a:effectLst/>
                        <a:extLst/>
                      </wps:spPr>
                      <wps:txbx>
                        <w:txbxContent>
                          <w:p w14:paraId="419DDE94" w14:textId="7F62741C" w:rsidR="00B51C1D" w:rsidRPr="00DF22C2" w:rsidRDefault="00B51C1D" w:rsidP="00B6723C">
                            <w:pPr>
                              <w:spacing w:after="0"/>
                              <w:jc w:val="center"/>
                              <w:rPr>
                                <w:b/>
                                <w:color w:val="FFFFFF" w:themeColor="background1"/>
                                <w:sz w:val="48"/>
                                <w:szCs w:val="48"/>
                              </w:rPr>
                            </w:pPr>
                            <w:r>
                              <w:rPr>
                                <w:b/>
                                <w:color w:val="FFFFFF" w:themeColor="background1"/>
                                <w:sz w:val="48"/>
                                <w:szCs w:val="48"/>
                              </w:rPr>
                              <w:t>#5</w:t>
                            </w:r>
                            <w:r w:rsidRPr="00DF22C2">
                              <w:rPr>
                                <w:b/>
                                <w:color w:val="FFFFFF" w:themeColor="background1"/>
                                <w:sz w:val="48"/>
                                <w:szCs w:val="48"/>
                              </w:rPr>
                              <w:t xml:space="preserve">   </w:t>
                            </w:r>
                            <w:r w:rsidRPr="00DF22C2">
                              <w:rPr>
                                <w:b/>
                                <w:color w:val="FFFFFF" w:themeColor="background1"/>
                                <w:sz w:val="48"/>
                                <w:szCs w:val="48"/>
                              </w:rPr>
                              <w:tab/>
                            </w:r>
                            <w:r>
                              <w:rPr>
                                <w:b/>
                                <w:color w:val="FFFFFF" w:themeColor="background1"/>
                                <w:sz w:val="48"/>
                                <w:szCs w:val="48"/>
                              </w:rPr>
                              <w:t>TPT Hold-Ups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0" style="position:absolute;margin-left:28.8pt;margin-top:54pt;width:554.4pt;height:44.7pt;z-index:25167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" fillcolor="#669" stroked="f">
                <v:textbox inset=",7.2pt,,7.2pt">
                  <w:txbxContent>
                    <w:p w14:paraId="419DDE94" w14:textId="7F62741C" w:rsidR="00B51C1D" w:rsidRPr="00DF22C2" w:rsidRDefault="00B51C1D" w:rsidP="00B6723C">
                      <w:pPr>
                        <w:spacing w:after="0"/>
                        <w:jc w:val="center"/>
                        <w:rPr>
                          <w:b/>
                          <w:color w:val="FFFFFF" w:themeColor="background1"/>
                          <w:sz w:val="48"/>
                          <w:szCs w:val="48"/>
                        </w:rPr>
                      </w:pPr>
                      <w:r>
                        <w:rPr>
                          <w:b/>
                          <w:color w:val="FFFFFF" w:themeColor="background1"/>
                          <w:sz w:val="48"/>
                          <w:szCs w:val="48"/>
                        </w:rPr>
                        <w:t>#5</w:t>
                      </w:r>
                      <w:r w:rsidRPr="00DF22C2">
                        <w:rPr>
                          <w:b/>
                          <w:color w:val="FFFFFF" w:themeColor="background1"/>
                          <w:sz w:val="48"/>
                          <w:szCs w:val="48"/>
                        </w:rPr>
                        <w:t xml:space="preserve">   </w:t>
                      </w:r>
                      <w:r w:rsidRPr="00DF22C2">
                        <w:rPr>
                          <w:b/>
                          <w:color w:val="FFFFFF" w:themeColor="background1"/>
                          <w:sz w:val="48"/>
                          <w:szCs w:val="48"/>
                        </w:rPr>
                        <w:tab/>
                      </w:r>
                      <w:r>
                        <w:rPr>
                          <w:b/>
                          <w:color w:val="FFFFFF" w:themeColor="background1"/>
                          <w:sz w:val="48"/>
                          <w:szCs w:val="48"/>
                        </w:rPr>
                        <w:t>TPT Hold-Ups</w:t>
                      </w:r>
                    </w:p>
                  </w:txbxContent>
                </v:textbox>
                <w10:wrap anchorx="page" anchory="page"/>
              </v:rect>
            </w:pict>
          </mc:Fallback>
        </mc:AlternateContent>
      </w:r>
      <w:r w:rsidR="00B91152">
        <w:br w:type="page"/>
      </w:r>
      <w:r w:rsidR="00300861">
        <w:rPr>
          <w:noProof/>
        </w:rPr>
        <mc:AlternateContent>
          <mc:Choice Requires="wps">
            <w:drawing>
              <wp:anchor distT="0" distB="0" distL="114300" distR="114300" simplePos="0" relativeHeight="251692272" behindDoc="0" locked="0" layoutInCell="1" allowOverlap="1" wp14:anchorId="5AA3EB5C" wp14:editId="7D55D6E3">
                <wp:simplePos x="0" y="0"/>
                <wp:positionH relativeFrom="page">
                  <wp:posOffset>381000</wp:posOffset>
                </wp:positionH>
                <wp:positionV relativeFrom="page">
                  <wp:posOffset>1300480</wp:posOffset>
                </wp:positionV>
                <wp:extent cx="3619500" cy="8296275"/>
                <wp:effectExtent l="0" t="0" r="0" b="9525"/>
                <wp:wrapThrough wrapText="bothSides">
                  <wp:wrapPolygon edited="0">
                    <wp:start x="152" y="0"/>
                    <wp:lineTo x="152" y="21559"/>
                    <wp:lineTo x="21221" y="21559"/>
                    <wp:lineTo x="21221" y="0"/>
                    <wp:lineTo x="152" y="0"/>
                  </wp:wrapPolygon>
                </wp:wrapThrough>
                <wp:docPr id="247" name="Text Box 247"/>
                <wp:cNvGraphicFramePr/>
                <a:graphic xmlns:a="http://schemas.openxmlformats.org/drawingml/2006/main">
                  <a:graphicData uri="http://schemas.microsoft.com/office/word/2010/wordprocessingShape">
                    <wps:wsp>
                      <wps:cNvSpPr txBox="1"/>
                      <wps:spPr>
                        <a:xfrm>
                          <a:off x="0" y="0"/>
                          <a:ext cx="3619500" cy="8296275"/>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10CE493B" w14:textId="3EDEA099" w:rsidR="00B51C1D" w:rsidRDefault="00B51C1D" w:rsidP="00FF1CBB">
                            <w:pPr>
                              <w:spacing w:after="0"/>
                              <w:rPr>
                                <w:b/>
                              </w:rPr>
                            </w:pPr>
                            <w:r w:rsidRPr="00FF1CBB">
                              <w:rPr>
                                <w:b/>
                              </w:rPr>
                              <w:t>Line- Ups and Inside-Outside Circle</w:t>
                            </w:r>
                          </w:p>
                          <w:p w14:paraId="6E2B48A1" w14:textId="16C65D9A" w:rsidR="00B51C1D" w:rsidRDefault="00B51C1D" w:rsidP="00FF1CBB">
                            <w:pPr>
                              <w:pStyle w:val="ListParagraph"/>
                              <w:numPr>
                                <w:ilvl w:val="0"/>
                                <w:numId w:val="18"/>
                              </w:numPr>
                              <w:spacing w:after="0"/>
                              <w:rPr>
                                <w:sz w:val="20"/>
                                <w:szCs w:val="20"/>
                              </w:rPr>
                            </w:pPr>
                            <w:r>
                              <w:rPr>
                                <w:sz w:val="20"/>
                                <w:szCs w:val="20"/>
                              </w:rPr>
                              <w:t>Prepare questions before the activity.</w:t>
                            </w:r>
                          </w:p>
                          <w:p w14:paraId="58D8F89C" w14:textId="4BAC5434" w:rsidR="00B51C1D" w:rsidRDefault="00B51C1D" w:rsidP="00FF1CBB">
                            <w:pPr>
                              <w:pStyle w:val="ListParagraph"/>
                              <w:numPr>
                                <w:ilvl w:val="0"/>
                                <w:numId w:val="18"/>
                              </w:numPr>
                              <w:spacing w:after="0"/>
                              <w:rPr>
                                <w:sz w:val="20"/>
                                <w:szCs w:val="20"/>
                              </w:rPr>
                            </w:pPr>
                            <w:r>
                              <w:rPr>
                                <w:sz w:val="20"/>
                                <w:szCs w:val="20"/>
                              </w:rPr>
                              <w:t>Line students up in two parallel lines facing each other or in two circles (one inside the other)</w:t>
                            </w:r>
                          </w:p>
                          <w:p w14:paraId="7B790BDC" w14:textId="77777777" w:rsidR="00B51C1D" w:rsidRDefault="00B51C1D" w:rsidP="00FF1CBB">
                            <w:pPr>
                              <w:pStyle w:val="ListParagraph"/>
                              <w:numPr>
                                <w:ilvl w:val="0"/>
                                <w:numId w:val="18"/>
                              </w:numPr>
                              <w:spacing w:after="0"/>
                              <w:rPr>
                                <w:sz w:val="20"/>
                                <w:szCs w:val="20"/>
                              </w:rPr>
                            </w:pPr>
                            <w:r>
                              <w:rPr>
                                <w:sz w:val="20"/>
                                <w:szCs w:val="20"/>
                              </w:rPr>
                              <w:t xml:space="preserve">Provide a signal, have partner A ask their question or provide their prompt. Partner B answers it. </w:t>
                            </w:r>
                          </w:p>
                          <w:p w14:paraId="2D273937" w14:textId="30C78F0F" w:rsidR="00B51C1D" w:rsidRDefault="00B51C1D" w:rsidP="00FF1CBB">
                            <w:pPr>
                              <w:pStyle w:val="ListParagraph"/>
                              <w:numPr>
                                <w:ilvl w:val="0"/>
                                <w:numId w:val="18"/>
                              </w:numPr>
                              <w:spacing w:after="0"/>
                              <w:rPr>
                                <w:sz w:val="20"/>
                                <w:szCs w:val="20"/>
                              </w:rPr>
                            </w:pPr>
                            <w:r>
                              <w:rPr>
                                <w:sz w:val="20"/>
                                <w:szCs w:val="20"/>
                              </w:rPr>
                              <w:t>Provide an aural signal to prompt ONE line or circle to take 2-3 steps to the right or left (you must tell them which direction to move and how many paces)</w:t>
                            </w:r>
                          </w:p>
                          <w:p w14:paraId="54CAC327" w14:textId="259554B0" w:rsidR="00B51C1D" w:rsidRDefault="00B51C1D" w:rsidP="00FF1CBB">
                            <w:pPr>
                              <w:pStyle w:val="ListParagraph"/>
                              <w:numPr>
                                <w:ilvl w:val="0"/>
                                <w:numId w:val="18"/>
                              </w:numPr>
                              <w:spacing w:after="0"/>
                              <w:rPr>
                                <w:sz w:val="20"/>
                                <w:szCs w:val="20"/>
                              </w:rPr>
                            </w:pPr>
                            <w:r>
                              <w:rPr>
                                <w:sz w:val="20"/>
                                <w:szCs w:val="20"/>
                              </w:rPr>
                              <w:t>Be sure to monitor the group work.</w:t>
                            </w:r>
                          </w:p>
                          <w:p w14:paraId="25B18057" w14:textId="77777777" w:rsidR="00B51C1D" w:rsidRDefault="00B51C1D" w:rsidP="00FF1CBB">
                            <w:pPr>
                              <w:spacing w:after="0"/>
                              <w:rPr>
                                <w:sz w:val="20"/>
                                <w:szCs w:val="20"/>
                              </w:rPr>
                            </w:pPr>
                          </w:p>
                          <w:p w14:paraId="03787FF4" w14:textId="1401EAF7" w:rsidR="00B51C1D" w:rsidRDefault="00B51C1D" w:rsidP="00FF1CBB">
                            <w:pPr>
                              <w:spacing w:after="0"/>
                              <w:rPr>
                                <w:b/>
                                <w:sz w:val="20"/>
                                <w:szCs w:val="20"/>
                              </w:rPr>
                            </w:pPr>
                            <w:r w:rsidRPr="00FF1CBB">
                              <w:rPr>
                                <w:b/>
                              </w:rPr>
                              <w:t>Three 3’s in a Row</w:t>
                            </w:r>
                            <w:r>
                              <w:rPr>
                                <w:b/>
                                <w:sz w:val="20"/>
                                <w:szCs w:val="20"/>
                              </w:rPr>
                              <w:t xml:space="preserve"> </w:t>
                            </w:r>
                            <w:r w:rsidRPr="00FF1CBB">
                              <w:rPr>
                                <w:sz w:val="20"/>
                                <w:szCs w:val="20"/>
                              </w:rPr>
                              <w:t>(like Bingo)</w:t>
                            </w:r>
                          </w:p>
                          <w:p w14:paraId="737ACC62" w14:textId="51F93063" w:rsidR="00B51C1D" w:rsidRDefault="00B51C1D" w:rsidP="00FF1CBB">
                            <w:pPr>
                              <w:pStyle w:val="ListParagraph"/>
                              <w:numPr>
                                <w:ilvl w:val="0"/>
                                <w:numId w:val="19"/>
                              </w:numPr>
                              <w:spacing w:after="0"/>
                              <w:rPr>
                                <w:sz w:val="20"/>
                                <w:szCs w:val="20"/>
                              </w:rPr>
                            </w:pPr>
                            <w:r>
                              <w:rPr>
                                <w:sz w:val="20"/>
                                <w:szCs w:val="20"/>
                              </w:rPr>
                              <w:t>Prepare nine questions based on content being learned and type them into a Three 3’s template:</w:t>
                            </w:r>
                          </w:p>
                          <w:tbl>
                            <w:tblPr>
                              <w:tblStyle w:val="TableGrid"/>
                              <w:tblW w:w="0" w:type="auto"/>
                              <w:tblInd w:w="720" w:type="dxa"/>
                              <w:tblLook w:val="04A0" w:firstRow="1" w:lastRow="0" w:firstColumn="1" w:lastColumn="0" w:noHBand="0" w:noVBand="1"/>
                            </w:tblPr>
                            <w:tblGrid>
                              <w:gridCol w:w="1641"/>
                              <w:gridCol w:w="1641"/>
                              <w:gridCol w:w="1641"/>
                            </w:tblGrid>
                            <w:tr w:rsidR="00B51C1D" w14:paraId="6CEA70C1" w14:textId="77777777" w:rsidTr="00FF1CBB">
                              <w:tc>
                                <w:tcPr>
                                  <w:tcW w:w="1809" w:type="dxa"/>
                                </w:tcPr>
                                <w:p w14:paraId="36C1B775" w14:textId="77777777" w:rsidR="00B51C1D" w:rsidRDefault="00B51C1D" w:rsidP="00FF1CBB">
                                  <w:pPr>
                                    <w:pStyle w:val="ListParagraph"/>
                                    <w:ind w:left="0"/>
                                    <w:rPr>
                                      <w:sz w:val="20"/>
                                      <w:szCs w:val="20"/>
                                    </w:rPr>
                                  </w:pPr>
                                </w:p>
                              </w:tc>
                              <w:tc>
                                <w:tcPr>
                                  <w:tcW w:w="1809" w:type="dxa"/>
                                </w:tcPr>
                                <w:p w14:paraId="40A7CFC8" w14:textId="77777777" w:rsidR="00B51C1D" w:rsidRDefault="00B51C1D" w:rsidP="00FF1CBB">
                                  <w:pPr>
                                    <w:pStyle w:val="ListParagraph"/>
                                    <w:ind w:left="0"/>
                                    <w:rPr>
                                      <w:sz w:val="20"/>
                                      <w:szCs w:val="20"/>
                                    </w:rPr>
                                  </w:pPr>
                                </w:p>
                              </w:tc>
                              <w:tc>
                                <w:tcPr>
                                  <w:tcW w:w="1809" w:type="dxa"/>
                                </w:tcPr>
                                <w:p w14:paraId="00DB020E" w14:textId="77777777" w:rsidR="00B51C1D" w:rsidRDefault="00B51C1D" w:rsidP="00FF1CBB">
                                  <w:pPr>
                                    <w:pStyle w:val="ListParagraph"/>
                                    <w:ind w:left="0"/>
                                    <w:rPr>
                                      <w:sz w:val="20"/>
                                      <w:szCs w:val="20"/>
                                    </w:rPr>
                                  </w:pPr>
                                </w:p>
                              </w:tc>
                            </w:tr>
                            <w:tr w:rsidR="00B51C1D" w14:paraId="3DC046CE" w14:textId="77777777" w:rsidTr="00FF1CBB">
                              <w:tc>
                                <w:tcPr>
                                  <w:tcW w:w="1809" w:type="dxa"/>
                                </w:tcPr>
                                <w:p w14:paraId="78F4999E" w14:textId="77777777" w:rsidR="00B51C1D" w:rsidRDefault="00B51C1D" w:rsidP="00FF1CBB">
                                  <w:pPr>
                                    <w:pStyle w:val="ListParagraph"/>
                                    <w:ind w:left="0"/>
                                    <w:rPr>
                                      <w:sz w:val="20"/>
                                      <w:szCs w:val="20"/>
                                    </w:rPr>
                                  </w:pPr>
                                </w:p>
                              </w:tc>
                              <w:tc>
                                <w:tcPr>
                                  <w:tcW w:w="1809" w:type="dxa"/>
                                </w:tcPr>
                                <w:p w14:paraId="5AB6315E" w14:textId="77777777" w:rsidR="00B51C1D" w:rsidRDefault="00B51C1D" w:rsidP="00FF1CBB">
                                  <w:pPr>
                                    <w:pStyle w:val="ListParagraph"/>
                                    <w:ind w:left="0"/>
                                    <w:rPr>
                                      <w:sz w:val="20"/>
                                      <w:szCs w:val="20"/>
                                    </w:rPr>
                                  </w:pPr>
                                </w:p>
                              </w:tc>
                              <w:tc>
                                <w:tcPr>
                                  <w:tcW w:w="1809" w:type="dxa"/>
                                </w:tcPr>
                                <w:p w14:paraId="1A90BD71" w14:textId="77777777" w:rsidR="00B51C1D" w:rsidRDefault="00B51C1D" w:rsidP="00FF1CBB">
                                  <w:pPr>
                                    <w:pStyle w:val="ListParagraph"/>
                                    <w:ind w:left="0"/>
                                    <w:rPr>
                                      <w:sz w:val="20"/>
                                      <w:szCs w:val="20"/>
                                    </w:rPr>
                                  </w:pPr>
                                </w:p>
                              </w:tc>
                            </w:tr>
                            <w:tr w:rsidR="00B51C1D" w14:paraId="238048AB" w14:textId="77777777" w:rsidTr="00FF1CBB">
                              <w:tc>
                                <w:tcPr>
                                  <w:tcW w:w="1809" w:type="dxa"/>
                                </w:tcPr>
                                <w:p w14:paraId="146933DE" w14:textId="77777777" w:rsidR="00B51C1D" w:rsidRDefault="00B51C1D" w:rsidP="00FF1CBB">
                                  <w:pPr>
                                    <w:pStyle w:val="ListParagraph"/>
                                    <w:ind w:left="0"/>
                                    <w:rPr>
                                      <w:sz w:val="20"/>
                                      <w:szCs w:val="20"/>
                                    </w:rPr>
                                  </w:pPr>
                                </w:p>
                              </w:tc>
                              <w:tc>
                                <w:tcPr>
                                  <w:tcW w:w="1809" w:type="dxa"/>
                                </w:tcPr>
                                <w:p w14:paraId="22F775C3" w14:textId="77777777" w:rsidR="00B51C1D" w:rsidRDefault="00B51C1D" w:rsidP="00FF1CBB">
                                  <w:pPr>
                                    <w:pStyle w:val="ListParagraph"/>
                                    <w:ind w:left="0"/>
                                    <w:rPr>
                                      <w:sz w:val="20"/>
                                      <w:szCs w:val="20"/>
                                    </w:rPr>
                                  </w:pPr>
                                </w:p>
                              </w:tc>
                              <w:tc>
                                <w:tcPr>
                                  <w:tcW w:w="1809" w:type="dxa"/>
                                </w:tcPr>
                                <w:p w14:paraId="0A6D7077" w14:textId="77777777" w:rsidR="00B51C1D" w:rsidRDefault="00B51C1D" w:rsidP="00FF1CBB">
                                  <w:pPr>
                                    <w:pStyle w:val="ListParagraph"/>
                                    <w:ind w:left="0"/>
                                    <w:rPr>
                                      <w:sz w:val="20"/>
                                      <w:szCs w:val="20"/>
                                    </w:rPr>
                                  </w:pPr>
                                </w:p>
                              </w:tc>
                            </w:tr>
                          </w:tbl>
                          <w:p w14:paraId="23BBBC53" w14:textId="16C81E91" w:rsidR="00B51C1D" w:rsidRDefault="00B51C1D" w:rsidP="00FF1CBB">
                            <w:pPr>
                              <w:pStyle w:val="ListParagraph"/>
                              <w:numPr>
                                <w:ilvl w:val="0"/>
                                <w:numId w:val="19"/>
                              </w:numPr>
                              <w:spacing w:after="0"/>
                              <w:rPr>
                                <w:sz w:val="20"/>
                                <w:szCs w:val="20"/>
                              </w:rPr>
                            </w:pPr>
                            <w:r>
                              <w:rPr>
                                <w:sz w:val="20"/>
                                <w:szCs w:val="20"/>
                              </w:rPr>
                              <w:t>Students walk around the room asking peers to explain one answer or who the information refers to. (be sure students do not write on each others papers…this will yield a passive game)</w:t>
                            </w:r>
                          </w:p>
                          <w:p w14:paraId="16495009" w14:textId="5380AA82" w:rsidR="00B51C1D" w:rsidRDefault="00B51C1D" w:rsidP="00FF1CBB">
                            <w:pPr>
                              <w:pStyle w:val="ListParagraph"/>
                              <w:numPr>
                                <w:ilvl w:val="0"/>
                                <w:numId w:val="19"/>
                              </w:numPr>
                              <w:spacing w:after="0"/>
                              <w:rPr>
                                <w:sz w:val="20"/>
                                <w:szCs w:val="20"/>
                              </w:rPr>
                            </w:pPr>
                            <w:r>
                              <w:rPr>
                                <w:sz w:val="20"/>
                                <w:szCs w:val="20"/>
                              </w:rPr>
                              <w:t xml:space="preserve">Students repeat until someone gets a row of 3 (horizontal, diagonal, or vertical). They may use a peer only once. </w:t>
                            </w:r>
                          </w:p>
                          <w:p w14:paraId="159014F5" w14:textId="0A1A1D37" w:rsidR="00B51C1D" w:rsidRDefault="00B51C1D" w:rsidP="00FF1CBB">
                            <w:pPr>
                              <w:pStyle w:val="ListParagraph"/>
                              <w:numPr>
                                <w:ilvl w:val="0"/>
                                <w:numId w:val="19"/>
                              </w:numPr>
                              <w:spacing w:after="0"/>
                              <w:rPr>
                                <w:sz w:val="20"/>
                                <w:szCs w:val="20"/>
                              </w:rPr>
                            </w:pPr>
                            <w:r>
                              <w:rPr>
                                <w:sz w:val="20"/>
                                <w:szCs w:val="20"/>
                              </w:rPr>
                              <w:t>Go over the answers as a class.</w:t>
                            </w:r>
                          </w:p>
                          <w:p w14:paraId="26DF6E3F" w14:textId="77777777" w:rsidR="00B51C1D" w:rsidRDefault="00B51C1D" w:rsidP="00FF1CBB">
                            <w:pPr>
                              <w:spacing w:after="0"/>
                              <w:rPr>
                                <w:sz w:val="20"/>
                                <w:szCs w:val="20"/>
                              </w:rPr>
                            </w:pPr>
                          </w:p>
                          <w:p w14:paraId="07B7C000" w14:textId="2F4D75A6" w:rsidR="00B51C1D" w:rsidRDefault="00B51C1D" w:rsidP="00FF1CBB">
                            <w:pPr>
                              <w:spacing w:after="0"/>
                            </w:pPr>
                            <w:r>
                              <w:rPr>
                                <w:b/>
                              </w:rPr>
                              <w:t>Networking Sessions</w:t>
                            </w:r>
                          </w:p>
                          <w:p w14:paraId="49A73D3E" w14:textId="4C7A9E6B" w:rsidR="00B51C1D" w:rsidRDefault="00B51C1D" w:rsidP="00FF1CBB">
                            <w:pPr>
                              <w:pStyle w:val="ListParagraph"/>
                              <w:numPr>
                                <w:ilvl w:val="0"/>
                                <w:numId w:val="20"/>
                              </w:numPr>
                              <w:spacing w:after="0"/>
                              <w:rPr>
                                <w:sz w:val="20"/>
                                <w:szCs w:val="20"/>
                              </w:rPr>
                            </w:pPr>
                            <w:r>
                              <w:rPr>
                                <w:sz w:val="20"/>
                                <w:szCs w:val="20"/>
                              </w:rPr>
                              <w:t>Prepare up to four questions. Have students quick write or reflect on the prompts.</w:t>
                            </w:r>
                          </w:p>
                          <w:p w14:paraId="64D14CC2" w14:textId="29459DA5" w:rsidR="00B51C1D" w:rsidRDefault="00B51C1D" w:rsidP="00FF1CBB">
                            <w:pPr>
                              <w:pStyle w:val="ListParagraph"/>
                              <w:numPr>
                                <w:ilvl w:val="0"/>
                                <w:numId w:val="20"/>
                              </w:numPr>
                              <w:spacing w:after="0"/>
                              <w:rPr>
                                <w:sz w:val="20"/>
                                <w:szCs w:val="20"/>
                              </w:rPr>
                            </w:pPr>
                            <w:r>
                              <w:rPr>
                                <w:sz w:val="20"/>
                                <w:szCs w:val="20"/>
                              </w:rPr>
                              <w:t xml:space="preserve">Ask students to partner with someone they have not partnered with to date and discuss their responses to a teacher selected prompt. </w:t>
                            </w:r>
                          </w:p>
                          <w:p w14:paraId="444BC15B" w14:textId="4266B205" w:rsidR="00B51C1D" w:rsidRDefault="00B51C1D" w:rsidP="00FF1CBB">
                            <w:pPr>
                              <w:pStyle w:val="ListParagraph"/>
                              <w:numPr>
                                <w:ilvl w:val="0"/>
                                <w:numId w:val="20"/>
                              </w:numPr>
                              <w:spacing w:after="0"/>
                              <w:rPr>
                                <w:sz w:val="20"/>
                                <w:szCs w:val="20"/>
                              </w:rPr>
                            </w:pPr>
                            <w:r>
                              <w:rPr>
                                <w:sz w:val="20"/>
                                <w:szCs w:val="20"/>
                              </w:rPr>
                              <w:t xml:space="preserve">After a predetermined amount of time, signal students to move to a new partner and repeat. </w:t>
                            </w:r>
                          </w:p>
                          <w:p w14:paraId="5E3F6DDD" w14:textId="77777777" w:rsidR="00B51C1D" w:rsidRDefault="00B51C1D" w:rsidP="001C353F">
                            <w:pPr>
                              <w:spacing w:after="0"/>
                              <w:rPr>
                                <w:sz w:val="20"/>
                                <w:szCs w:val="20"/>
                              </w:rPr>
                            </w:pPr>
                          </w:p>
                          <w:p w14:paraId="73F6B82D" w14:textId="32ACB5E1" w:rsidR="00B51C1D" w:rsidRDefault="00B51C1D" w:rsidP="001C353F">
                            <w:pPr>
                              <w:spacing w:after="0"/>
                              <w:rPr>
                                <w:b/>
                              </w:rPr>
                            </w:pPr>
                            <w:r w:rsidRPr="001C353F">
                              <w:rPr>
                                <w:b/>
                              </w:rPr>
                              <w:t>Categorizing and Sorting</w:t>
                            </w:r>
                          </w:p>
                          <w:p w14:paraId="26CA3C8D" w14:textId="064EC9CB" w:rsidR="00B51C1D" w:rsidRDefault="00B51C1D" w:rsidP="001C353F">
                            <w:pPr>
                              <w:pStyle w:val="ListParagraph"/>
                              <w:numPr>
                                <w:ilvl w:val="0"/>
                                <w:numId w:val="21"/>
                              </w:numPr>
                              <w:spacing w:after="0"/>
                              <w:rPr>
                                <w:sz w:val="20"/>
                                <w:szCs w:val="20"/>
                              </w:rPr>
                            </w:pPr>
                            <w:r>
                              <w:rPr>
                                <w:sz w:val="20"/>
                                <w:szCs w:val="20"/>
                              </w:rPr>
                              <w:t xml:space="preserve">Categorizing: give students a specific number of items or a list of items; ask students to sort them into piles and create categories based on the common characteristics. </w:t>
                            </w:r>
                          </w:p>
                          <w:p w14:paraId="76827852" w14:textId="61FA2A3E" w:rsidR="00B51C1D" w:rsidRDefault="00B51C1D" w:rsidP="001C353F">
                            <w:pPr>
                              <w:pStyle w:val="ListParagraph"/>
                              <w:numPr>
                                <w:ilvl w:val="0"/>
                                <w:numId w:val="21"/>
                              </w:numPr>
                              <w:spacing w:after="0"/>
                              <w:rPr>
                                <w:sz w:val="20"/>
                                <w:szCs w:val="20"/>
                              </w:rPr>
                            </w:pPr>
                            <w:r>
                              <w:rPr>
                                <w:sz w:val="20"/>
                                <w:szCs w:val="20"/>
                              </w:rPr>
                              <w:t xml:space="preserve">Sorting: give students a list of names of categories. Have students sort the information within these categories. They can provide their rationale for why they placed them in each category as an extension activity. </w:t>
                            </w:r>
                          </w:p>
                          <w:p w14:paraId="357844F5" w14:textId="77777777" w:rsidR="00B51C1D" w:rsidRDefault="00B51C1D" w:rsidP="00B51C1D">
                            <w:pPr>
                              <w:spacing w:after="0"/>
                              <w:rPr>
                                <w:sz w:val="20"/>
                                <w:szCs w:val="20"/>
                              </w:rPr>
                            </w:pPr>
                          </w:p>
                          <w:p w14:paraId="0BF9AF6D" w14:textId="77777777" w:rsidR="00B51C1D" w:rsidRPr="00B51C1D" w:rsidRDefault="00B51C1D" w:rsidP="00B51C1D">
                            <w:pPr>
                              <w:spacing w:after="0"/>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A3EB5C" id="Text_x0020_Box_x0020_247" o:spid="_x0000_s1081" type="#_x0000_t202" style="position:absolute;margin-left:30pt;margin-top:102.4pt;width:285pt;height:653.25pt;z-index:25169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" mv:complextextbox="1" filled="f" stroked="f">
                <v:textbox>
                  <w:txbxContent>
                    <w:p w14:paraId="10CE493B" w14:textId="3EDEA099" w:rsidR="00B51C1D" w:rsidRDefault="00B51C1D" w:rsidP="00FF1CBB">
                      <w:pPr>
                        <w:spacing w:after="0"/>
                        <w:rPr>
                          <w:b/>
                        </w:rPr>
                      </w:pPr>
                      <w:r w:rsidRPr="00FF1CBB">
                        <w:rPr>
                          <w:b/>
                        </w:rPr>
                        <w:t>Line- Ups and Inside-Outside Circle</w:t>
                      </w:r>
                    </w:p>
                    <w:p w14:paraId="6E2B48A1" w14:textId="16C65D9A" w:rsidR="00B51C1D" w:rsidRDefault="00B51C1D" w:rsidP="00FF1CBB">
                      <w:pPr>
                        <w:pStyle w:val="ListParagraph"/>
                        <w:numPr>
                          <w:ilvl w:val="0"/>
                          <w:numId w:val="18"/>
                        </w:numPr>
                        <w:spacing w:after="0"/>
                        <w:rPr>
                          <w:sz w:val="20"/>
                          <w:szCs w:val="20"/>
                        </w:rPr>
                      </w:pPr>
                      <w:r>
                        <w:rPr>
                          <w:sz w:val="20"/>
                          <w:szCs w:val="20"/>
                        </w:rPr>
                        <w:t>Prepare questions before the activity.</w:t>
                      </w:r>
                    </w:p>
                    <w:p w14:paraId="58D8F89C" w14:textId="4BAC5434" w:rsidR="00B51C1D" w:rsidRDefault="00B51C1D" w:rsidP="00FF1CBB">
                      <w:pPr>
                        <w:pStyle w:val="ListParagraph"/>
                        <w:numPr>
                          <w:ilvl w:val="0"/>
                          <w:numId w:val="18"/>
                        </w:numPr>
                        <w:spacing w:after="0"/>
                        <w:rPr>
                          <w:sz w:val="20"/>
                          <w:szCs w:val="20"/>
                        </w:rPr>
                      </w:pPr>
                      <w:r>
                        <w:rPr>
                          <w:sz w:val="20"/>
                          <w:szCs w:val="20"/>
                        </w:rPr>
                        <w:t>Line students up in two parallel lines facing each other or in two circles (one inside the other)</w:t>
                      </w:r>
                    </w:p>
                    <w:p w14:paraId="7B790BDC" w14:textId="77777777" w:rsidR="00B51C1D" w:rsidRDefault="00B51C1D" w:rsidP="00FF1CBB">
                      <w:pPr>
                        <w:pStyle w:val="ListParagraph"/>
                        <w:numPr>
                          <w:ilvl w:val="0"/>
                          <w:numId w:val="18"/>
                        </w:numPr>
                        <w:spacing w:after="0"/>
                        <w:rPr>
                          <w:sz w:val="20"/>
                          <w:szCs w:val="20"/>
                        </w:rPr>
                      </w:pPr>
                      <w:r>
                        <w:rPr>
                          <w:sz w:val="20"/>
                          <w:szCs w:val="20"/>
                        </w:rPr>
                        <w:t xml:space="preserve">Provide a signal, have partner A ask their question or provide their prompt. Partner B answers it. </w:t>
                      </w:r>
                    </w:p>
                    <w:p w14:paraId="2D273937" w14:textId="30C78F0F" w:rsidR="00B51C1D" w:rsidRDefault="00B51C1D" w:rsidP="00FF1CBB">
                      <w:pPr>
                        <w:pStyle w:val="ListParagraph"/>
                        <w:numPr>
                          <w:ilvl w:val="0"/>
                          <w:numId w:val="18"/>
                        </w:numPr>
                        <w:spacing w:after="0"/>
                        <w:rPr>
                          <w:sz w:val="20"/>
                          <w:szCs w:val="20"/>
                        </w:rPr>
                      </w:pPr>
                      <w:r>
                        <w:rPr>
                          <w:sz w:val="20"/>
                          <w:szCs w:val="20"/>
                        </w:rPr>
                        <w:t>Provide an aural signal to prompt ONE line or circle to take 2-3 steps to the right or left (you must tell them which direction to move and how many paces)</w:t>
                      </w:r>
                    </w:p>
                    <w:p w14:paraId="54CAC327" w14:textId="259554B0" w:rsidR="00B51C1D" w:rsidRDefault="00B51C1D" w:rsidP="00FF1CBB">
                      <w:pPr>
                        <w:pStyle w:val="ListParagraph"/>
                        <w:numPr>
                          <w:ilvl w:val="0"/>
                          <w:numId w:val="18"/>
                        </w:numPr>
                        <w:spacing w:after="0"/>
                        <w:rPr>
                          <w:sz w:val="20"/>
                          <w:szCs w:val="20"/>
                        </w:rPr>
                      </w:pPr>
                      <w:r>
                        <w:rPr>
                          <w:sz w:val="20"/>
                          <w:szCs w:val="20"/>
                        </w:rPr>
                        <w:t>Be sure to monitor the group work.</w:t>
                      </w:r>
                    </w:p>
                    <w:p w14:paraId="25B18057" w14:textId="77777777" w:rsidR="00B51C1D" w:rsidRDefault="00B51C1D" w:rsidP="00FF1CBB">
                      <w:pPr>
                        <w:spacing w:after="0"/>
                        <w:rPr>
                          <w:sz w:val="20"/>
                          <w:szCs w:val="20"/>
                        </w:rPr>
                      </w:pPr>
                    </w:p>
                    <w:p w14:paraId="03787FF4" w14:textId="1401EAF7" w:rsidR="00B51C1D" w:rsidRDefault="00B51C1D" w:rsidP="00FF1CBB">
                      <w:pPr>
                        <w:spacing w:after="0"/>
                        <w:rPr>
                          <w:b/>
                          <w:sz w:val="20"/>
                          <w:szCs w:val="20"/>
                        </w:rPr>
                      </w:pPr>
                      <w:r w:rsidRPr="00FF1CBB">
                        <w:rPr>
                          <w:b/>
                        </w:rPr>
                        <w:t>Three 3’s in a Row</w:t>
                      </w:r>
                      <w:r>
                        <w:rPr>
                          <w:b/>
                          <w:sz w:val="20"/>
                          <w:szCs w:val="20"/>
                        </w:rPr>
                        <w:t xml:space="preserve"> </w:t>
                      </w:r>
                      <w:r w:rsidRPr="00FF1CBB">
                        <w:rPr>
                          <w:sz w:val="20"/>
                          <w:szCs w:val="20"/>
                        </w:rPr>
                        <w:t>(like Bingo)</w:t>
                      </w:r>
                    </w:p>
                    <w:p w14:paraId="737ACC62" w14:textId="51F93063" w:rsidR="00B51C1D" w:rsidRDefault="00B51C1D" w:rsidP="00FF1CBB">
                      <w:pPr>
                        <w:pStyle w:val="ListParagraph"/>
                        <w:numPr>
                          <w:ilvl w:val="0"/>
                          <w:numId w:val="19"/>
                        </w:numPr>
                        <w:spacing w:after="0"/>
                        <w:rPr>
                          <w:sz w:val="20"/>
                          <w:szCs w:val="20"/>
                        </w:rPr>
                      </w:pPr>
                      <w:r>
                        <w:rPr>
                          <w:sz w:val="20"/>
                          <w:szCs w:val="20"/>
                        </w:rPr>
                        <w:t>Prepare nine questions based on content being learned and type them into a Three 3’s template:</w:t>
                      </w:r>
                    </w:p>
                    <w:tbl>
                      <w:tblPr>
                        <w:tblStyle w:val="TableGrid"/>
                        <w:tblW w:w="0" w:type="auto"/>
                        <w:tblInd w:w="720" w:type="dxa"/>
                        <w:tblLook w:val="04A0" w:firstRow="1" w:lastRow="0" w:firstColumn="1" w:lastColumn="0" w:noHBand="0" w:noVBand="1"/>
                      </w:tblPr>
                      <w:tblGrid>
                        <w:gridCol w:w="1641"/>
                        <w:gridCol w:w="1641"/>
                        <w:gridCol w:w="1641"/>
                      </w:tblGrid>
                      <w:tr w:rsidR="00B51C1D" w14:paraId="6CEA70C1" w14:textId="77777777" w:rsidTr="00FF1CBB">
                        <w:tc>
                          <w:tcPr>
                            <w:tcW w:w="1809" w:type="dxa"/>
                          </w:tcPr>
                          <w:p w14:paraId="36C1B775" w14:textId="77777777" w:rsidR="00B51C1D" w:rsidRDefault="00B51C1D" w:rsidP="00FF1CBB">
                            <w:pPr>
                              <w:pStyle w:val="ListParagraph"/>
                              <w:ind w:left="0"/>
                              <w:rPr>
                                <w:sz w:val="20"/>
                                <w:szCs w:val="20"/>
                              </w:rPr>
                            </w:pPr>
                          </w:p>
                        </w:tc>
                        <w:tc>
                          <w:tcPr>
                            <w:tcW w:w="1809" w:type="dxa"/>
                          </w:tcPr>
                          <w:p w14:paraId="40A7CFC8" w14:textId="77777777" w:rsidR="00B51C1D" w:rsidRDefault="00B51C1D" w:rsidP="00FF1CBB">
                            <w:pPr>
                              <w:pStyle w:val="ListParagraph"/>
                              <w:ind w:left="0"/>
                              <w:rPr>
                                <w:sz w:val="20"/>
                                <w:szCs w:val="20"/>
                              </w:rPr>
                            </w:pPr>
                          </w:p>
                        </w:tc>
                        <w:tc>
                          <w:tcPr>
                            <w:tcW w:w="1809" w:type="dxa"/>
                          </w:tcPr>
                          <w:p w14:paraId="00DB020E" w14:textId="77777777" w:rsidR="00B51C1D" w:rsidRDefault="00B51C1D" w:rsidP="00FF1CBB">
                            <w:pPr>
                              <w:pStyle w:val="ListParagraph"/>
                              <w:ind w:left="0"/>
                              <w:rPr>
                                <w:sz w:val="20"/>
                                <w:szCs w:val="20"/>
                              </w:rPr>
                            </w:pPr>
                          </w:p>
                        </w:tc>
                      </w:tr>
                      <w:tr w:rsidR="00B51C1D" w14:paraId="3DC046CE" w14:textId="77777777" w:rsidTr="00FF1CBB">
                        <w:tc>
                          <w:tcPr>
                            <w:tcW w:w="1809" w:type="dxa"/>
                          </w:tcPr>
                          <w:p w14:paraId="78F4999E" w14:textId="77777777" w:rsidR="00B51C1D" w:rsidRDefault="00B51C1D" w:rsidP="00FF1CBB">
                            <w:pPr>
                              <w:pStyle w:val="ListParagraph"/>
                              <w:ind w:left="0"/>
                              <w:rPr>
                                <w:sz w:val="20"/>
                                <w:szCs w:val="20"/>
                              </w:rPr>
                            </w:pPr>
                          </w:p>
                        </w:tc>
                        <w:tc>
                          <w:tcPr>
                            <w:tcW w:w="1809" w:type="dxa"/>
                          </w:tcPr>
                          <w:p w14:paraId="5AB6315E" w14:textId="77777777" w:rsidR="00B51C1D" w:rsidRDefault="00B51C1D" w:rsidP="00FF1CBB">
                            <w:pPr>
                              <w:pStyle w:val="ListParagraph"/>
                              <w:ind w:left="0"/>
                              <w:rPr>
                                <w:sz w:val="20"/>
                                <w:szCs w:val="20"/>
                              </w:rPr>
                            </w:pPr>
                          </w:p>
                        </w:tc>
                        <w:tc>
                          <w:tcPr>
                            <w:tcW w:w="1809" w:type="dxa"/>
                          </w:tcPr>
                          <w:p w14:paraId="1A90BD71" w14:textId="77777777" w:rsidR="00B51C1D" w:rsidRDefault="00B51C1D" w:rsidP="00FF1CBB">
                            <w:pPr>
                              <w:pStyle w:val="ListParagraph"/>
                              <w:ind w:left="0"/>
                              <w:rPr>
                                <w:sz w:val="20"/>
                                <w:szCs w:val="20"/>
                              </w:rPr>
                            </w:pPr>
                          </w:p>
                        </w:tc>
                      </w:tr>
                      <w:tr w:rsidR="00B51C1D" w14:paraId="238048AB" w14:textId="77777777" w:rsidTr="00FF1CBB">
                        <w:tc>
                          <w:tcPr>
                            <w:tcW w:w="1809" w:type="dxa"/>
                          </w:tcPr>
                          <w:p w14:paraId="146933DE" w14:textId="77777777" w:rsidR="00B51C1D" w:rsidRDefault="00B51C1D" w:rsidP="00FF1CBB">
                            <w:pPr>
                              <w:pStyle w:val="ListParagraph"/>
                              <w:ind w:left="0"/>
                              <w:rPr>
                                <w:sz w:val="20"/>
                                <w:szCs w:val="20"/>
                              </w:rPr>
                            </w:pPr>
                          </w:p>
                        </w:tc>
                        <w:tc>
                          <w:tcPr>
                            <w:tcW w:w="1809" w:type="dxa"/>
                          </w:tcPr>
                          <w:p w14:paraId="22F775C3" w14:textId="77777777" w:rsidR="00B51C1D" w:rsidRDefault="00B51C1D" w:rsidP="00FF1CBB">
                            <w:pPr>
                              <w:pStyle w:val="ListParagraph"/>
                              <w:ind w:left="0"/>
                              <w:rPr>
                                <w:sz w:val="20"/>
                                <w:szCs w:val="20"/>
                              </w:rPr>
                            </w:pPr>
                          </w:p>
                        </w:tc>
                        <w:tc>
                          <w:tcPr>
                            <w:tcW w:w="1809" w:type="dxa"/>
                          </w:tcPr>
                          <w:p w14:paraId="0A6D7077" w14:textId="77777777" w:rsidR="00B51C1D" w:rsidRDefault="00B51C1D" w:rsidP="00FF1CBB">
                            <w:pPr>
                              <w:pStyle w:val="ListParagraph"/>
                              <w:ind w:left="0"/>
                              <w:rPr>
                                <w:sz w:val="20"/>
                                <w:szCs w:val="20"/>
                              </w:rPr>
                            </w:pPr>
                          </w:p>
                        </w:tc>
                      </w:tr>
                    </w:tbl>
                    <w:p w14:paraId="23BBBC53" w14:textId="16C81E91" w:rsidR="00B51C1D" w:rsidRDefault="00B51C1D" w:rsidP="00FF1CBB">
                      <w:pPr>
                        <w:pStyle w:val="ListParagraph"/>
                        <w:numPr>
                          <w:ilvl w:val="0"/>
                          <w:numId w:val="19"/>
                        </w:numPr>
                        <w:spacing w:after="0"/>
                        <w:rPr>
                          <w:sz w:val="20"/>
                          <w:szCs w:val="20"/>
                        </w:rPr>
                      </w:pPr>
                      <w:r>
                        <w:rPr>
                          <w:sz w:val="20"/>
                          <w:szCs w:val="20"/>
                        </w:rPr>
                        <w:t>Students walk around the room asking peers to explain one answer or who the information refers to. (be sure students do not write on each others papers…this will yield a passive game)</w:t>
                      </w:r>
                    </w:p>
                    <w:p w14:paraId="16495009" w14:textId="5380AA82" w:rsidR="00B51C1D" w:rsidRDefault="00B51C1D" w:rsidP="00FF1CBB">
                      <w:pPr>
                        <w:pStyle w:val="ListParagraph"/>
                        <w:numPr>
                          <w:ilvl w:val="0"/>
                          <w:numId w:val="19"/>
                        </w:numPr>
                        <w:spacing w:after="0"/>
                        <w:rPr>
                          <w:sz w:val="20"/>
                          <w:szCs w:val="20"/>
                        </w:rPr>
                      </w:pPr>
                      <w:r>
                        <w:rPr>
                          <w:sz w:val="20"/>
                          <w:szCs w:val="20"/>
                        </w:rPr>
                        <w:t xml:space="preserve">Students repeat until someone gets a row of 3 (horizontal, diagonal, or vertical). They may use a peer only once. </w:t>
                      </w:r>
                    </w:p>
                    <w:p w14:paraId="159014F5" w14:textId="0A1A1D37" w:rsidR="00B51C1D" w:rsidRDefault="00B51C1D" w:rsidP="00FF1CBB">
                      <w:pPr>
                        <w:pStyle w:val="ListParagraph"/>
                        <w:numPr>
                          <w:ilvl w:val="0"/>
                          <w:numId w:val="19"/>
                        </w:numPr>
                        <w:spacing w:after="0"/>
                        <w:rPr>
                          <w:sz w:val="20"/>
                          <w:szCs w:val="20"/>
                        </w:rPr>
                      </w:pPr>
                      <w:r>
                        <w:rPr>
                          <w:sz w:val="20"/>
                          <w:szCs w:val="20"/>
                        </w:rPr>
                        <w:t>Go over the answers as a class.</w:t>
                      </w:r>
                    </w:p>
                    <w:p w14:paraId="26DF6E3F" w14:textId="77777777" w:rsidR="00B51C1D" w:rsidRDefault="00B51C1D" w:rsidP="00FF1CBB">
                      <w:pPr>
                        <w:spacing w:after="0"/>
                        <w:rPr>
                          <w:sz w:val="20"/>
                          <w:szCs w:val="20"/>
                        </w:rPr>
                      </w:pPr>
                    </w:p>
                    <w:p w14:paraId="07B7C000" w14:textId="2F4D75A6" w:rsidR="00B51C1D" w:rsidRDefault="00B51C1D" w:rsidP="00FF1CBB">
                      <w:pPr>
                        <w:spacing w:after="0"/>
                      </w:pPr>
                      <w:r>
                        <w:rPr>
                          <w:b/>
                        </w:rPr>
                        <w:t>Networking Sessions</w:t>
                      </w:r>
                    </w:p>
                    <w:p w14:paraId="49A73D3E" w14:textId="4C7A9E6B" w:rsidR="00B51C1D" w:rsidRDefault="00B51C1D" w:rsidP="00FF1CBB">
                      <w:pPr>
                        <w:pStyle w:val="ListParagraph"/>
                        <w:numPr>
                          <w:ilvl w:val="0"/>
                          <w:numId w:val="20"/>
                        </w:numPr>
                        <w:spacing w:after="0"/>
                        <w:rPr>
                          <w:sz w:val="20"/>
                          <w:szCs w:val="20"/>
                        </w:rPr>
                      </w:pPr>
                      <w:r>
                        <w:rPr>
                          <w:sz w:val="20"/>
                          <w:szCs w:val="20"/>
                        </w:rPr>
                        <w:t>Prepare up to four questions. Have students quick write or reflect on the prompts.</w:t>
                      </w:r>
                    </w:p>
                    <w:p w14:paraId="64D14CC2" w14:textId="29459DA5" w:rsidR="00B51C1D" w:rsidRDefault="00B51C1D" w:rsidP="00FF1CBB">
                      <w:pPr>
                        <w:pStyle w:val="ListParagraph"/>
                        <w:numPr>
                          <w:ilvl w:val="0"/>
                          <w:numId w:val="20"/>
                        </w:numPr>
                        <w:spacing w:after="0"/>
                        <w:rPr>
                          <w:sz w:val="20"/>
                          <w:szCs w:val="20"/>
                        </w:rPr>
                      </w:pPr>
                      <w:r>
                        <w:rPr>
                          <w:sz w:val="20"/>
                          <w:szCs w:val="20"/>
                        </w:rPr>
                        <w:t xml:space="preserve">Ask students to partner with someone they have not partnered with to date and discuss their responses to a teacher selected prompt. </w:t>
                      </w:r>
                    </w:p>
                    <w:p w14:paraId="444BC15B" w14:textId="4266B205" w:rsidR="00B51C1D" w:rsidRDefault="00B51C1D" w:rsidP="00FF1CBB">
                      <w:pPr>
                        <w:pStyle w:val="ListParagraph"/>
                        <w:numPr>
                          <w:ilvl w:val="0"/>
                          <w:numId w:val="20"/>
                        </w:numPr>
                        <w:spacing w:after="0"/>
                        <w:rPr>
                          <w:sz w:val="20"/>
                          <w:szCs w:val="20"/>
                        </w:rPr>
                      </w:pPr>
                      <w:r>
                        <w:rPr>
                          <w:sz w:val="20"/>
                          <w:szCs w:val="20"/>
                        </w:rPr>
                        <w:t xml:space="preserve">After a predetermined amount of time, signal students to move to a new partner and repeat. </w:t>
                      </w:r>
                    </w:p>
                    <w:p w14:paraId="5E3F6DDD" w14:textId="77777777" w:rsidR="00B51C1D" w:rsidRDefault="00B51C1D" w:rsidP="001C353F">
                      <w:pPr>
                        <w:spacing w:after="0"/>
                        <w:rPr>
                          <w:sz w:val="20"/>
                          <w:szCs w:val="20"/>
                        </w:rPr>
                      </w:pPr>
                    </w:p>
                    <w:p w14:paraId="73F6B82D" w14:textId="32ACB5E1" w:rsidR="00B51C1D" w:rsidRDefault="00B51C1D" w:rsidP="001C353F">
                      <w:pPr>
                        <w:spacing w:after="0"/>
                        <w:rPr>
                          <w:b/>
                        </w:rPr>
                      </w:pPr>
                      <w:r w:rsidRPr="001C353F">
                        <w:rPr>
                          <w:b/>
                        </w:rPr>
                        <w:t>Categorizing and Sorting</w:t>
                      </w:r>
                    </w:p>
                    <w:p w14:paraId="26CA3C8D" w14:textId="064EC9CB" w:rsidR="00B51C1D" w:rsidRDefault="00B51C1D" w:rsidP="001C353F">
                      <w:pPr>
                        <w:pStyle w:val="ListParagraph"/>
                        <w:numPr>
                          <w:ilvl w:val="0"/>
                          <w:numId w:val="21"/>
                        </w:numPr>
                        <w:spacing w:after="0"/>
                        <w:rPr>
                          <w:sz w:val="20"/>
                          <w:szCs w:val="20"/>
                        </w:rPr>
                      </w:pPr>
                      <w:r>
                        <w:rPr>
                          <w:sz w:val="20"/>
                          <w:szCs w:val="20"/>
                        </w:rPr>
                        <w:t xml:space="preserve">Categorizing: give students a specific number of items or a list of items; ask students to sort them into piles and create categories based on the common characteristics. </w:t>
                      </w:r>
                    </w:p>
                    <w:p w14:paraId="76827852" w14:textId="61FA2A3E" w:rsidR="00B51C1D" w:rsidRDefault="00B51C1D" w:rsidP="001C353F">
                      <w:pPr>
                        <w:pStyle w:val="ListParagraph"/>
                        <w:numPr>
                          <w:ilvl w:val="0"/>
                          <w:numId w:val="21"/>
                        </w:numPr>
                        <w:spacing w:after="0"/>
                        <w:rPr>
                          <w:sz w:val="20"/>
                          <w:szCs w:val="20"/>
                        </w:rPr>
                      </w:pPr>
                      <w:r>
                        <w:rPr>
                          <w:sz w:val="20"/>
                          <w:szCs w:val="20"/>
                        </w:rPr>
                        <w:t xml:space="preserve">Sorting: give students a list of names of categories. Have students sort the information within these categories. They can provide their rationale for why they placed them in each category as an extension activity. </w:t>
                      </w:r>
                    </w:p>
                    <w:p w14:paraId="357844F5" w14:textId="77777777" w:rsidR="00B51C1D" w:rsidRDefault="00B51C1D" w:rsidP="00B51C1D">
                      <w:pPr>
                        <w:spacing w:after="0"/>
                        <w:rPr>
                          <w:sz w:val="20"/>
                          <w:szCs w:val="20"/>
                        </w:rPr>
                      </w:pPr>
                    </w:p>
                    <w:p w14:paraId="0BF9AF6D" w14:textId="77777777" w:rsidR="00B51C1D" w:rsidRPr="00B51C1D" w:rsidRDefault="00B51C1D" w:rsidP="00B51C1D">
                      <w:pPr>
                        <w:spacing w:after="0"/>
                        <w:rPr>
                          <w:sz w:val="20"/>
                          <w:szCs w:val="20"/>
                        </w:rPr>
                      </w:pPr>
                    </w:p>
                  </w:txbxContent>
                </v:textbox>
                <w10:wrap type="through" anchorx="page" anchory="page"/>
              </v:shape>
            </w:pict>
          </mc:Fallback>
        </mc:AlternateContent>
      </w:r>
      <w:r w:rsidR="00300861">
        <w:rPr>
          <w:noProof/>
        </w:rPr>
        <mc:AlternateContent>
          <mc:Choice Requires="wps">
            <w:drawing>
              <wp:anchor distT="0" distB="0" distL="114300" distR="114300" simplePos="0" relativeHeight="251694320" behindDoc="0" locked="0" layoutInCell="1" allowOverlap="1" wp14:anchorId="77068507" wp14:editId="6121C5BD">
                <wp:simplePos x="0" y="0"/>
                <wp:positionH relativeFrom="page">
                  <wp:posOffset>4195445</wp:posOffset>
                </wp:positionH>
                <wp:positionV relativeFrom="page">
                  <wp:posOffset>1253490</wp:posOffset>
                </wp:positionV>
                <wp:extent cx="3210560" cy="7997190"/>
                <wp:effectExtent l="0" t="0" r="0" b="3810"/>
                <wp:wrapThrough wrapText="bothSides">
                  <wp:wrapPolygon edited="0">
                    <wp:start x="171" y="0"/>
                    <wp:lineTo x="171" y="21542"/>
                    <wp:lineTo x="21190" y="21542"/>
                    <wp:lineTo x="21190" y="0"/>
                    <wp:lineTo x="171" y="0"/>
                  </wp:wrapPolygon>
                </wp:wrapThrough>
                <wp:docPr id="249" name="Text Box 249"/>
                <wp:cNvGraphicFramePr/>
                <a:graphic xmlns:a="http://schemas.openxmlformats.org/drawingml/2006/main">
                  <a:graphicData uri="http://schemas.microsoft.com/office/word/2010/wordprocessingShape">
                    <wps:wsp>
                      <wps:cNvSpPr txBox="1"/>
                      <wps:spPr>
                        <a:xfrm>
                          <a:off x="0" y="0"/>
                          <a:ext cx="3210560" cy="799719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3BCA4349" w14:textId="77777777" w:rsidR="00B51C1D" w:rsidRPr="00B51C1D" w:rsidRDefault="00B51C1D" w:rsidP="00B51C1D">
                            <w:pPr>
                              <w:spacing w:after="0"/>
                              <w:rPr>
                                <w:b/>
                              </w:rPr>
                            </w:pPr>
                            <w:r w:rsidRPr="00B51C1D">
                              <w:rPr>
                                <w:b/>
                              </w:rPr>
                              <w:t>Appointment Agenda</w:t>
                            </w:r>
                          </w:p>
                          <w:p w14:paraId="25D6B85F" w14:textId="414FEAB0" w:rsidR="00B51C1D" w:rsidRDefault="00B51C1D" w:rsidP="00B51C1D">
                            <w:pPr>
                              <w:pStyle w:val="ListParagraph"/>
                              <w:numPr>
                                <w:ilvl w:val="0"/>
                                <w:numId w:val="22"/>
                              </w:numPr>
                              <w:rPr>
                                <w:sz w:val="20"/>
                                <w:szCs w:val="20"/>
                              </w:rPr>
                            </w:pPr>
                            <w:r w:rsidRPr="00B51C1D">
                              <w:rPr>
                                <w:sz w:val="20"/>
                                <w:szCs w:val="20"/>
                              </w:rPr>
                              <w:t xml:space="preserve">Give students </w:t>
                            </w:r>
                            <w:r>
                              <w:rPr>
                                <w:sz w:val="20"/>
                                <w:szCs w:val="20"/>
                              </w:rPr>
                              <w:t xml:space="preserve">a blank agenda page or copy of a clock. </w:t>
                            </w:r>
                          </w:p>
                          <w:p w14:paraId="1F41FB3C" w14:textId="021C51F5" w:rsidR="00B51C1D" w:rsidRDefault="00B51C1D" w:rsidP="00B51C1D">
                            <w:pPr>
                              <w:pStyle w:val="ListParagraph"/>
                              <w:numPr>
                                <w:ilvl w:val="0"/>
                                <w:numId w:val="22"/>
                              </w:numPr>
                              <w:rPr>
                                <w:sz w:val="20"/>
                                <w:szCs w:val="20"/>
                              </w:rPr>
                            </w:pPr>
                            <w:r>
                              <w:rPr>
                                <w:sz w:val="20"/>
                                <w:szCs w:val="20"/>
                              </w:rPr>
                              <w:t xml:space="preserve">Ask them to make appointment with different peers for a set number of times. </w:t>
                            </w:r>
                          </w:p>
                          <w:p w14:paraId="6ADB8222" w14:textId="4A986704" w:rsidR="00B51C1D" w:rsidRDefault="00B51C1D" w:rsidP="00B51C1D">
                            <w:pPr>
                              <w:pStyle w:val="ListParagraph"/>
                              <w:numPr>
                                <w:ilvl w:val="0"/>
                                <w:numId w:val="22"/>
                              </w:numPr>
                              <w:rPr>
                                <w:sz w:val="20"/>
                                <w:szCs w:val="20"/>
                              </w:rPr>
                            </w:pPr>
                            <w:r>
                              <w:rPr>
                                <w:sz w:val="20"/>
                                <w:szCs w:val="20"/>
                              </w:rPr>
                              <w:t xml:space="preserve">Both partners should write the name on the respective clock. </w:t>
                            </w:r>
                          </w:p>
                          <w:p w14:paraId="7922E42C" w14:textId="5E3C23D8" w:rsidR="00B51C1D" w:rsidRDefault="00B51C1D" w:rsidP="00B51C1D">
                            <w:pPr>
                              <w:pStyle w:val="ListParagraph"/>
                              <w:numPr>
                                <w:ilvl w:val="0"/>
                                <w:numId w:val="22"/>
                              </w:numPr>
                              <w:rPr>
                                <w:sz w:val="20"/>
                                <w:szCs w:val="20"/>
                              </w:rPr>
                            </w:pPr>
                            <w:r>
                              <w:rPr>
                                <w:sz w:val="20"/>
                                <w:szCs w:val="20"/>
                              </w:rPr>
                              <w:t xml:space="preserve">If someone is missing a partner, have them triple up. </w:t>
                            </w:r>
                          </w:p>
                          <w:p w14:paraId="53B4E82F" w14:textId="04C3C1F6" w:rsidR="00B51C1D" w:rsidRDefault="00B51C1D" w:rsidP="00B51C1D">
                            <w:pPr>
                              <w:pStyle w:val="ListParagraph"/>
                              <w:numPr>
                                <w:ilvl w:val="0"/>
                                <w:numId w:val="22"/>
                              </w:numPr>
                              <w:rPr>
                                <w:sz w:val="20"/>
                                <w:szCs w:val="20"/>
                              </w:rPr>
                            </w:pPr>
                            <w:r>
                              <w:rPr>
                                <w:sz w:val="20"/>
                                <w:szCs w:val="20"/>
                              </w:rPr>
                              <w:t xml:space="preserve">Once agendas are filled, use to pair and group students for classroom activities. </w:t>
                            </w:r>
                          </w:p>
                          <w:p w14:paraId="64AE5FC8" w14:textId="7F4A5647" w:rsidR="00B51C1D" w:rsidRDefault="00B51C1D" w:rsidP="00B51C1D">
                            <w:pPr>
                              <w:spacing w:after="0"/>
                              <w:rPr>
                                <w:b/>
                              </w:rPr>
                            </w:pPr>
                            <w:r>
                              <w:rPr>
                                <w:b/>
                              </w:rPr>
                              <w:t>Mouth it, Air-write it or show me using fingers</w:t>
                            </w:r>
                          </w:p>
                          <w:p w14:paraId="109D581F" w14:textId="54541192" w:rsidR="00B51C1D" w:rsidRPr="00B51C1D" w:rsidRDefault="00B51C1D" w:rsidP="00B51C1D">
                            <w:pPr>
                              <w:pStyle w:val="ListParagraph"/>
                              <w:numPr>
                                <w:ilvl w:val="0"/>
                                <w:numId w:val="23"/>
                              </w:numPr>
                              <w:spacing w:after="0"/>
                              <w:rPr>
                                <w:sz w:val="20"/>
                                <w:szCs w:val="20"/>
                              </w:rPr>
                            </w:pPr>
                            <w:r w:rsidRPr="00B51C1D">
                              <w:rPr>
                                <w:sz w:val="20"/>
                                <w:szCs w:val="20"/>
                              </w:rPr>
                              <w:t xml:space="preserve">Ask students to </w:t>
                            </w:r>
                            <w:r w:rsidRPr="00B51C1D">
                              <w:rPr>
                                <w:i/>
                                <w:sz w:val="20"/>
                                <w:szCs w:val="20"/>
                              </w:rPr>
                              <w:t>silently</w:t>
                            </w:r>
                            <w:r w:rsidRPr="00B51C1D">
                              <w:rPr>
                                <w:sz w:val="20"/>
                                <w:szCs w:val="20"/>
                              </w:rPr>
                              <w:t xml:space="preserve"> mouth the response</w:t>
                            </w:r>
                          </w:p>
                          <w:p w14:paraId="023BF1AA" w14:textId="3832DFC9" w:rsidR="00B51C1D" w:rsidRPr="00B51C1D" w:rsidRDefault="00B51C1D" w:rsidP="00B51C1D">
                            <w:pPr>
                              <w:pStyle w:val="ListParagraph"/>
                              <w:numPr>
                                <w:ilvl w:val="0"/>
                                <w:numId w:val="23"/>
                              </w:numPr>
                              <w:spacing w:after="0"/>
                              <w:rPr>
                                <w:sz w:val="20"/>
                                <w:szCs w:val="20"/>
                              </w:rPr>
                            </w:pPr>
                            <w:r w:rsidRPr="00B51C1D">
                              <w:rPr>
                                <w:sz w:val="20"/>
                                <w:szCs w:val="20"/>
                              </w:rPr>
                              <w:t>Use a finger and write the answer in the air, or</w:t>
                            </w:r>
                          </w:p>
                          <w:p w14:paraId="68D51835" w14:textId="68C4FBD1" w:rsidR="00B51C1D" w:rsidRPr="00B51C1D" w:rsidRDefault="00B51C1D" w:rsidP="00B51C1D">
                            <w:pPr>
                              <w:pStyle w:val="ListParagraph"/>
                              <w:numPr>
                                <w:ilvl w:val="0"/>
                                <w:numId w:val="23"/>
                              </w:numPr>
                              <w:spacing w:after="0"/>
                              <w:rPr>
                                <w:sz w:val="20"/>
                                <w:szCs w:val="20"/>
                              </w:rPr>
                            </w:pPr>
                            <w:r w:rsidRPr="00B51C1D">
                              <w:rPr>
                                <w:sz w:val="20"/>
                                <w:szCs w:val="20"/>
                              </w:rPr>
                              <w:t>ask them to hold up a number of fingers (ex. Hold up a number of fingers less than 4)</w:t>
                            </w:r>
                          </w:p>
                          <w:p w14:paraId="2E78BBAF" w14:textId="77777777" w:rsidR="00B51C1D" w:rsidRPr="00B51C1D" w:rsidRDefault="00B51C1D" w:rsidP="00B51C1D">
                            <w:pPr>
                              <w:spacing w:after="0"/>
                              <w:rPr>
                                <w:sz w:val="16"/>
                                <w:szCs w:val="16"/>
                              </w:rPr>
                            </w:pPr>
                          </w:p>
                          <w:p w14:paraId="6668CF4D" w14:textId="4D69E921" w:rsidR="00B51C1D" w:rsidRPr="00B51C1D" w:rsidRDefault="00B51C1D" w:rsidP="00B51C1D">
                            <w:pPr>
                              <w:spacing w:after="0"/>
                              <w:rPr>
                                <w:b/>
                              </w:rPr>
                            </w:pPr>
                            <w:r w:rsidRPr="00B51C1D">
                              <w:rPr>
                                <w:b/>
                              </w:rPr>
                              <w:t>Acting it Out, Role-Plays, Concept Charades</w:t>
                            </w:r>
                          </w:p>
                          <w:p w14:paraId="5DE5A14D" w14:textId="314AC3C4" w:rsidR="00B51C1D" w:rsidRDefault="00B51C1D" w:rsidP="00B51C1D">
                            <w:pPr>
                              <w:pStyle w:val="ListParagraph"/>
                              <w:numPr>
                                <w:ilvl w:val="0"/>
                                <w:numId w:val="24"/>
                              </w:numPr>
                              <w:spacing w:after="0"/>
                              <w:rPr>
                                <w:sz w:val="20"/>
                                <w:szCs w:val="20"/>
                              </w:rPr>
                            </w:pPr>
                            <w:r>
                              <w:rPr>
                                <w:sz w:val="20"/>
                                <w:szCs w:val="20"/>
                              </w:rPr>
                              <w:t>have students act out their comprehension of a concept</w:t>
                            </w:r>
                          </w:p>
                          <w:p w14:paraId="1C450EEC" w14:textId="3DFB1027" w:rsidR="00B51C1D" w:rsidRDefault="00B51C1D" w:rsidP="00B51C1D">
                            <w:pPr>
                              <w:pStyle w:val="ListParagraph"/>
                              <w:numPr>
                                <w:ilvl w:val="0"/>
                                <w:numId w:val="24"/>
                              </w:numPr>
                              <w:spacing w:after="0"/>
                              <w:rPr>
                                <w:sz w:val="20"/>
                                <w:szCs w:val="20"/>
                              </w:rPr>
                            </w:pPr>
                            <w:r>
                              <w:rPr>
                                <w:sz w:val="20"/>
                                <w:szCs w:val="20"/>
                              </w:rPr>
                              <w:t>create a skit to demonstrate a concept</w:t>
                            </w:r>
                          </w:p>
                          <w:p w14:paraId="205A299C" w14:textId="299E3625" w:rsidR="00B51C1D" w:rsidRDefault="00B51C1D" w:rsidP="00B51C1D">
                            <w:pPr>
                              <w:pStyle w:val="ListParagraph"/>
                              <w:numPr>
                                <w:ilvl w:val="0"/>
                                <w:numId w:val="24"/>
                              </w:numPr>
                              <w:spacing w:after="0"/>
                              <w:rPr>
                                <w:sz w:val="20"/>
                                <w:szCs w:val="20"/>
                              </w:rPr>
                            </w:pPr>
                            <w:r>
                              <w:rPr>
                                <w:sz w:val="20"/>
                                <w:szCs w:val="20"/>
                              </w:rPr>
                              <w:t>or act out a mystery concept to their peers while other groups guess.</w:t>
                            </w:r>
                          </w:p>
                          <w:p w14:paraId="6C33CF26" w14:textId="77777777" w:rsidR="00B51C1D" w:rsidRDefault="00B51C1D" w:rsidP="00B51C1D">
                            <w:pPr>
                              <w:spacing w:after="0"/>
                              <w:rPr>
                                <w:sz w:val="20"/>
                                <w:szCs w:val="20"/>
                              </w:rPr>
                            </w:pPr>
                          </w:p>
                          <w:p w14:paraId="63A770C6" w14:textId="24D721AE" w:rsidR="00B51C1D" w:rsidRDefault="00B51C1D" w:rsidP="00B51C1D">
                            <w:pPr>
                              <w:spacing w:after="0"/>
                              <w:rPr>
                                <w:b/>
                              </w:rPr>
                            </w:pPr>
                            <w:r w:rsidRPr="00B51C1D">
                              <w:rPr>
                                <w:b/>
                              </w:rPr>
                              <w:t xml:space="preserve">Simulations </w:t>
                            </w:r>
                          </w:p>
                          <w:p w14:paraId="1A9EE054" w14:textId="4EA814C4" w:rsidR="00B51C1D" w:rsidRDefault="00B51C1D" w:rsidP="00300861">
                            <w:pPr>
                              <w:pStyle w:val="ListParagraph"/>
                              <w:numPr>
                                <w:ilvl w:val="0"/>
                                <w:numId w:val="26"/>
                              </w:numPr>
                              <w:spacing w:after="0"/>
                              <w:rPr>
                                <w:sz w:val="20"/>
                                <w:szCs w:val="20"/>
                              </w:rPr>
                            </w:pPr>
                            <w:r>
                              <w:rPr>
                                <w:sz w:val="20"/>
                                <w:szCs w:val="20"/>
                              </w:rPr>
                              <w:t xml:space="preserve">have students </w:t>
                            </w:r>
                            <w:r w:rsidR="00300861">
                              <w:rPr>
                                <w:sz w:val="20"/>
                                <w:szCs w:val="20"/>
                              </w:rPr>
                              <w:t>participate in a recreation of</w:t>
                            </w:r>
                            <w:r>
                              <w:rPr>
                                <w:sz w:val="20"/>
                                <w:szCs w:val="20"/>
                              </w:rPr>
                              <w:t xml:space="preserve"> what it would be like to shop in a Chinese market, have a traditional dinner, etc. </w:t>
                            </w:r>
                          </w:p>
                          <w:p w14:paraId="48CC2A91" w14:textId="77777777" w:rsidR="00B51C1D" w:rsidRDefault="00B51C1D" w:rsidP="00B51C1D">
                            <w:pPr>
                              <w:spacing w:after="0"/>
                              <w:rPr>
                                <w:sz w:val="20"/>
                                <w:szCs w:val="20"/>
                              </w:rPr>
                            </w:pPr>
                          </w:p>
                          <w:p w14:paraId="708700A3" w14:textId="4F1D2BE8" w:rsidR="00B51C1D" w:rsidRPr="00300861" w:rsidRDefault="00300861" w:rsidP="00B51C1D">
                            <w:pPr>
                              <w:spacing w:after="0"/>
                              <w:rPr>
                                <w:b/>
                              </w:rPr>
                            </w:pPr>
                            <w:r w:rsidRPr="00300861">
                              <w:rPr>
                                <w:b/>
                              </w:rPr>
                              <w:t>Cut and Pastes</w:t>
                            </w:r>
                          </w:p>
                          <w:p w14:paraId="7518AFCC" w14:textId="6DCFFB75" w:rsidR="00300861" w:rsidRDefault="00300861" w:rsidP="00300861">
                            <w:pPr>
                              <w:pStyle w:val="ListParagraph"/>
                              <w:numPr>
                                <w:ilvl w:val="0"/>
                                <w:numId w:val="27"/>
                              </w:numPr>
                              <w:spacing w:after="0"/>
                              <w:rPr>
                                <w:sz w:val="20"/>
                                <w:szCs w:val="20"/>
                              </w:rPr>
                            </w:pPr>
                            <w:r>
                              <w:rPr>
                                <w:sz w:val="20"/>
                                <w:szCs w:val="20"/>
                              </w:rPr>
                              <w:t xml:space="preserve">this is a hands-on activity of manipulating concepts, analyzing them, and moving them around would work whenever the students are begin asked to understand characteristics of concepts within distinct principles that apply to each. </w:t>
                            </w:r>
                          </w:p>
                          <w:p w14:paraId="5EEE98FC" w14:textId="5BF59662" w:rsidR="00300861" w:rsidRDefault="00300861" w:rsidP="00300861">
                            <w:pPr>
                              <w:pStyle w:val="ListParagraph"/>
                              <w:numPr>
                                <w:ilvl w:val="0"/>
                                <w:numId w:val="27"/>
                              </w:numPr>
                              <w:spacing w:after="0"/>
                              <w:rPr>
                                <w:sz w:val="20"/>
                                <w:szCs w:val="20"/>
                              </w:rPr>
                            </w:pPr>
                            <w:r>
                              <w:rPr>
                                <w:sz w:val="20"/>
                                <w:szCs w:val="20"/>
                              </w:rPr>
                              <w:t xml:space="preserve">Example: if you were studying prefixes and suffixes, you could challenge your students to cut and paste as many answers as possible with the fewest root words. </w:t>
                            </w:r>
                          </w:p>
                          <w:p w14:paraId="77971B98" w14:textId="77777777" w:rsidR="00300861" w:rsidRDefault="00300861" w:rsidP="00300861">
                            <w:pPr>
                              <w:spacing w:after="0"/>
                              <w:rPr>
                                <w:sz w:val="20"/>
                                <w:szCs w:val="20"/>
                              </w:rPr>
                            </w:pPr>
                          </w:p>
                          <w:p w14:paraId="580EA366" w14:textId="0C1EB490" w:rsidR="00300861" w:rsidRDefault="00300861" w:rsidP="00300861">
                            <w:pPr>
                              <w:spacing w:after="0"/>
                              <w:rPr>
                                <w:b/>
                              </w:rPr>
                            </w:pPr>
                            <w:r w:rsidRPr="00300861">
                              <w:rPr>
                                <w:b/>
                              </w:rPr>
                              <w:t>Read Aloud</w:t>
                            </w:r>
                          </w:p>
                          <w:p w14:paraId="70E9B91C" w14:textId="73CCCCAC" w:rsidR="00300861" w:rsidRDefault="00300861" w:rsidP="00300861">
                            <w:pPr>
                              <w:pStyle w:val="ListParagraph"/>
                              <w:numPr>
                                <w:ilvl w:val="0"/>
                                <w:numId w:val="28"/>
                              </w:numPr>
                              <w:spacing w:after="0"/>
                              <w:rPr>
                                <w:sz w:val="20"/>
                                <w:szCs w:val="20"/>
                              </w:rPr>
                            </w:pPr>
                            <w:r>
                              <w:rPr>
                                <w:sz w:val="20"/>
                                <w:szCs w:val="20"/>
                              </w:rPr>
                              <w:t>Beneficial for students learning academic language within a meaningful context.</w:t>
                            </w:r>
                          </w:p>
                          <w:p w14:paraId="3EE8608D" w14:textId="12D4DF51" w:rsidR="00300861" w:rsidRPr="00300861" w:rsidRDefault="00300861" w:rsidP="00300861">
                            <w:pPr>
                              <w:pStyle w:val="ListParagraph"/>
                              <w:numPr>
                                <w:ilvl w:val="0"/>
                                <w:numId w:val="28"/>
                              </w:numPr>
                              <w:spacing w:after="0"/>
                              <w:rPr>
                                <w:sz w:val="20"/>
                                <w:szCs w:val="20"/>
                              </w:rPr>
                            </w:pPr>
                            <w:r>
                              <w:rPr>
                                <w:sz w:val="20"/>
                                <w:szCs w:val="20"/>
                              </w:rPr>
                              <w:t xml:space="preserve">This is basically reading a story aloud to students.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9" o:spid="_x0000_s1082" type="#_x0000_t202" style="position:absolute;margin-left:330.35pt;margin-top:98.7pt;width:252.8pt;height:629.7pt;z-index:25169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" mv:complextextbox="1" filled="f" stroked="f">
                <v:textbox>
                  <w:txbxContent>
                    <w:p w14:paraId="3BCA4349" w14:textId="77777777" w:rsidR="00B51C1D" w:rsidRPr="00B51C1D" w:rsidRDefault="00B51C1D" w:rsidP="00B51C1D">
                      <w:pPr>
                        <w:spacing w:after="0"/>
                        <w:rPr>
                          <w:b/>
                        </w:rPr>
                      </w:pPr>
                      <w:r w:rsidRPr="00B51C1D">
                        <w:rPr>
                          <w:b/>
                        </w:rPr>
                        <w:t>Appointment Agenda</w:t>
                      </w:r>
                    </w:p>
                    <w:p w14:paraId="25D6B85F" w14:textId="414FEAB0" w:rsidR="00B51C1D" w:rsidRDefault="00B51C1D" w:rsidP="00B51C1D">
                      <w:pPr>
                        <w:pStyle w:val="ListParagraph"/>
                        <w:numPr>
                          <w:ilvl w:val="0"/>
                          <w:numId w:val="22"/>
                        </w:numPr>
                        <w:rPr>
                          <w:sz w:val="20"/>
                          <w:szCs w:val="20"/>
                        </w:rPr>
                      </w:pPr>
                      <w:r w:rsidRPr="00B51C1D">
                        <w:rPr>
                          <w:sz w:val="20"/>
                          <w:szCs w:val="20"/>
                        </w:rPr>
                        <w:t xml:space="preserve">Give students </w:t>
                      </w:r>
                      <w:r>
                        <w:rPr>
                          <w:sz w:val="20"/>
                          <w:szCs w:val="20"/>
                        </w:rPr>
                        <w:t xml:space="preserve">a blank agenda page or copy of a clock. </w:t>
                      </w:r>
                    </w:p>
                    <w:p w14:paraId="1F41FB3C" w14:textId="021C51F5" w:rsidR="00B51C1D" w:rsidRDefault="00B51C1D" w:rsidP="00B51C1D">
                      <w:pPr>
                        <w:pStyle w:val="ListParagraph"/>
                        <w:numPr>
                          <w:ilvl w:val="0"/>
                          <w:numId w:val="22"/>
                        </w:numPr>
                        <w:rPr>
                          <w:sz w:val="20"/>
                          <w:szCs w:val="20"/>
                        </w:rPr>
                      </w:pPr>
                      <w:r>
                        <w:rPr>
                          <w:sz w:val="20"/>
                          <w:szCs w:val="20"/>
                        </w:rPr>
                        <w:t xml:space="preserve">Ask them to make appointment with different peers for a set number of times. </w:t>
                      </w:r>
                    </w:p>
                    <w:p w14:paraId="6ADB8222" w14:textId="4A986704" w:rsidR="00B51C1D" w:rsidRDefault="00B51C1D" w:rsidP="00B51C1D">
                      <w:pPr>
                        <w:pStyle w:val="ListParagraph"/>
                        <w:numPr>
                          <w:ilvl w:val="0"/>
                          <w:numId w:val="22"/>
                        </w:numPr>
                        <w:rPr>
                          <w:sz w:val="20"/>
                          <w:szCs w:val="20"/>
                        </w:rPr>
                      </w:pPr>
                      <w:r>
                        <w:rPr>
                          <w:sz w:val="20"/>
                          <w:szCs w:val="20"/>
                        </w:rPr>
                        <w:t xml:space="preserve">Both partners should write the name on the respective clock. </w:t>
                      </w:r>
                    </w:p>
                    <w:p w14:paraId="7922E42C" w14:textId="5E3C23D8" w:rsidR="00B51C1D" w:rsidRDefault="00B51C1D" w:rsidP="00B51C1D">
                      <w:pPr>
                        <w:pStyle w:val="ListParagraph"/>
                        <w:numPr>
                          <w:ilvl w:val="0"/>
                          <w:numId w:val="22"/>
                        </w:numPr>
                        <w:rPr>
                          <w:sz w:val="20"/>
                          <w:szCs w:val="20"/>
                        </w:rPr>
                      </w:pPr>
                      <w:r>
                        <w:rPr>
                          <w:sz w:val="20"/>
                          <w:szCs w:val="20"/>
                        </w:rPr>
                        <w:t xml:space="preserve">If someone is missing a partner, have </w:t>
                      </w:r>
                      <w:proofErr w:type="gramStart"/>
                      <w:r>
                        <w:rPr>
                          <w:sz w:val="20"/>
                          <w:szCs w:val="20"/>
                        </w:rPr>
                        <w:t>them</w:t>
                      </w:r>
                      <w:proofErr w:type="gramEnd"/>
                      <w:r>
                        <w:rPr>
                          <w:sz w:val="20"/>
                          <w:szCs w:val="20"/>
                        </w:rPr>
                        <w:t xml:space="preserve"> triple up. </w:t>
                      </w:r>
                    </w:p>
                    <w:p w14:paraId="53B4E82F" w14:textId="04C3C1F6" w:rsidR="00B51C1D" w:rsidRDefault="00B51C1D" w:rsidP="00B51C1D">
                      <w:pPr>
                        <w:pStyle w:val="ListParagraph"/>
                        <w:numPr>
                          <w:ilvl w:val="0"/>
                          <w:numId w:val="22"/>
                        </w:numPr>
                        <w:rPr>
                          <w:sz w:val="20"/>
                          <w:szCs w:val="20"/>
                        </w:rPr>
                      </w:pPr>
                      <w:r>
                        <w:rPr>
                          <w:sz w:val="20"/>
                          <w:szCs w:val="20"/>
                        </w:rPr>
                        <w:t xml:space="preserve">Once agendas are filled, use to pair and group students for classroom activities. </w:t>
                      </w:r>
                    </w:p>
                    <w:p w14:paraId="64AE5FC8" w14:textId="7F4A5647" w:rsidR="00B51C1D" w:rsidRDefault="00B51C1D" w:rsidP="00B51C1D">
                      <w:pPr>
                        <w:spacing w:after="0"/>
                        <w:rPr>
                          <w:b/>
                        </w:rPr>
                      </w:pPr>
                      <w:r>
                        <w:rPr>
                          <w:b/>
                        </w:rPr>
                        <w:t>Mouth it, Air-write it or show me using fingers</w:t>
                      </w:r>
                    </w:p>
                    <w:p w14:paraId="109D581F" w14:textId="54541192" w:rsidR="00B51C1D" w:rsidRPr="00B51C1D" w:rsidRDefault="00B51C1D" w:rsidP="00B51C1D">
                      <w:pPr>
                        <w:pStyle w:val="ListParagraph"/>
                        <w:numPr>
                          <w:ilvl w:val="0"/>
                          <w:numId w:val="23"/>
                        </w:numPr>
                        <w:spacing w:after="0"/>
                        <w:rPr>
                          <w:sz w:val="20"/>
                          <w:szCs w:val="20"/>
                        </w:rPr>
                      </w:pPr>
                      <w:r w:rsidRPr="00B51C1D">
                        <w:rPr>
                          <w:sz w:val="20"/>
                          <w:szCs w:val="20"/>
                        </w:rPr>
                        <w:t xml:space="preserve">Ask students to </w:t>
                      </w:r>
                      <w:r w:rsidRPr="00B51C1D">
                        <w:rPr>
                          <w:i/>
                          <w:sz w:val="20"/>
                          <w:szCs w:val="20"/>
                        </w:rPr>
                        <w:t>silently</w:t>
                      </w:r>
                      <w:r w:rsidRPr="00B51C1D">
                        <w:rPr>
                          <w:sz w:val="20"/>
                          <w:szCs w:val="20"/>
                        </w:rPr>
                        <w:t xml:space="preserve"> mouth the response</w:t>
                      </w:r>
                    </w:p>
                    <w:p w14:paraId="023BF1AA" w14:textId="3832DFC9" w:rsidR="00B51C1D" w:rsidRPr="00B51C1D" w:rsidRDefault="00B51C1D" w:rsidP="00B51C1D">
                      <w:pPr>
                        <w:pStyle w:val="ListParagraph"/>
                        <w:numPr>
                          <w:ilvl w:val="0"/>
                          <w:numId w:val="23"/>
                        </w:numPr>
                        <w:spacing w:after="0"/>
                        <w:rPr>
                          <w:sz w:val="20"/>
                          <w:szCs w:val="20"/>
                        </w:rPr>
                      </w:pPr>
                      <w:r w:rsidRPr="00B51C1D">
                        <w:rPr>
                          <w:sz w:val="20"/>
                          <w:szCs w:val="20"/>
                        </w:rPr>
                        <w:t>Use a finger and write the answer in the air, or</w:t>
                      </w:r>
                    </w:p>
                    <w:p w14:paraId="68D51835" w14:textId="68C4FBD1" w:rsidR="00B51C1D" w:rsidRPr="00B51C1D" w:rsidRDefault="00B51C1D" w:rsidP="00B51C1D">
                      <w:pPr>
                        <w:pStyle w:val="ListParagraph"/>
                        <w:numPr>
                          <w:ilvl w:val="0"/>
                          <w:numId w:val="23"/>
                        </w:numPr>
                        <w:spacing w:after="0"/>
                        <w:rPr>
                          <w:sz w:val="20"/>
                          <w:szCs w:val="20"/>
                        </w:rPr>
                      </w:pPr>
                      <w:proofErr w:type="gramStart"/>
                      <w:r w:rsidRPr="00B51C1D">
                        <w:rPr>
                          <w:sz w:val="20"/>
                          <w:szCs w:val="20"/>
                        </w:rPr>
                        <w:t>ask</w:t>
                      </w:r>
                      <w:proofErr w:type="gramEnd"/>
                      <w:r w:rsidRPr="00B51C1D">
                        <w:rPr>
                          <w:sz w:val="20"/>
                          <w:szCs w:val="20"/>
                        </w:rPr>
                        <w:t xml:space="preserve"> them to hold up a number of fingers (ex. Hold up a number of fingers less than 4)</w:t>
                      </w:r>
                    </w:p>
                    <w:p w14:paraId="2E78BBAF" w14:textId="77777777" w:rsidR="00B51C1D" w:rsidRPr="00B51C1D" w:rsidRDefault="00B51C1D" w:rsidP="00B51C1D">
                      <w:pPr>
                        <w:spacing w:after="0"/>
                        <w:rPr>
                          <w:sz w:val="16"/>
                          <w:szCs w:val="16"/>
                        </w:rPr>
                      </w:pPr>
                    </w:p>
                    <w:p w14:paraId="6668CF4D" w14:textId="4D69E921" w:rsidR="00B51C1D" w:rsidRPr="00B51C1D" w:rsidRDefault="00B51C1D" w:rsidP="00B51C1D">
                      <w:pPr>
                        <w:spacing w:after="0"/>
                        <w:rPr>
                          <w:b/>
                        </w:rPr>
                      </w:pPr>
                      <w:r w:rsidRPr="00B51C1D">
                        <w:rPr>
                          <w:b/>
                        </w:rPr>
                        <w:t>Acting it Out, Role-Plays, Concept Charades</w:t>
                      </w:r>
                    </w:p>
                    <w:p w14:paraId="5DE5A14D" w14:textId="314AC3C4" w:rsidR="00B51C1D" w:rsidRDefault="00B51C1D" w:rsidP="00B51C1D">
                      <w:pPr>
                        <w:pStyle w:val="ListParagraph"/>
                        <w:numPr>
                          <w:ilvl w:val="0"/>
                          <w:numId w:val="24"/>
                        </w:numPr>
                        <w:spacing w:after="0"/>
                        <w:rPr>
                          <w:sz w:val="20"/>
                          <w:szCs w:val="20"/>
                        </w:rPr>
                      </w:pPr>
                      <w:proofErr w:type="gramStart"/>
                      <w:r>
                        <w:rPr>
                          <w:sz w:val="20"/>
                          <w:szCs w:val="20"/>
                        </w:rPr>
                        <w:t>have</w:t>
                      </w:r>
                      <w:proofErr w:type="gramEnd"/>
                      <w:r>
                        <w:rPr>
                          <w:sz w:val="20"/>
                          <w:szCs w:val="20"/>
                        </w:rPr>
                        <w:t xml:space="preserve"> students act out their comprehension of a concept</w:t>
                      </w:r>
                    </w:p>
                    <w:p w14:paraId="1C450EEC" w14:textId="3DFB1027" w:rsidR="00B51C1D" w:rsidRDefault="00B51C1D" w:rsidP="00B51C1D">
                      <w:pPr>
                        <w:pStyle w:val="ListParagraph"/>
                        <w:numPr>
                          <w:ilvl w:val="0"/>
                          <w:numId w:val="24"/>
                        </w:numPr>
                        <w:spacing w:after="0"/>
                        <w:rPr>
                          <w:sz w:val="20"/>
                          <w:szCs w:val="20"/>
                        </w:rPr>
                      </w:pPr>
                      <w:proofErr w:type="gramStart"/>
                      <w:r>
                        <w:rPr>
                          <w:sz w:val="20"/>
                          <w:szCs w:val="20"/>
                        </w:rPr>
                        <w:t>create</w:t>
                      </w:r>
                      <w:proofErr w:type="gramEnd"/>
                      <w:r>
                        <w:rPr>
                          <w:sz w:val="20"/>
                          <w:szCs w:val="20"/>
                        </w:rPr>
                        <w:t xml:space="preserve"> a skit to demonstrate a concept</w:t>
                      </w:r>
                    </w:p>
                    <w:p w14:paraId="205A299C" w14:textId="299E3625" w:rsidR="00B51C1D" w:rsidRDefault="00B51C1D" w:rsidP="00B51C1D">
                      <w:pPr>
                        <w:pStyle w:val="ListParagraph"/>
                        <w:numPr>
                          <w:ilvl w:val="0"/>
                          <w:numId w:val="24"/>
                        </w:numPr>
                        <w:spacing w:after="0"/>
                        <w:rPr>
                          <w:sz w:val="20"/>
                          <w:szCs w:val="20"/>
                        </w:rPr>
                      </w:pPr>
                      <w:proofErr w:type="gramStart"/>
                      <w:r>
                        <w:rPr>
                          <w:sz w:val="20"/>
                          <w:szCs w:val="20"/>
                        </w:rPr>
                        <w:t>or</w:t>
                      </w:r>
                      <w:proofErr w:type="gramEnd"/>
                      <w:r>
                        <w:rPr>
                          <w:sz w:val="20"/>
                          <w:szCs w:val="20"/>
                        </w:rPr>
                        <w:t xml:space="preserve"> act out a mystery concept to their peers while other groups guess.</w:t>
                      </w:r>
                    </w:p>
                    <w:p w14:paraId="6C33CF26" w14:textId="77777777" w:rsidR="00B51C1D" w:rsidRDefault="00B51C1D" w:rsidP="00B51C1D">
                      <w:pPr>
                        <w:spacing w:after="0"/>
                        <w:rPr>
                          <w:sz w:val="20"/>
                          <w:szCs w:val="20"/>
                        </w:rPr>
                      </w:pPr>
                    </w:p>
                    <w:p w14:paraId="63A770C6" w14:textId="24D721AE" w:rsidR="00B51C1D" w:rsidRDefault="00B51C1D" w:rsidP="00B51C1D">
                      <w:pPr>
                        <w:spacing w:after="0"/>
                        <w:rPr>
                          <w:b/>
                        </w:rPr>
                      </w:pPr>
                      <w:r w:rsidRPr="00B51C1D">
                        <w:rPr>
                          <w:b/>
                        </w:rPr>
                        <w:t xml:space="preserve">Simulations </w:t>
                      </w:r>
                    </w:p>
                    <w:p w14:paraId="1A9EE054" w14:textId="4EA814C4" w:rsidR="00B51C1D" w:rsidRDefault="00B51C1D" w:rsidP="00300861">
                      <w:pPr>
                        <w:pStyle w:val="ListParagraph"/>
                        <w:numPr>
                          <w:ilvl w:val="0"/>
                          <w:numId w:val="26"/>
                        </w:numPr>
                        <w:spacing w:after="0"/>
                        <w:rPr>
                          <w:sz w:val="20"/>
                          <w:szCs w:val="20"/>
                        </w:rPr>
                      </w:pPr>
                      <w:proofErr w:type="gramStart"/>
                      <w:r>
                        <w:rPr>
                          <w:sz w:val="20"/>
                          <w:szCs w:val="20"/>
                        </w:rPr>
                        <w:t>have</w:t>
                      </w:r>
                      <w:proofErr w:type="gramEnd"/>
                      <w:r>
                        <w:rPr>
                          <w:sz w:val="20"/>
                          <w:szCs w:val="20"/>
                        </w:rPr>
                        <w:t xml:space="preserve"> students </w:t>
                      </w:r>
                      <w:r w:rsidR="00300861">
                        <w:rPr>
                          <w:sz w:val="20"/>
                          <w:szCs w:val="20"/>
                        </w:rPr>
                        <w:t>participate in a recreation of</w:t>
                      </w:r>
                      <w:r>
                        <w:rPr>
                          <w:sz w:val="20"/>
                          <w:szCs w:val="20"/>
                        </w:rPr>
                        <w:t xml:space="preserve"> what it would be like to shop in a Chinese market, have a traditional dinner, etc. </w:t>
                      </w:r>
                    </w:p>
                    <w:p w14:paraId="48CC2A91" w14:textId="77777777" w:rsidR="00B51C1D" w:rsidRDefault="00B51C1D" w:rsidP="00B51C1D">
                      <w:pPr>
                        <w:spacing w:after="0"/>
                        <w:rPr>
                          <w:sz w:val="20"/>
                          <w:szCs w:val="20"/>
                        </w:rPr>
                      </w:pPr>
                    </w:p>
                    <w:p w14:paraId="708700A3" w14:textId="4F1D2BE8" w:rsidR="00B51C1D" w:rsidRPr="00300861" w:rsidRDefault="00300861" w:rsidP="00B51C1D">
                      <w:pPr>
                        <w:spacing w:after="0"/>
                        <w:rPr>
                          <w:b/>
                        </w:rPr>
                      </w:pPr>
                      <w:r w:rsidRPr="00300861">
                        <w:rPr>
                          <w:b/>
                        </w:rPr>
                        <w:t>Cut and Pastes</w:t>
                      </w:r>
                    </w:p>
                    <w:p w14:paraId="7518AFCC" w14:textId="6DCFFB75" w:rsidR="00300861" w:rsidRDefault="00300861" w:rsidP="00300861">
                      <w:pPr>
                        <w:pStyle w:val="ListParagraph"/>
                        <w:numPr>
                          <w:ilvl w:val="0"/>
                          <w:numId w:val="27"/>
                        </w:numPr>
                        <w:spacing w:after="0"/>
                        <w:rPr>
                          <w:sz w:val="20"/>
                          <w:szCs w:val="20"/>
                        </w:rPr>
                      </w:pPr>
                      <w:proofErr w:type="gramStart"/>
                      <w:r>
                        <w:rPr>
                          <w:sz w:val="20"/>
                          <w:szCs w:val="20"/>
                        </w:rPr>
                        <w:t>this</w:t>
                      </w:r>
                      <w:proofErr w:type="gramEnd"/>
                      <w:r>
                        <w:rPr>
                          <w:sz w:val="20"/>
                          <w:szCs w:val="20"/>
                        </w:rPr>
                        <w:t xml:space="preserve"> is a hands-on activity of manipulating concepts, analyzing them, and moving them around would work whenever the students are begin asked to understand characteristics of concepts within distinct principles that apply to each. </w:t>
                      </w:r>
                    </w:p>
                    <w:p w14:paraId="5EEE98FC" w14:textId="5BF59662" w:rsidR="00300861" w:rsidRDefault="00300861" w:rsidP="00300861">
                      <w:pPr>
                        <w:pStyle w:val="ListParagraph"/>
                        <w:numPr>
                          <w:ilvl w:val="0"/>
                          <w:numId w:val="27"/>
                        </w:numPr>
                        <w:spacing w:after="0"/>
                        <w:rPr>
                          <w:sz w:val="20"/>
                          <w:szCs w:val="20"/>
                        </w:rPr>
                      </w:pPr>
                      <w:r>
                        <w:rPr>
                          <w:sz w:val="20"/>
                          <w:szCs w:val="20"/>
                        </w:rPr>
                        <w:t xml:space="preserve">Example: if you were studying prefixes and suffixes, you could challenge your students to cut and paste as many answers as possible with the fewest root words. </w:t>
                      </w:r>
                    </w:p>
                    <w:p w14:paraId="77971B98" w14:textId="77777777" w:rsidR="00300861" w:rsidRDefault="00300861" w:rsidP="00300861">
                      <w:pPr>
                        <w:spacing w:after="0"/>
                        <w:rPr>
                          <w:sz w:val="20"/>
                          <w:szCs w:val="20"/>
                        </w:rPr>
                      </w:pPr>
                    </w:p>
                    <w:p w14:paraId="580EA366" w14:textId="0C1EB490" w:rsidR="00300861" w:rsidRDefault="00300861" w:rsidP="00300861">
                      <w:pPr>
                        <w:spacing w:after="0"/>
                        <w:rPr>
                          <w:b/>
                        </w:rPr>
                      </w:pPr>
                      <w:r w:rsidRPr="00300861">
                        <w:rPr>
                          <w:b/>
                        </w:rPr>
                        <w:t>Read Aloud</w:t>
                      </w:r>
                    </w:p>
                    <w:p w14:paraId="70E9B91C" w14:textId="73CCCCAC" w:rsidR="00300861" w:rsidRDefault="00300861" w:rsidP="00300861">
                      <w:pPr>
                        <w:pStyle w:val="ListParagraph"/>
                        <w:numPr>
                          <w:ilvl w:val="0"/>
                          <w:numId w:val="28"/>
                        </w:numPr>
                        <w:spacing w:after="0"/>
                        <w:rPr>
                          <w:sz w:val="20"/>
                          <w:szCs w:val="20"/>
                        </w:rPr>
                      </w:pPr>
                      <w:r>
                        <w:rPr>
                          <w:sz w:val="20"/>
                          <w:szCs w:val="20"/>
                        </w:rPr>
                        <w:t>Beneficial for students learning academic language within a meaningful context.</w:t>
                      </w:r>
                    </w:p>
                    <w:p w14:paraId="3EE8608D" w14:textId="12D4DF51" w:rsidR="00300861" w:rsidRPr="00300861" w:rsidRDefault="00300861" w:rsidP="00300861">
                      <w:pPr>
                        <w:pStyle w:val="ListParagraph"/>
                        <w:numPr>
                          <w:ilvl w:val="0"/>
                          <w:numId w:val="28"/>
                        </w:numPr>
                        <w:spacing w:after="0"/>
                        <w:rPr>
                          <w:sz w:val="20"/>
                          <w:szCs w:val="20"/>
                        </w:rPr>
                      </w:pPr>
                      <w:r>
                        <w:rPr>
                          <w:sz w:val="20"/>
                          <w:szCs w:val="20"/>
                        </w:rPr>
                        <w:t xml:space="preserve">This is basically reading a story aloud to students. </w:t>
                      </w:r>
                    </w:p>
                  </w:txbxContent>
                </v:textbox>
                <w10:wrap type="through" anchorx="page" anchory="page"/>
              </v:shape>
            </w:pict>
          </mc:Fallback>
        </mc:AlternateContent>
      </w:r>
      <w:r w:rsidR="00295E09">
        <w:rPr>
          <w:noProof/>
        </w:rPr>
        <mc:AlternateContent>
          <mc:Choice Requires="wps">
            <w:drawing>
              <wp:anchor distT="0" distB="0" distL="114300" distR="114300" simplePos="0" relativeHeight="251691248" behindDoc="0" locked="0" layoutInCell="1" allowOverlap="1" wp14:anchorId="4EF3E975" wp14:editId="67ABC67D">
                <wp:simplePos x="0" y="0"/>
                <wp:positionH relativeFrom="page">
                  <wp:posOffset>381000</wp:posOffset>
                </wp:positionH>
                <wp:positionV relativeFrom="page">
                  <wp:posOffset>685800</wp:posOffset>
                </wp:positionV>
                <wp:extent cx="7025640" cy="567902"/>
                <wp:effectExtent l="0" t="0" r="10160" b="0"/>
                <wp:wrapNone/>
                <wp:docPr id="246"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5640" cy="567902"/>
                        </a:xfrm>
                        <a:prstGeom prst="rect">
                          <a:avLst/>
                        </a:prstGeom>
                        <a:solidFill>
                          <a:srgbClr val="663364"/>
                        </a:solidFill>
                        <a:ln>
                          <a:noFill/>
                        </a:ln>
                        <a:effectLst/>
                        <a:extLst/>
                      </wps:spPr>
                      <wps:txbx>
                        <w:txbxContent>
                          <w:p w14:paraId="0204746E" w14:textId="673BAC59" w:rsidR="00B51C1D" w:rsidRPr="00DF22C2" w:rsidRDefault="00B51C1D" w:rsidP="00295E09">
                            <w:pPr>
                              <w:spacing w:after="0"/>
                              <w:jc w:val="center"/>
                              <w:rPr>
                                <w:b/>
                                <w:color w:val="FFFFFF" w:themeColor="background1"/>
                                <w:sz w:val="48"/>
                                <w:szCs w:val="48"/>
                              </w:rPr>
                            </w:pPr>
                            <w:r>
                              <w:rPr>
                                <w:b/>
                                <w:color w:val="FFFFFF" w:themeColor="background1"/>
                                <w:sz w:val="48"/>
                                <w:szCs w:val="48"/>
                              </w:rPr>
                              <w:t>#6</w:t>
                            </w:r>
                            <w:r w:rsidRPr="00DF22C2">
                              <w:rPr>
                                <w:b/>
                                <w:color w:val="FFFFFF" w:themeColor="background1"/>
                                <w:sz w:val="48"/>
                                <w:szCs w:val="48"/>
                              </w:rPr>
                              <w:t xml:space="preserve">   </w:t>
                            </w:r>
                            <w:r w:rsidRPr="00DF22C2">
                              <w:rPr>
                                <w:b/>
                                <w:color w:val="FFFFFF" w:themeColor="background1"/>
                                <w:sz w:val="48"/>
                                <w:szCs w:val="48"/>
                              </w:rPr>
                              <w:tab/>
                              <w:t>TPTs</w:t>
                            </w:r>
                            <w:r>
                              <w:rPr>
                                <w:b/>
                                <w:color w:val="FFFFFF" w:themeColor="background1"/>
                                <w:sz w:val="48"/>
                                <w:szCs w:val="48"/>
                              </w:rPr>
                              <w:t xml:space="preserve"> Involving Movement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3" style="position:absolute;margin-left:30pt;margin-top:54pt;width:553.2pt;height:44.7pt;z-index:25169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" fillcolor="#663364" stroked="f">
                <v:textbox inset=",7.2pt,,7.2pt">
                  <w:txbxContent>
                    <w:p w14:paraId="0204746E" w14:textId="673BAC59" w:rsidR="00B51C1D" w:rsidRPr="00DF22C2" w:rsidRDefault="00B51C1D" w:rsidP="00295E09">
                      <w:pPr>
                        <w:spacing w:after="0"/>
                        <w:jc w:val="center"/>
                        <w:rPr>
                          <w:b/>
                          <w:color w:val="FFFFFF" w:themeColor="background1"/>
                          <w:sz w:val="48"/>
                          <w:szCs w:val="48"/>
                        </w:rPr>
                      </w:pPr>
                      <w:r>
                        <w:rPr>
                          <w:b/>
                          <w:color w:val="FFFFFF" w:themeColor="background1"/>
                          <w:sz w:val="48"/>
                          <w:szCs w:val="48"/>
                        </w:rPr>
                        <w:t>#6</w:t>
                      </w:r>
                      <w:r w:rsidRPr="00DF22C2">
                        <w:rPr>
                          <w:b/>
                          <w:color w:val="FFFFFF" w:themeColor="background1"/>
                          <w:sz w:val="48"/>
                          <w:szCs w:val="48"/>
                        </w:rPr>
                        <w:t xml:space="preserve">   </w:t>
                      </w:r>
                      <w:r w:rsidRPr="00DF22C2">
                        <w:rPr>
                          <w:b/>
                          <w:color w:val="FFFFFF" w:themeColor="background1"/>
                          <w:sz w:val="48"/>
                          <w:szCs w:val="48"/>
                        </w:rPr>
                        <w:tab/>
                        <w:t>TPTs</w:t>
                      </w:r>
                      <w:r>
                        <w:rPr>
                          <w:b/>
                          <w:color w:val="FFFFFF" w:themeColor="background1"/>
                          <w:sz w:val="48"/>
                          <w:szCs w:val="48"/>
                        </w:rPr>
                        <w:t xml:space="preserve"> Involving Movement</w:t>
                      </w:r>
                    </w:p>
                  </w:txbxContent>
                </v:textbox>
                <w10:wrap anchorx="page" anchory="page"/>
              </v:rect>
            </w:pict>
          </mc:Fallback>
        </mc:AlternateContent>
      </w:r>
    </w:p>
    <w:sectPr w:rsidR="007F43BD" w:rsidSect="007F43BD">
      <w:headerReference w:type="even" r:id="rId9"/>
      <w:headerReference w:type="default" r:id="rId10"/>
      <w:footerReference w:type="even" r:id="rId11"/>
      <w:footerReference w:type="default" r:id="rId12"/>
      <w:headerReference w:type="first" r:id="rId13"/>
      <w:footerReference w:type="first" r:id="rId14"/>
      <w:pgSz w:w="12240" w:h="15840"/>
      <w:pgMar w:top="1080" w:right="576" w:bottom="1080" w:left="576" w:header="576" w:footer="576"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A565E6" w14:textId="77777777" w:rsidR="006378AB" w:rsidRDefault="006378AB">
      <w:pPr>
        <w:spacing w:after="0"/>
      </w:pPr>
      <w:r>
        <w:separator/>
      </w:r>
    </w:p>
  </w:endnote>
  <w:endnote w:type="continuationSeparator" w:id="0">
    <w:p w14:paraId="7EA00FC8" w14:textId="77777777" w:rsidR="006378AB" w:rsidRDefault="006378A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Rockwell">
    <w:panose1 w:val="02060603020205020403"/>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60E0DC" w14:textId="77777777" w:rsidR="00B51C1D" w:rsidRDefault="00B51C1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231CE" w14:textId="77777777" w:rsidR="00B51C1D" w:rsidRDefault="00B51C1D">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9585E" w14:textId="0BA85823" w:rsidR="00B51C1D" w:rsidRDefault="00B51C1D">
    <w:pPr>
      <w:pStyle w:val="Footer"/>
    </w:pPr>
    <w:r>
      <w:rPr>
        <w:noProof/>
      </w:rPr>
      <mc:AlternateContent>
        <mc:Choice Requires="wps">
          <w:drawing>
            <wp:anchor distT="0" distB="0" distL="114300" distR="114300" simplePos="0" relativeHeight="251660293" behindDoc="0" locked="0" layoutInCell="1" allowOverlap="1" wp14:anchorId="5449DC2E" wp14:editId="3090A3A8">
              <wp:simplePos x="0" y="0"/>
              <wp:positionH relativeFrom="column">
                <wp:posOffset>228600</wp:posOffset>
              </wp:positionH>
              <wp:positionV relativeFrom="paragraph">
                <wp:posOffset>-140970</wp:posOffset>
              </wp:positionV>
              <wp:extent cx="6400800" cy="2286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64008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944A7B" w14:textId="77777777" w:rsidR="00B51C1D" w:rsidRPr="00D246F5" w:rsidRDefault="00B51C1D" w:rsidP="001B449F">
                          <w:pPr>
                            <w:rPr>
                              <w:sz w:val="20"/>
                              <w:szCs w:val="20"/>
                            </w:rPr>
                          </w:pPr>
                          <w:r>
                            <w:rPr>
                              <w:sz w:val="20"/>
                              <w:szCs w:val="20"/>
                            </w:rPr>
                            <w:t xml:space="preserve">Presented By: </w:t>
                          </w:r>
                          <w:r w:rsidRPr="001B449F">
                            <w:rPr>
                              <w:color w:val="74367A" w:themeColor="text2" w:themeTint="BF"/>
                              <w:sz w:val="20"/>
                              <w:szCs w:val="20"/>
                            </w:rPr>
                            <w:t>Ann Tollefson</w:t>
                          </w:r>
                          <w:r>
                            <w:rPr>
                              <w:sz w:val="20"/>
                              <w:szCs w:val="20"/>
                            </w:rPr>
                            <w:t xml:space="preserve">, </w:t>
                          </w:r>
                          <w:hyperlink r:id="rId1" w:history="1">
                            <w:r w:rsidRPr="001B449F">
                              <w:rPr>
                                <w:rStyle w:val="Hyperlink"/>
                                <w:color w:val="B770B7" w:themeColor="accent1" w:themeTint="99"/>
                                <w:sz w:val="20"/>
                                <w:szCs w:val="20"/>
                              </w:rPr>
                              <w:t>tollefson.ann@gmail.com</w:t>
                            </w:r>
                          </w:hyperlink>
                          <w:r>
                            <w:rPr>
                              <w:sz w:val="20"/>
                              <w:szCs w:val="20"/>
                            </w:rPr>
                            <w:t xml:space="preserve"> &amp; </w:t>
                          </w:r>
                          <w:r w:rsidRPr="001B449F">
                            <w:rPr>
                              <w:color w:val="74367A" w:themeColor="text2" w:themeTint="BF"/>
                              <w:sz w:val="20"/>
                              <w:szCs w:val="20"/>
                            </w:rPr>
                            <w:t>Alyssa Villarreal</w:t>
                          </w:r>
                          <w:r>
                            <w:rPr>
                              <w:sz w:val="20"/>
                              <w:szCs w:val="20"/>
                            </w:rPr>
                            <w:t xml:space="preserve">, </w:t>
                          </w:r>
                          <w:hyperlink r:id="rId2" w:history="1">
                            <w:r w:rsidRPr="001B449F">
                              <w:rPr>
                                <w:rStyle w:val="Hyperlink"/>
                                <w:color w:val="B770B7" w:themeColor="accent1" w:themeTint="99"/>
                                <w:sz w:val="20"/>
                                <w:szCs w:val="20"/>
                              </w:rPr>
                              <w:t>villarrealam@mcsk12.net</w:t>
                            </w:r>
                          </w:hyperlink>
                          <w:r>
                            <w:rPr>
                              <w:sz w:val="20"/>
                              <w:szCs w:val="20"/>
                            </w:rPr>
                            <w:t xml:space="preserve">  </w:t>
                          </w:r>
                        </w:p>
                        <w:p w14:paraId="1AFA33F7" w14:textId="77777777" w:rsidR="00B51C1D" w:rsidRPr="00D246F5" w:rsidRDefault="00B51C1D" w:rsidP="001B449F">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3" o:spid="_x0000_s1084" type="#_x0000_t202" style="position:absolute;margin-left:18pt;margin-top:-11.05pt;width:7in;height:18pt;z-index:251660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" filled="f" stroked="f">
              <v:textbox>
                <w:txbxContent>
                  <w:p w14:paraId="73944A7B" w14:textId="77777777" w:rsidR="00B51C1D" w:rsidRPr="00D246F5" w:rsidRDefault="00B51C1D" w:rsidP="001B449F">
                    <w:pPr>
                      <w:rPr>
                        <w:sz w:val="20"/>
                        <w:szCs w:val="20"/>
                      </w:rPr>
                    </w:pPr>
                    <w:r>
                      <w:rPr>
                        <w:sz w:val="20"/>
                        <w:szCs w:val="20"/>
                      </w:rPr>
                      <w:t xml:space="preserve">Presented By: </w:t>
                    </w:r>
                    <w:r w:rsidRPr="001B449F">
                      <w:rPr>
                        <w:color w:val="74367A" w:themeColor="text2" w:themeTint="BF"/>
                        <w:sz w:val="20"/>
                        <w:szCs w:val="20"/>
                      </w:rPr>
                      <w:t>Ann Tollefson</w:t>
                    </w:r>
                    <w:r>
                      <w:rPr>
                        <w:sz w:val="20"/>
                        <w:szCs w:val="20"/>
                      </w:rPr>
                      <w:t xml:space="preserve">, </w:t>
                    </w:r>
                    <w:hyperlink r:id="rId3" w:history="1">
                      <w:r w:rsidRPr="001B449F">
                        <w:rPr>
                          <w:rStyle w:val="Hyperlink"/>
                          <w:color w:val="B770B7" w:themeColor="accent1" w:themeTint="99"/>
                          <w:sz w:val="20"/>
                          <w:szCs w:val="20"/>
                        </w:rPr>
                        <w:t>tollefson.ann@gmail.com</w:t>
                      </w:r>
                    </w:hyperlink>
                    <w:r>
                      <w:rPr>
                        <w:sz w:val="20"/>
                        <w:szCs w:val="20"/>
                      </w:rPr>
                      <w:t xml:space="preserve"> &amp; </w:t>
                    </w:r>
                    <w:r w:rsidRPr="001B449F">
                      <w:rPr>
                        <w:color w:val="74367A" w:themeColor="text2" w:themeTint="BF"/>
                        <w:sz w:val="20"/>
                        <w:szCs w:val="20"/>
                      </w:rPr>
                      <w:t>Alyssa Villarreal</w:t>
                    </w:r>
                    <w:r>
                      <w:rPr>
                        <w:sz w:val="20"/>
                        <w:szCs w:val="20"/>
                      </w:rPr>
                      <w:t xml:space="preserve">, </w:t>
                    </w:r>
                    <w:hyperlink r:id="rId4" w:history="1">
                      <w:r w:rsidRPr="001B449F">
                        <w:rPr>
                          <w:rStyle w:val="Hyperlink"/>
                          <w:color w:val="B770B7" w:themeColor="accent1" w:themeTint="99"/>
                          <w:sz w:val="20"/>
                          <w:szCs w:val="20"/>
                        </w:rPr>
                        <w:t>villarrealam@mcsk12.net</w:t>
                      </w:r>
                    </w:hyperlink>
                    <w:r>
                      <w:rPr>
                        <w:sz w:val="20"/>
                        <w:szCs w:val="20"/>
                      </w:rPr>
                      <w:t xml:space="preserve">  </w:t>
                    </w:r>
                  </w:p>
                  <w:p w14:paraId="1AFA33F7" w14:textId="77777777" w:rsidR="00B51C1D" w:rsidRPr="00D246F5" w:rsidRDefault="00B51C1D" w:rsidP="001B449F">
                    <w:pPr>
                      <w:rPr>
                        <w:sz w:val="20"/>
                        <w:szCs w:val="20"/>
                      </w:rPr>
                    </w:pPr>
                  </w:p>
                </w:txbxContent>
              </v:textbox>
            </v:shape>
          </w:pict>
        </mc:Fallback>
      </mc:AlternateContent>
    </w:r>
    <w:r>
      <w:rPr>
        <w:noProof/>
      </w:rPr>
      <mc:AlternateContent>
        <mc:Choice Requires="wps">
          <w:drawing>
            <wp:anchor distT="0" distB="0" distL="114300" distR="114300" simplePos="0" relativeHeight="251658243" behindDoc="0" locked="0" layoutInCell="1" allowOverlap="1" wp14:anchorId="7CFD6EE6" wp14:editId="219476C0">
              <wp:simplePos x="0" y="0"/>
              <wp:positionH relativeFrom="page">
                <wp:posOffset>365760</wp:posOffset>
              </wp:positionH>
              <wp:positionV relativeFrom="page">
                <wp:posOffset>9372600</wp:posOffset>
              </wp:positionV>
              <wp:extent cx="7040880" cy="0"/>
              <wp:effectExtent l="10160" t="12700" r="22860" b="25400"/>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40880" cy="0"/>
                      </a:xfrm>
                      <a:prstGeom prst="line">
                        <a:avLst/>
                      </a:prstGeom>
                      <a:noFill/>
                      <a:ln w="12700">
                        <a:solidFill>
                          <a:schemeClr val="bg1">
                            <a:lumMod val="65000"/>
                            <a:lumOff val="0"/>
                          </a:schemeClr>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a:effectLst>
                              <a:outerShdw blurRad="38100" dist="2540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8.8pt,738pt" to="583.2pt,7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" strokecolor="#a5a5a5 [2092]" strokeweight="1pt">
              <v:shadow opacity="22938f" mv:blur="38100f" offset="0,2pt"/>
              <w10:wrap anchorx="page" anchory="page"/>
            </v:lin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A3C36B" w14:textId="77777777" w:rsidR="006378AB" w:rsidRDefault="006378AB">
      <w:pPr>
        <w:spacing w:after="0"/>
      </w:pPr>
      <w:r>
        <w:separator/>
      </w:r>
    </w:p>
  </w:footnote>
  <w:footnote w:type="continuationSeparator" w:id="0">
    <w:p w14:paraId="2663AE58" w14:textId="77777777" w:rsidR="006378AB" w:rsidRDefault="006378AB">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3980A4" w14:textId="77777777" w:rsidR="00B51C1D" w:rsidRDefault="00B51C1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493201" w14:textId="51090646" w:rsidR="00B51C1D" w:rsidRDefault="00B51C1D">
    <w:pPr>
      <w:pStyle w:val="Header"/>
    </w:pPr>
    <w:r>
      <w:rPr>
        <w:noProof/>
      </w:rPr>
      <mc:AlternateContent>
        <mc:Choice Requires="wps">
          <w:drawing>
            <wp:anchor distT="0" distB="0" distL="114300" distR="114300" simplePos="0" relativeHeight="251658244" behindDoc="0" locked="0" layoutInCell="1" allowOverlap="1" wp14:anchorId="41203CDD" wp14:editId="6242918E">
              <wp:simplePos x="0" y="0"/>
              <wp:positionH relativeFrom="page">
                <wp:posOffset>365760</wp:posOffset>
              </wp:positionH>
              <wp:positionV relativeFrom="page">
                <wp:posOffset>685800</wp:posOffset>
              </wp:positionV>
              <wp:extent cx="7040880" cy="0"/>
              <wp:effectExtent l="10160" t="12700" r="22860" b="25400"/>
              <wp:wrapNone/>
              <wp:docPr id="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40880" cy="0"/>
                      </a:xfrm>
                      <a:prstGeom prst="line">
                        <a:avLst/>
                      </a:prstGeom>
                      <a:noFill/>
                      <a:ln w="12700">
                        <a:solidFill>
                          <a:schemeClr val="bg1">
                            <a:lumMod val="65000"/>
                            <a:lumOff val="0"/>
                          </a:schemeClr>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a:effectLst>
                              <a:outerShdw blurRad="38100" dist="2540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8.8pt,54pt" to="583.2pt,5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" strokecolor="#a5a5a5 [2092]" strokeweight="1pt">
              <v:shadow opacity="22938f" mv:blur="38100f" offset="0,2pt"/>
              <w10:wrap anchorx="page" anchory="page"/>
            </v:line>
          </w:pict>
        </mc:Fallback>
      </mc:AlternateContent>
    </w:r>
    <w:r>
      <w:rPr>
        <w:noProof/>
      </w:rPr>
      <mc:AlternateContent>
        <mc:Choice Requires="wps">
          <w:drawing>
            <wp:anchor distT="0" distB="0" distL="114300" distR="114300" simplePos="0" relativeHeight="251658245" behindDoc="0" locked="0" layoutInCell="1" allowOverlap="1" wp14:anchorId="006C4597" wp14:editId="54B65200">
              <wp:simplePos x="0" y="0"/>
              <wp:positionH relativeFrom="page">
                <wp:posOffset>365760</wp:posOffset>
              </wp:positionH>
              <wp:positionV relativeFrom="page">
                <wp:posOffset>9372600</wp:posOffset>
              </wp:positionV>
              <wp:extent cx="7040880" cy="0"/>
              <wp:effectExtent l="10160" t="12700" r="22860" b="25400"/>
              <wp:wrapNone/>
              <wp:docPr id="7"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40880" cy="0"/>
                      </a:xfrm>
                      <a:prstGeom prst="line">
                        <a:avLst/>
                      </a:prstGeom>
                      <a:noFill/>
                      <a:ln w="12700">
                        <a:solidFill>
                          <a:schemeClr val="bg1">
                            <a:lumMod val="65000"/>
                            <a:lumOff val="0"/>
                          </a:schemeClr>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a:effectLst>
                              <a:outerShdw blurRad="38100" dist="2540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8.8pt,738pt" to="583.2pt,7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" strokecolor="#a5a5a5 [2092]" strokeweight="1pt">
              <v:shadow opacity="22938f" mv:blur="38100f" offset="0,2pt"/>
              <w10:wrap anchorx="page" anchory="page"/>
            </v:line>
          </w:pict>
        </mc:Fallback>
      </mc:AlternateConten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87EFE9" w14:textId="77777777" w:rsidR="00B51C1D" w:rsidRDefault="00B51C1D">
    <w:pPr>
      <w:pStyle w:val="Header"/>
    </w:pPr>
    <w:r>
      <w:rPr>
        <w:noProof/>
      </w:rPr>
      <mc:AlternateContent>
        <mc:Choice Requires="wps">
          <w:drawing>
            <wp:anchor distT="0" distB="0" distL="114300" distR="114300" simplePos="0" relativeHeight="251658242" behindDoc="0" locked="0" layoutInCell="1" allowOverlap="1" wp14:anchorId="32F4B1DC" wp14:editId="70580D26">
              <wp:simplePos x="0" y="0"/>
              <wp:positionH relativeFrom="page">
                <wp:posOffset>365760</wp:posOffset>
              </wp:positionH>
              <wp:positionV relativeFrom="page">
                <wp:posOffset>685800</wp:posOffset>
              </wp:positionV>
              <wp:extent cx="7040880" cy="0"/>
              <wp:effectExtent l="10160" t="12700" r="22860" b="25400"/>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40880" cy="0"/>
                      </a:xfrm>
                      <a:prstGeom prst="line">
                        <a:avLst/>
                      </a:prstGeom>
                      <a:noFill/>
                      <a:ln w="12700">
                        <a:solidFill>
                          <a:schemeClr val="bg1">
                            <a:lumMod val="65000"/>
                            <a:lumOff val="0"/>
                          </a:schemeClr>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a:effectLst>
                              <a:outerShdw blurRad="38100" dist="2540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8.8pt,54pt" to="583.2pt,5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" strokecolor="#a5a5a5 [2092]" strokeweight="1pt">
              <v:shadow opacity="22938f" mv:blur="38100f" offset="0,2pt"/>
              <w10:wrap anchorx="page" anchory="page"/>
            </v:lin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A1064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2F27A2"/>
    <w:multiLevelType w:val="hybridMultilevel"/>
    <w:tmpl w:val="587E60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202848"/>
    <w:multiLevelType w:val="hybridMultilevel"/>
    <w:tmpl w:val="040A5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1B7BDC"/>
    <w:multiLevelType w:val="hybridMultilevel"/>
    <w:tmpl w:val="0FD844AC"/>
    <w:lvl w:ilvl="0" w:tplc="6270CE90">
      <w:start w:val="1"/>
      <w:numFmt w:val="bullet"/>
      <w:lvlText w:val=""/>
      <w:lvlJc w:val="left"/>
      <w:pPr>
        <w:ind w:left="1080" w:hanging="360"/>
      </w:pPr>
      <w:rPr>
        <w:rFonts w:ascii="Wingdings 2" w:hAnsi="Wingdings 2"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7EF00F8"/>
    <w:multiLevelType w:val="hybridMultilevel"/>
    <w:tmpl w:val="C7B401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5D6BB7"/>
    <w:multiLevelType w:val="hybridMultilevel"/>
    <w:tmpl w:val="4128E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8E21A7"/>
    <w:multiLevelType w:val="hybridMultilevel"/>
    <w:tmpl w:val="87D09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A26C62"/>
    <w:multiLevelType w:val="hybridMultilevel"/>
    <w:tmpl w:val="7416C9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7E7A6A"/>
    <w:multiLevelType w:val="hybridMultilevel"/>
    <w:tmpl w:val="2D267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DB5A52"/>
    <w:multiLevelType w:val="hybridMultilevel"/>
    <w:tmpl w:val="BEBE10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A96FDB"/>
    <w:multiLevelType w:val="hybridMultilevel"/>
    <w:tmpl w:val="DE0856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DA6690"/>
    <w:multiLevelType w:val="hybridMultilevel"/>
    <w:tmpl w:val="FB2A4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ED24D3"/>
    <w:multiLevelType w:val="hybridMultilevel"/>
    <w:tmpl w:val="B51EB3D0"/>
    <w:lvl w:ilvl="0" w:tplc="6270CE90">
      <w:start w:val="1"/>
      <w:numFmt w:val="bullet"/>
      <w:lvlText w:val=""/>
      <w:lvlJc w:val="left"/>
      <w:pPr>
        <w:ind w:left="1080" w:hanging="360"/>
      </w:pPr>
      <w:rPr>
        <w:rFonts w:ascii="Wingdings 2" w:hAnsi="Wingdings 2"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FE40A1A"/>
    <w:multiLevelType w:val="hybridMultilevel"/>
    <w:tmpl w:val="88FA66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081F8E"/>
    <w:multiLevelType w:val="hybridMultilevel"/>
    <w:tmpl w:val="95F42EFE"/>
    <w:lvl w:ilvl="0" w:tplc="6270CE90">
      <w:start w:val="1"/>
      <w:numFmt w:val="bullet"/>
      <w:lvlText w:val=""/>
      <w:lvlJc w:val="left"/>
      <w:pPr>
        <w:ind w:left="1080" w:hanging="360"/>
      </w:pPr>
      <w:rPr>
        <w:rFonts w:ascii="Wingdings 2" w:hAnsi="Wingdings 2"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7810535"/>
    <w:multiLevelType w:val="hybridMultilevel"/>
    <w:tmpl w:val="BDF625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2F2A1D"/>
    <w:multiLevelType w:val="hybridMultilevel"/>
    <w:tmpl w:val="BCCC71AC"/>
    <w:lvl w:ilvl="0" w:tplc="0409000F">
      <w:start w:val="1"/>
      <w:numFmt w:val="decimal"/>
      <w:lvlText w:val="%1."/>
      <w:lvlJc w:val="left"/>
      <w:pPr>
        <w:ind w:left="773" w:hanging="360"/>
      </w:p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7">
    <w:nsid w:val="41495CD4"/>
    <w:multiLevelType w:val="hybridMultilevel"/>
    <w:tmpl w:val="E886F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B714BC"/>
    <w:multiLevelType w:val="hybridMultilevel"/>
    <w:tmpl w:val="4A2A8F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A7A68DC"/>
    <w:multiLevelType w:val="hybridMultilevel"/>
    <w:tmpl w:val="00C26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B83A5B"/>
    <w:multiLevelType w:val="hybridMultilevel"/>
    <w:tmpl w:val="EE4A25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6E3947"/>
    <w:multiLevelType w:val="hybridMultilevel"/>
    <w:tmpl w:val="3FE6D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9833E2B"/>
    <w:multiLevelType w:val="hybridMultilevel"/>
    <w:tmpl w:val="4EE4EB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0F05FA"/>
    <w:multiLevelType w:val="hybridMultilevel"/>
    <w:tmpl w:val="5A528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642F1C"/>
    <w:multiLevelType w:val="hybridMultilevel"/>
    <w:tmpl w:val="0AF228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2E50D0B"/>
    <w:multiLevelType w:val="hybridMultilevel"/>
    <w:tmpl w:val="27369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32064A6"/>
    <w:multiLevelType w:val="hybridMultilevel"/>
    <w:tmpl w:val="14CE9D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9A03424"/>
    <w:multiLevelType w:val="hybridMultilevel"/>
    <w:tmpl w:val="069E5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2"/>
  </w:num>
  <w:num w:numId="4">
    <w:abstractNumId w:val="14"/>
  </w:num>
  <w:num w:numId="5">
    <w:abstractNumId w:val="24"/>
  </w:num>
  <w:num w:numId="6">
    <w:abstractNumId w:val="18"/>
  </w:num>
  <w:num w:numId="7">
    <w:abstractNumId w:val="17"/>
  </w:num>
  <w:num w:numId="8">
    <w:abstractNumId w:val="25"/>
  </w:num>
  <w:num w:numId="9">
    <w:abstractNumId w:val="1"/>
  </w:num>
  <w:num w:numId="10">
    <w:abstractNumId w:val="16"/>
  </w:num>
  <w:num w:numId="11">
    <w:abstractNumId w:val="11"/>
  </w:num>
  <w:num w:numId="12">
    <w:abstractNumId w:val="2"/>
  </w:num>
  <w:num w:numId="13">
    <w:abstractNumId w:val="27"/>
  </w:num>
  <w:num w:numId="14">
    <w:abstractNumId w:val="4"/>
  </w:num>
  <w:num w:numId="15">
    <w:abstractNumId w:val="20"/>
  </w:num>
  <w:num w:numId="16">
    <w:abstractNumId w:val="7"/>
  </w:num>
  <w:num w:numId="17">
    <w:abstractNumId w:val="5"/>
  </w:num>
  <w:num w:numId="18">
    <w:abstractNumId w:val="6"/>
  </w:num>
  <w:num w:numId="19">
    <w:abstractNumId w:val="9"/>
  </w:num>
  <w:num w:numId="20">
    <w:abstractNumId w:val="13"/>
  </w:num>
  <w:num w:numId="21">
    <w:abstractNumId w:val="15"/>
  </w:num>
  <w:num w:numId="22">
    <w:abstractNumId w:val="22"/>
  </w:num>
  <w:num w:numId="23">
    <w:abstractNumId w:val="8"/>
  </w:num>
  <w:num w:numId="24">
    <w:abstractNumId w:val="26"/>
  </w:num>
  <w:num w:numId="25">
    <w:abstractNumId w:val="23"/>
  </w:num>
  <w:num w:numId="26">
    <w:abstractNumId w:val="10"/>
  </w:num>
  <w:num w:numId="27">
    <w:abstractNumId w:val="19"/>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embedSystemFonts/>
  <w:bordersDoNotSurroundHeader/>
  <w:bordersDoNotSurroundFooter/>
  <w:attachedTemplate r:id="rId1"/>
  <w:revisionView w:markup="0"/>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w:hdrShapeDefaults>
  <w:footnotePr>
    <w:footnote w:id="-1"/>
    <w:footnote w:id="0"/>
  </w:footnotePr>
  <w:endnotePr>
    <w:endnote w:id="-1"/>
    <w:endnote w:id="0"/>
  </w:endnotePr>
  <w:compat>
    <w:useFELayout/>
    <w:doNotAutofitConstrainedTables/>
    <w:splitPgBreakAndParaMark/>
    <w:doNotVertAlignCellWithSp/>
    <w:doNotBreakConstrainedForcedTable/>
    <w:useAnsiKerningPairs/>
    <w:cachedColBalan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 w:name="ShowStaticGuides" w:val="0"/>
  </w:docVars>
  <w:rsids>
    <w:rsidRoot w:val="007F43BD"/>
    <w:rsid w:val="00050829"/>
    <w:rsid w:val="000C710A"/>
    <w:rsid w:val="000E209E"/>
    <w:rsid w:val="001B449F"/>
    <w:rsid w:val="001B6CB1"/>
    <w:rsid w:val="001C353F"/>
    <w:rsid w:val="00213F52"/>
    <w:rsid w:val="002813E0"/>
    <w:rsid w:val="00295E09"/>
    <w:rsid w:val="00300861"/>
    <w:rsid w:val="00335125"/>
    <w:rsid w:val="0041033D"/>
    <w:rsid w:val="00413751"/>
    <w:rsid w:val="0048031D"/>
    <w:rsid w:val="00496F1C"/>
    <w:rsid w:val="004F54A5"/>
    <w:rsid w:val="00577C69"/>
    <w:rsid w:val="005E4BD0"/>
    <w:rsid w:val="005F1914"/>
    <w:rsid w:val="006338FC"/>
    <w:rsid w:val="006378AB"/>
    <w:rsid w:val="006965DC"/>
    <w:rsid w:val="0074593A"/>
    <w:rsid w:val="00755A3A"/>
    <w:rsid w:val="00761BC6"/>
    <w:rsid w:val="007F2140"/>
    <w:rsid w:val="007F43BD"/>
    <w:rsid w:val="008072F0"/>
    <w:rsid w:val="00836AEB"/>
    <w:rsid w:val="00846D70"/>
    <w:rsid w:val="00890ECB"/>
    <w:rsid w:val="008A2986"/>
    <w:rsid w:val="008D65DE"/>
    <w:rsid w:val="009032CF"/>
    <w:rsid w:val="009138C4"/>
    <w:rsid w:val="00924D2E"/>
    <w:rsid w:val="009365FF"/>
    <w:rsid w:val="00A06D5A"/>
    <w:rsid w:val="00A8110A"/>
    <w:rsid w:val="00AA0B49"/>
    <w:rsid w:val="00B51C1D"/>
    <w:rsid w:val="00B6723C"/>
    <w:rsid w:val="00B86ECD"/>
    <w:rsid w:val="00B91152"/>
    <w:rsid w:val="00BA693C"/>
    <w:rsid w:val="00C40DF3"/>
    <w:rsid w:val="00C72C31"/>
    <w:rsid w:val="00CC41DB"/>
    <w:rsid w:val="00D246F5"/>
    <w:rsid w:val="00D55CA8"/>
    <w:rsid w:val="00D960ED"/>
    <w:rsid w:val="00DC5679"/>
    <w:rsid w:val="00DC5DAC"/>
    <w:rsid w:val="00DF22C2"/>
    <w:rsid w:val="00E15347"/>
    <w:rsid w:val="00E4145E"/>
    <w:rsid w:val="00EA175C"/>
    <w:rsid w:val="00ED5C6F"/>
    <w:rsid w:val="00EF2192"/>
    <w:rsid w:val="00F544ED"/>
    <w:rsid w:val="00FB0BAE"/>
    <w:rsid w:val="00FC4F19"/>
    <w:rsid w:val="00FD54A8"/>
    <w:rsid w:val="00FF1CB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3A92B6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80">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DAC"/>
  </w:style>
  <w:style w:type="paragraph" w:styleId="Heading1">
    <w:name w:val="heading 1"/>
    <w:basedOn w:val="Normal"/>
    <w:link w:val="Heading1Char"/>
    <w:rsid w:val="0025693F"/>
    <w:pPr>
      <w:spacing w:after="0"/>
      <w:outlineLvl w:val="0"/>
    </w:pPr>
    <w:rPr>
      <w:rFonts w:asciiTheme="majorHAnsi" w:eastAsiaTheme="majorEastAsia" w:hAnsiTheme="majorHAnsi" w:cstheme="majorBidi"/>
      <w:bCs/>
      <w:color w:val="663366" w:themeColor="accent1"/>
      <w:sz w:val="72"/>
      <w:szCs w:val="32"/>
    </w:rPr>
  </w:style>
  <w:style w:type="paragraph" w:styleId="Heading2">
    <w:name w:val="heading 2"/>
    <w:basedOn w:val="Normal"/>
    <w:link w:val="Heading2Char"/>
    <w:rsid w:val="0025693F"/>
    <w:pPr>
      <w:spacing w:after="0"/>
      <w:outlineLvl w:val="1"/>
    </w:pPr>
    <w:rPr>
      <w:rFonts w:asciiTheme="majorHAnsi" w:eastAsiaTheme="majorEastAsia" w:hAnsiTheme="majorHAnsi" w:cstheme="majorBidi"/>
      <w:bCs/>
      <w:color w:val="666699" w:themeColor="accent3"/>
      <w:sz w:val="48"/>
      <w:szCs w:val="26"/>
    </w:rPr>
  </w:style>
  <w:style w:type="paragraph" w:styleId="Heading3">
    <w:name w:val="heading 3"/>
    <w:basedOn w:val="Normal"/>
    <w:link w:val="Heading3Char"/>
    <w:rsid w:val="00390C4C"/>
    <w:pPr>
      <w:spacing w:after="0"/>
      <w:outlineLvl w:val="2"/>
    </w:pPr>
    <w:rPr>
      <w:rFonts w:asciiTheme="majorHAnsi" w:eastAsiaTheme="majorEastAsia" w:hAnsiTheme="majorHAnsi" w:cstheme="majorBidi"/>
      <w:bCs/>
      <w:color w:val="663366" w:themeColor="accent1"/>
      <w:sz w:val="40"/>
    </w:rPr>
  </w:style>
  <w:style w:type="paragraph" w:styleId="Heading4">
    <w:name w:val="heading 4"/>
    <w:basedOn w:val="Normal"/>
    <w:link w:val="Heading4Char"/>
    <w:rsid w:val="00FC1E7F"/>
    <w:pPr>
      <w:spacing w:line="264" w:lineRule="auto"/>
      <w:outlineLvl w:val="3"/>
    </w:pPr>
    <w:rPr>
      <w:rFonts w:asciiTheme="majorHAnsi" w:eastAsiaTheme="majorEastAsia" w:hAnsiTheme="majorHAnsi" w:cstheme="majorBidi"/>
      <w:bCs/>
      <w:iCs/>
      <w:color w:val="666699" w:themeColor="accent3"/>
      <w:sz w:val="28"/>
    </w:rPr>
  </w:style>
  <w:style w:type="paragraph" w:styleId="Heading5">
    <w:name w:val="heading 5"/>
    <w:basedOn w:val="Normal"/>
    <w:link w:val="Heading5Char"/>
    <w:rsid w:val="00390C4C"/>
    <w:pPr>
      <w:spacing w:after="0"/>
      <w:outlineLvl w:val="4"/>
    </w:pPr>
    <w:rPr>
      <w:rFonts w:asciiTheme="majorHAnsi" w:eastAsiaTheme="majorEastAsia" w:hAnsiTheme="majorHAnsi" w:cstheme="majorBidi"/>
      <w:b/>
      <w:color w:val="C3AFCC" w:themeColor="background2"/>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0C4C"/>
    <w:pPr>
      <w:spacing w:after="0"/>
    </w:pPr>
    <w:rPr>
      <w:color w:val="595959" w:themeColor="text1" w:themeTint="A6"/>
    </w:rPr>
  </w:style>
  <w:style w:type="character" w:customStyle="1" w:styleId="HeaderChar">
    <w:name w:val="Header Char"/>
    <w:basedOn w:val="DefaultParagraphFont"/>
    <w:link w:val="Header"/>
    <w:uiPriority w:val="99"/>
    <w:rsid w:val="00390C4C"/>
    <w:rPr>
      <w:color w:val="595959" w:themeColor="text1" w:themeTint="A6"/>
    </w:rPr>
  </w:style>
  <w:style w:type="paragraph" w:styleId="Footer">
    <w:name w:val="footer"/>
    <w:basedOn w:val="Normal"/>
    <w:link w:val="FooterChar"/>
    <w:uiPriority w:val="99"/>
    <w:unhideWhenUsed/>
    <w:rsid w:val="00390C4C"/>
    <w:pPr>
      <w:spacing w:after="0"/>
    </w:pPr>
    <w:rPr>
      <w:color w:val="808080" w:themeColor="background1" w:themeShade="80"/>
    </w:rPr>
  </w:style>
  <w:style w:type="character" w:customStyle="1" w:styleId="FooterChar">
    <w:name w:val="Footer Char"/>
    <w:basedOn w:val="DefaultParagraphFont"/>
    <w:link w:val="Footer"/>
    <w:uiPriority w:val="99"/>
    <w:rsid w:val="00390C4C"/>
    <w:rPr>
      <w:color w:val="808080" w:themeColor="background1" w:themeShade="80"/>
    </w:rPr>
  </w:style>
  <w:style w:type="paragraph" w:customStyle="1" w:styleId="Symbol">
    <w:name w:val="Symbol"/>
    <w:basedOn w:val="Normal"/>
    <w:qFormat/>
    <w:rsid w:val="004A7631"/>
    <w:pPr>
      <w:spacing w:after="0"/>
    </w:pPr>
    <w:rPr>
      <w:b/>
      <w:sz w:val="60"/>
    </w:rPr>
  </w:style>
  <w:style w:type="paragraph" w:styleId="Title">
    <w:name w:val="Title"/>
    <w:basedOn w:val="Normal"/>
    <w:link w:val="TitleChar"/>
    <w:uiPriority w:val="10"/>
    <w:qFormat/>
    <w:rsid w:val="00390C4C"/>
    <w:pPr>
      <w:spacing w:after="0"/>
    </w:pPr>
    <w:rPr>
      <w:rFonts w:asciiTheme="majorHAnsi" w:eastAsiaTheme="majorEastAsia" w:hAnsiTheme="majorHAnsi" w:cstheme="majorBidi"/>
      <w:color w:val="595959" w:themeColor="text1" w:themeTint="A6"/>
      <w:sz w:val="48"/>
      <w:szCs w:val="52"/>
    </w:rPr>
  </w:style>
  <w:style w:type="character" w:customStyle="1" w:styleId="TitleChar">
    <w:name w:val="Title Char"/>
    <w:basedOn w:val="DefaultParagraphFont"/>
    <w:link w:val="Title"/>
    <w:uiPriority w:val="10"/>
    <w:rsid w:val="00390C4C"/>
    <w:rPr>
      <w:rFonts w:asciiTheme="majorHAnsi" w:eastAsiaTheme="majorEastAsia" w:hAnsiTheme="majorHAnsi" w:cstheme="majorBidi"/>
      <w:color w:val="595959" w:themeColor="text1" w:themeTint="A6"/>
      <w:sz w:val="48"/>
      <w:szCs w:val="52"/>
    </w:rPr>
  </w:style>
  <w:style w:type="paragraph" w:customStyle="1" w:styleId="BlockHeading">
    <w:name w:val="Block Heading"/>
    <w:basedOn w:val="Normal"/>
    <w:link w:val="BlockHeadingChar"/>
    <w:qFormat/>
    <w:rsid w:val="00390C4C"/>
    <w:pPr>
      <w:spacing w:after="0" w:line="264" w:lineRule="auto"/>
    </w:pPr>
    <w:rPr>
      <w:rFonts w:asciiTheme="majorHAnsi" w:eastAsiaTheme="majorEastAsia" w:hAnsiTheme="majorHAnsi" w:cstheme="majorBidi"/>
      <w:color w:val="FFFFFF" w:themeColor="background1"/>
      <w:sz w:val="28"/>
    </w:rPr>
  </w:style>
  <w:style w:type="character" w:customStyle="1" w:styleId="BlockHeadingChar">
    <w:name w:val="Block Heading Char"/>
    <w:basedOn w:val="DefaultParagraphFont"/>
    <w:link w:val="BlockHeading"/>
    <w:rsid w:val="00390C4C"/>
    <w:rPr>
      <w:rFonts w:asciiTheme="majorHAnsi" w:eastAsiaTheme="majorEastAsia" w:hAnsiTheme="majorHAnsi" w:cstheme="majorBidi"/>
      <w:color w:val="FFFFFF" w:themeColor="background1"/>
      <w:sz w:val="28"/>
    </w:rPr>
  </w:style>
  <w:style w:type="paragraph" w:styleId="Subtitle">
    <w:name w:val="Subtitle"/>
    <w:basedOn w:val="Normal"/>
    <w:link w:val="SubtitleChar"/>
    <w:rsid w:val="00390C4C"/>
    <w:pPr>
      <w:numPr>
        <w:ilvl w:val="1"/>
      </w:numPr>
      <w:spacing w:after="0"/>
    </w:pPr>
    <w:rPr>
      <w:rFonts w:asciiTheme="majorHAnsi" w:eastAsiaTheme="majorEastAsia" w:hAnsiTheme="majorHAnsi" w:cstheme="majorBidi"/>
      <w:iCs/>
      <w:color w:val="FFFFFF" w:themeColor="background1"/>
      <w:sz w:val="36"/>
    </w:rPr>
  </w:style>
  <w:style w:type="character" w:customStyle="1" w:styleId="SubtitleChar">
    <w:name w:val="Subtitle Char"/>
    <w:basedOn w:val="DefaultParagraphFont"/>
    <w:link w:val="Subtitle"/>
    <w:rsid w:val="00390C4C"/>
    <w:rPr>
      <w:rFonts w:asciiTheme="majorHAnsi" w:eastAsiaTheme="majorEastAsia" w:hAnsiTheme="majorHAnsi" w:cstheme="majorBidi"/>
      <w:iCs/>
      <w:color w:val="FFFFFF" w:themeColor="background1"/>
      <w:sz w:val="36"/>
    </w:rPr>
  </w:style>
  <w:style w:type="character" w:customStyle="1" w:styleId="Heading1Char">
    <w:name w:val="Heading 1 Char"/>
    <w:basedOn w:val="DefaultParagraphFont"/>
    <w:link w:val="Heading1"/>
    <w:rsid w:val="0025693F"/>
    <w:rPr>
      <w:rFonts w:asciiTheme="majorHAnsi" w:eastAsiaTheme="majorEastAsia" w:hAnsiTheme="majorHAnsi" w:cstheme="majorBidi"/>
      <w:bCs/>
      <w:color w:val="663366" w:themeColor="accent1"/>
      <w:sz w:val="72"/>
      <w:szCs w:val="32"/>
    </w:rPr>
  </w:style>
  <w:style w:type="character" w:customStyle="1" w:styleId="Heading2Char">
    <w:name w:val="Heading 2 Char"/>
    <w:basedOn w:val="DefaultParagraphFont"/>
    <w:link w:val="Heading2"/>
    <w:rsid w:val="0025693F"/>
    <w:rPr>
      <w:rFonts w:asciiTheme="majorHAnsi" w:eastAsiaTheme="majorEastAsia" w:hAnsiTheme="majorHAnsi" w:cstheme="majorBidi"/>
      <w:bCs/>
      <w:color w:val="666699" w:themeColor="accent3"/>
      <w:sz w:val="48"/>
      <w:szCs w:val="26"/>
    </w:rPr>
  </w:style>
  <w:style w:type="paragraph" w:styleId="BodyText">
    <w:name w:val="Body Text"/>
    <w:basedOn w:val="Normal"/>
    <w:link w:val="BodyTextChar"/>
    <w:uiPriority w:val="99"/>
    <w:rsid w:val="00390C4C"/>
    <w:pPr>
      <w:spacing w:line="360" w:lineRule="auto"/>
    </w:pPr>
    <w:rPr>
      <w:color w:val="595959" w:themeColor="text1" w:themeTint="A6"/>
      <w:sz w:val="20"/>
    </w:rPr>
  </w:style>
  <w:style w:type="character" w:customStyle="1" w:styleId="BodyTextChar">
    <w:name w:val="Body Text Char"/>
    <w:basedOn w:val="DefaultParagraphFont"/>
    <w:link w:val="BodyText"/>
    <w:uiPriority w:val="99"/>
    <w:rsid w:val="00390C4C"/>
    <w:rPr>
      <w:color w:val="595959" w:themeColor="text1" w:themeTint="A6"/>
      <w:sz w:val="20"/>
    </w:rPr>
  </w:style>
  <w:style w:type="character" w:customStyle="1" w:styleId="Heading4Char">
    <w:name w:val="Heading 4 Char"/>
    <w:basedOn w:val="DefaultParagraphFont"/>
    <w:link w:val="Heading4"/>
    <w:rsid w:val="00FC1E7F"/>
    <w:rPr>
      <w:rFonts w:asciiTheme="majorHAnsi" w:eastAsiaTheme="majorEastAsia" w:hAnsiTheme="majorHAnsi" w:cstheme="majorBidi"/>
      <w:bCs/>
      <w:iCs/>
      <w:color w:val="666699" w:themeColor="accent3"/>
      <w:sz w:val="28"/>
    </w:rPr>
  </w:style>
  <w:style w:type="character" w:customStyle="1" w:styleId="Heading5Char">
    <w:name w:val="Heading 5 Char"/>
    <w:basedOn w:val="DefaultParagraphFont"/>
    <w:link w:val="Heading5"/>
    <w:rsid w:val="00390C4C"/>
    <w:rPr>
      <w:rFonts w:asciiTheme="majorHAnsi" w:eastAsiaTheme="majorEastAsia" w:hAnsiTheme="majorHAnsi" w:cstheme="majorBidi"/>
      <w:b/>
      <w:color w:val="C3AFCC" w:themeColor="background2"/>
      <w:sz w:val="36"/>
    </w:rPr>
  </w:style>
  <w:style w:type="character" w:customStyle="1" w:styleId="Heading3Char">
    <w:name w:val="Heading 3 Char"/>
    <w:basedOn w:val="DefaultParagraphFont"/>
    <w:link w:val="Heading3"/>
    <w:rsid w:val="00390C4C"/>
    <w:rPr>
      <w:rFonts w:asciiTheme="majorHAnsi" w:eastAsiaTheme="majorEastAsia" w:hAnsiTheme="majorHAnsi" w:cstheme="majorBidi"/>
      <w:bCs/>
      <w:color w:val="663366" w:themeColor="accent1"/>
      <w:sz w:val="40"/>
    </w:rPr>
  </w:style>
  <w:style w:type="paragraph" w:styleId="BodyText2">
    <w:name w:val="Body Text 2"/>
    <w:basedOn w:val="BodyText"/>
    <w:link w:val="BodyText2Char"/>
    <w:rsid w:val="00390C4C"/>
    <w:pPr>
      <w:spacing w:after="60" w:line="300" w:lineRule="auto"/>
    </w:pPr>
    <w:rPr>
      <w:color w:val="FFFFFF" w:themeColor="background1"/>
    </w:rPr>
  </w:style>
  <w:style w:type="character" w:customStyle="1" w:styleId="BodyText2Char">
    <w:name w:val="Body Text 2 Char"/>
    <w:basedOn w:val="DefaultParagraphFont"/>
    <w:link w:val="BodyText2"/>
    <w:rsid w:val="00390C4C"/>
    <w:rPr>
      <w:color w:val="FFFFFF" w:themeColor="background1"/>
      <w:sz w:val="20"/>
    </w:rPr>
  </w:style>
  <w:style w:type="paragraph" w:customStyle="1" w:styleId="ContactDetails">
    <w:name w:val="Contact Details"/>
    <w:basedOn w:val="Normal"/>
    <w:link w:val="ContactDetailsChar"/>
    <w:qFormat/>
    <w:rsid w:val="00BE35BB"/>
    <w:rPr>
      <w:color w:val="FFFFFF" w:themeColor="background1"/>
      <w:sz w:val="20"/>
    </w:rPr>
  </w:style>
  <w:style w:type="character" w:customStyle="1" w:styleId="ContactDetailsChar">
    <w:name w:val="Contact Details Char"/>
    <w:basedOn w:val="DefaultParagraphFont"/>
    <w:link w:val="ContactDetails"/>
    <w:rsid w:val="00BE35BB"/>
    <w:rPr>
      <w:color w:val="FFFFFF" w:themeColor="background1"/>
      <w:sz w:val="20"/>
    </w:rPr>
  </w:style>
  <w:style w:type="paragraph" w:customStyle="1" w:styleId="Footer-Right">
    <w:name w:val="Footer - Right"/>
    <w:basedOn w:val="Footer"/>
    <w:qFormat/>
    <w:rsid w:val="00390C4C"/>
    <w:pPr>
      <w:jc w:val="right"/>
    </w:pPr>
    <w:rPr>
      <w:color w:val="595959" w:themeColor="text1" w:themeTint="A6"/>
    </w:rPr>
  </w:style>
  <w:style w:type="paragraph" w:customStyle="1" w:styleId="Event">
    <w:name w:val="Event"/>
    <w:basedOn w:val="Normal"/>
    <w:link w:val="EventChar"/>
    <w:qFormat/>
    <w:rsid w:val="00390C4C"/>
    <w:pPr>
      <w:spacing w:after="0"/>
    </w:pPr>
    <w:rPr>
      <w:b/>
      <w:color w:val="FFFFFF" w:themeColor="background1"/>
      <w:sz w:val="20"/>
    </w:rPr>
  </w:style>
  <w:style w:type="character" w:customStyle="1" w:styleId="EventChar">
    <w:name w:val="Event Char"/>
    <w:basedOn w:val="DefaultParagraphFont"/>
    <w:link w:val="Event"/>
    <w:rsid w:val="00390C4C"/>
    <w:rPr>
      <w:b/>
      <w:color w:val="FFFFFF" w:themeColor="background1"/>
      <w:sz w:val="20"/>
    </w:rPr>
  </w:style>
  <w:style w:type="paragraph" w:customStyle="1" w:styleId="Page">
    <w:name w:val="Page"/>
    <w:basedOn w:val="Normal"/>
    <w:link w:val="PageChar"/>
    <w:qFormat/>
    <w:rsid w:val="00C2757D"/>
    <w:pPr>
      <w:spacing w:after="0"/>
      <w:jc w:val="right"/>
    </w:pPr>
    <w:rPr>
      <w:color w:val="666699" w:themeColor="accent3"/>
      <w:sz w:val="48"/>
    </w:rPr>
  </w:style>
  <w:style w:type="character" w:customStyle="1" w:styleId="PageChar">
    <w:name w:val="Page Char"/>
    <w:basedOn w:val="DefaultParagraphFont"/>
    <w:link w:val="Page"/>
    <w:rsid w:val="00C2757D"/>
    <w:rPr>
      <w:color w:val="666699" w:themeColor="accent3"/>
      <w:sz w:val="48"/>
    </w:rPr>
  </w:style>
  <w:style w:type="paragraph" w:customStyle="1" w:styleId="Header-Right">
    <w:name w:val="Header - Right"/>
    <w:basedOn w:val="Header"/>
    <w:link w:val="Header-RightChar"/>
    <w:qFormat/>
    <w:rsid w:val="00390C4C"/>
    <w:pPr>
      <w:jc w:val="right"/>
    </w:pPr>
    <w:rPr>
      <w:color w:val="A6A6A6" w:themeColor="background1" w:themeShade="A6"/>
    </w:rPr>
  </w:style>
  <w:style w:type="character" w:customStyle="1" w:styleId="Header-RightChar">
    <w:name w:val="Header - Right Char"/>
    <w:basedOn w:val="HeaderChar"/>
    <w:link w:val="Header-Right"/>
    <w:rsid w:val="00390C4C"/>
    <w:rPr>
      <w:color w:val="A6A6A6" w:themeColor="background1" w:themeShade="A6"/>
    </w:rPr>
  </w:style>
  <w:style w:type="paragraph" w:styleId="Date">
    <w:name w:val="Date"/>
    <w:basedOn w:val="Normal"/>
    <w:link w:val="DateChar"/>
    <w:rsid w:val="0058675D"/>
    <w:pPr>
      <w:spacing w:after="0"/>
      <w:jc w:val="right"/>
    </w:pPr>
    <w:rPr>
      <w:color w:val="A6A6A6" w:themeColor="background1" w:themeShade="A6"/>
      <w:sz w:val="28"/>
    </w:rPr>
  </w:style>
  <w:style w:type="character" w:customStyle="1" w:styleId="DateChar">
    <w:name w:val="Date Char"/>
    <w:basedOn w:val="DefaultParagraphFont"/>
    <w:link w:val="Date"/>
    <w:rsid w:val="0058675D"/>
    <w:rPr>
      <w:color w:val="A6A6A6" w:themeColor="background1" w:themeShade="A6"/>
      <w:sz w:val="28"/>
    </w:rPr>
  </w:style>
  <w:style w:type="paragraph" w:styleId="BodyText3">
    <w:name w:val="Body Text 3"/>
    <w:basedOn w:val="Normal"/>
    <w:link w:val="BodyText3Char"/>
    <w:rsid w:val="005B2B5D"/>
    <w:pPr>
      <w:spacing w:after="0" w:line="264" w:lineRule="auto"/>
    </w:pPr>
    <w:rPr>
      <w:color w:val="FFFFFF" w:themeColor="background1"/>
      <w:sz w:val="18"/>
      <w:szCs w:val="16"/>
    </w:rPr>
  </w:style>
  <w:style w:type="character" w:customStyle="1" w:styleId="BodyText3Char">
    <w:name w:val="Body Text 3 Char"/>
    <w:basedOn w:val="DefaultParagraphFont"/>
    <w:link w:val="BodyText3"/>
    <w:rsid w:val="005B2B5D"/>
    <w:rPr>
      <w:color w:val="FFFFFF" w:themeColor="background1"/>
      <w:sz w:val="18"/>
      <w:szCs w:val="16"/>
    </w:rPr>
  </w:style>
  <w:style w:type="paragraph" w:customStyle="1" w:styleId="Mailer">
    <w:name w:val="Mailer"/>
    <w:basedOn w:val="Normal"/>
    <w:link w:val="MailerChar"/>
    <w:qFormat/>
    <w:rsid w:val="00936C30"/>
    <w:pPr>
      <w:spacing w:after="0"/>
    </w:pPr>
    <w:rPr>
      <w:color w:val="663366" w:themeColor="accent1"/>
      <w:sz w:val="28"/>
    </w:rPr>
  </w:style>
  <w:style w:type="character" w:customStyle="1" w:styleId="MailerChar">
    <w:name w:val="Mailer Char"/>
    <w:basedOn w:val="DefaultParagraphFont"/>
    <w:link w:val="Mailer"/>
    <w:rsid w:val="00936C30"/>
    <w:rPr>
      <w:color w:val="663366" w:themeColor="accent1"/>
      <w:sz w:val="28"/>
    </w:rPr>
  </w:style>
  <w:style w:type="paragraph" w:customStyle="1" w:styleId="Recipient">
    <w:name w:val="Recipient"/>
    <w:basedOn w:val="Normal"/>
    <w:link w:val="RecipientChar"/>
    <w:qFormat/>
    <w:rsid w:val="00936C30"/>
    <w:pPr>
      <w:spacing w:after="0"/>
    </w:pPr>
    <w:rPr>
      <w:b/>
      <w:color w:val="404040" w:themeColor="text1" w:themeTint="BF"/>
      <w:sz w:val="28"/>
    </w:rPr>
  </w:style>
  <w:style w:type="character" w:customStyle="1" w:styleId="RecipientChar">
    <w:name w:val="Recipient Char"/>
    <w:basedOn w:val="DefaultParagraphFont"/>
    <w:link w:val="Recipient"/>
    <w:rsid w:val="00936C30"/>
    <w:rPr>
      <w:b/>
      <w:color w:val="404040" w:themeColor="text1" w:themeTint="BF"/>
      <w:sz w:val="28"/>
    </w:rPr>
  </w:style>
  <w:style w:type="paragraph" w:styleId="ListParagraph">
    <w:name w:val="List Paragraph"/>
    <w:basedOn w:val="Normal"/>
    <w:rsid w:val="00A8110A"/>
    <w:pPr>
      <w:ind w:left="720"/>
      <w:contextualSpacing/>
    </w:pPr>
  </w:style>
  <w:style w:type="character" w:styleId="Hyperlink">
    <w:name w:val="Hyperlink"/>
    <w:basedOn w:val="DefaultParagraphFont"/>
    <w:rsid w:val="00D246F5"/>
    <w:rPr>
      <w:color w:val="BC5FBC" w:themeColor="hyperlink"/>
      <w:u w:val="single"/>
    </w:rPr>
  </w:style>
  <w:style w:type="character" w:styleId="FollowedHyperlink">
    <w:name w:val="FollowedHyperlink"/>
    <w:basedOn w:val="DefaultParagraphFont"/>
    <w:rsid w:val="001B449F"/>
    <w:rPr>
      <w:color w:val="9775A7" w:themeColor="followedHyperlink"/>
      <w:u w:val="single"/>
    </w:rPr>
  </w:style>
  <w:style w:type="table" w:styleId="TableGrid">
    <w:name w:val="Table Grid"/>
    <w:basedOn w:val="TableNormal"/>
    <w:rsid w:val="00FF1CBB"/>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header" Target="header2.xml"/></Relationships>
</file>

<file path=word/_rels/footer3.xml.rels><?xml version="1.0" encoding="UTF-8" standalone="yes"?>
<Relationships xmlns="http://schemas.openxmlformats.org/package/2006/relationships"><Relationship Id="rId3" Type="http://schemas.openxmlformats.org/officeDocument/2006/relationships/hyperlink" Target="mailto:tollefson.ann@gmail.com" TargetMode="External"/><Relationship Id="rId4" Type="http://schemas.openxmlformats.org/officeDocument/2006/relationships/hyperlink" Target="mailto:villarrealam@mcsk12.net" TargetMode="External"/><Relationship Id="rId1" Type="http://schemas.openxmlformats.org/officeDocument/2006/relationships/hyperlink" Target="mailto:tollefson.ann@gmail.com" TargetMode="External"/><Relationship Id="rId2" Type="http://schemas.openxmlformats.org/officeDocument/2006/relationships/hyperlink" Target="mailto:villarrealam@mcsk12.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ublishing%20Layout%20View:Newsletters:Advantage%20Newsletter.dotx" TargetMode="External"/></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DA644-C4B9-A64F-9C68-13B6C71A2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HD:Applications:Microsoft Office 2011:Office:Media:Templates:Publishing Layout View:Newsletters:Advantage Newsletter.dotx</Template>
  <TotalTime>2</TotalTime>
  <Pages>4</Pages>
  <Words>4</Words>
  <Characters>25</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Villarreal</dc:creator>
  <cp:keywords/>
  <dc:description/>
  <cp:lastModifiedBy>Microsoft Office User</cp:lastModifiedBy>
  <cp:revision>3</cp:revision>
  <cp:lastPrinted>2012-10-10T19:07:00Z</cp:lastPrinted>
  <dcterms:created xsi:type="dcterms:W3CDTF">2015-02-05T19:12:00Z</dcterms:created>
  <dcterms:modified xsi:type="dcterms:W3CDTF">2016-02-06T04:07:00Z</dcterms:modified>
  <cp:category/>
</cp:coreProperties>
</file>